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E3" w:rsidRDefault="004D7553">
      <w:pPr>
        <w:pStyle w:val="Zhlav"/>
        <w:tabs>
          <w:tab w:val="clear" w:pos="4536"/>
          <w:tab w:val="clear" w:pos="9072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3237230</wp:posOffset>
                </wp:positionV>
                <wp:extent cx="5134610" cy="2377440"/>
                <wp:effectExtent l="1905" t="1905" r="0" b="1905"/>
                <wp:wrapNone/>
                <wp:docPr id="35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237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22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62EA32" id="Rectangle 5" o:spid="_x0000_s1026" style="position:absolute;margin-left:155.55pt;margin-top:254.9pt;width:404.3pt;height:18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" o:allowincell="f" filled="f" fillcolor="#ddd" stroked="f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6638925</wp:posOffset>
                </wp:positionV>
                <wp:extent cx="3270885" cy="1089660"/>
                <wp:effectExtent l="0" t="3175" r="0" b="2540"/>
                <wp:wrapNone/>
                <wp:docPr id="35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885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1E3" w:rsidRDefault="008A71E3">
                            <w:pPr>
                              <w:ind w:left="142"/>
                              <w:rPr>
                                <w:rFonts w:ascii="Arial" w:hAnsi="Arial"/>
                                <w:sz w:val="32"/>
                              </w:rPr>
                            </w:pPr>
                          </w:p>
                          <w:p w:rsidR="008A71E3" w:rsidRDefault="008A71E3">
                            <w:pPr>
                              <w:ind w:left="142"/>
                              <w:rPr>
                                <w:rFonts w:ascii="Arial" w:hAnsi="Arial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6.4pt;margin-top:522.75pt;width:257.55pt;height:8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P+uQIAALw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" o:allowincell="f" filled="f" stroked="f">
                <v:textbox>
                  <w:txbxContent>
                    <w:p w:rsidR="008A71E3" w:rsidRDefault="008A71E3">
                      <w:pPr>
                        <w:ind w:left="142"/>
                        <w:rPr>
                          <w:rFonts w:ascii="Arial" w:hAnsi="Arial"/>
                          <w:sz w:val="32"/>
                        </w:rPr>
                      </w:pPr>
                    </w:p>
                    <w:p w:rsidR="008A71E3" w:rsidRDefault="008A71E3">
                      <w:pPr>
                        <w:ind w:left="142"/>
                        <w:rPr>
                          <w:rFonts w:ascii="Arial" w:hAnsi="Arial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2457450</wp:posOffset>
                </wp:positionV>
                <wp:extent cx="54610" cy="0"/>
                <wp:effectExtent l="0" t="3175" r="3810" b="0"/>
                <wp:wrapNone/>
                <wp:docPr id="35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0"/>
                        </a:xfrm>
                        <a:prstGeom prst="rect">
                          <a:avLst/>
                        </a:prstGeom>
                        <a:solidFill>
                          <a:srgbClr val="FA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E141741" id="Rectangle 3" o:spid="_x0000_s1026" style="position:absolute;margin-left:80.3pt;margin-top:193.5pt;width:4.3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" o:allowincell="f" fillcolor="#fafff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5874385</wp:posOffset>
                </wp:positionV>
                <wp:extent cx="45085" cy="0"/>
                <wp:effectExtent l="0" t="635" r="3810" b="0"/>
                <wp:wrapNone/>
                <wp:docPr id="35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0"/>
                        </a:xfrm>
                        <a:prstGeom prst="rect">
                          <a:avLst/>
                        </a:prstGeom>
                        <a:solidFill>
                          <a:srgbClr val="C1EC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00D2DB" id="Rectangle 2" o:spid="_x0000_s1026" style="position:absolute;margin-left:81.05pt;margin-top:462.55pt;width:3.5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" o:allowincell="f" fillcolor="#c1ecfa" stroked="f"/>
            </w:pict>
          </mc:Fallback>
        </mc:AlternateContent>
      </w:r>
    </w:p>
    <w:p w:rsidR="008A71E3" w:rsidRDefault="008A71E3"/>
    <w:p w:rsidR="008A71E3" w:rsidRDefault="008A71E3"/>
    <w:p w:rsidR="008A71E3" w:rsidRDefault="008A71E3"/>
    <w:p w:rsidR="008A71E3" w:rsidRDefault="008A71E3"/>
    <w:p w:rsidR="00D75786" w:rsidRDefault="004D7553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4EB297" wp14:editId="5E26322E">
                <wp:simplePos x="0" y="0"/>
                <wp:positionH relativeFrom="column">
                  <wp:posOffset>1990090</wp:posOffset>
                </wp:positionH>
                <wp:positionV relativeFrom="paragraph">
                  <wp:posOffset>8834755</wp:posOffset>
                </wp:positionV>
                <wp:extent cx="5120005" cy="0"/>
                <wp:effectExtent l="16510" t="14605" r="16510" b="13970"/>
                <wp:wrapNone/>
                <wp:docPr id="35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7pt,695.65pt" to="559.85pt,6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U4vEwIAACw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5FFB0E" wp14:editId="4F2F3AF3">
                <wp:simplePos x="0" y="0"/>
                <wp:positionH relativeFrom="column">
                  <wp:posOffset>1983105</wp:posOffset>
                </wp:positionH>
                <wp:positionV relativeFrom="paragraph">
                  <wp:posOffset>2511425</wp:posOffset>
                </wp:positionV>
                <wp:extent cx="5126990" cy="0"/>
                <wp:effectExtent l="19050" t="15875" r="16510" b="12700"/>
                <wp:wrapNone/>
                <wp:docPr id="35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699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4273DF" id="Line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15pt,197.75pt" to="559.8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alFAIAACs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" strokeweight="1.75pt"/>
            </w:pict>
          </mc:Fallback>
        </mc:AlternateContent>
      </w:r>
    </w:p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A0AE2" w:rsidP="00D75786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D23056" wp14:editId="02950513">
                <wp:simplePos x="0" y="0"/>
                <wp:positionH relativeFrom="column">
                  <wp:posOffset>1884045</wp:posOffset>
                </wp:positionH>
                <wp:positionV relativeFrom="paragraph">
                  <wp:posOffset>52070</wp:posOffset>
                </wp:positionV>
                <wp:extent cx="5303520" cy="7772400"/>
                <wp:effectExtent l="0" t="0" r="0" b="0"/>
                <wp:wrapNone/>
                <wp:docPr id="35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777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AE2" w:rsidRDefault="00DA0AE2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DA0AE2" w:rsidRDefault="00DA0AE2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DA0AE2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 xml:space="preserve">     </w:t>
                            </w:r>
                            <w:r w:rsidR="008A71E3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SEZNAM DOKUMENTACE</w:t>
                            </w:r>
                          </w:p>
                          <w:p w:rsidR="008A71E3" w:rsidRDefault="008A71E3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 Black" w:hAnsi="Arial Black"/>
                                <w:sz w:val="48"/>
                              </w:rPr>
                            </w:pPr>
                          </w:p>
                          <w:p w:rsidR="008A71E3" w:rsidRDefault="008A71E3" w:rsidP="001A7C68">
                            <w:pPr>
                              <w:tabs>
                                <w:tab w:val="left" w:pos="709"/>
                                <w:tab w:val="left" w:pos="851"/>
                                <w:tab w:val="left" w:pos="3686"/>
                                <w:tab w:val="left" w:pos="5529"/>
                                <w:tab w:val="left" w:pos="6663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</w:rPr>
                              <w:t>Poř.č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.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Název výkresu        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Archiv. číslo    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Formát A4    Počet listů</w:t>
                            </w:r>
                          </w:p>
                          <w:p w:rsidR="008A71E3" w:rsidRDefault="008A71E3" w:rsidP="001A7C68">
                            <w:pPr>
                              <w:tabs>
                                <w:tab w:val="left" w:pos="709"/>
                                <w:tab w:val="left" w:pos="851"/>
                                <w:tab w:val="left" w:pos="3686"/>
                                <w:tab w:val="left" w:pos="5529"/>
                                <w:tab w:val="left" w:pos="6663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8A71E3" w:rsidRPr="00E9043B" w:rsidRDefault="006A3CCF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</w:t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>1</w:t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ab/>
                              <w:t>Technická zpráva</w:t>
                            </w:r>
                            <w:r w:rsidR="00FB0D7E"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29YE6-6117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F736F">
                              <w:rPr>
                                <w:rFonts w:ascii="Arial" w:hAnsi="Arial"/>
                              </w:rPr>
                              <w:t>9</w:t>
                            </w:r>
                            <w:r w:rsidR="00F45DFC">
                              <w:rPr>
                                <w:rFonts w:ascii="Arial" w:hAnsi="Arial"/>
                              </w:rPr>
                              <w:tab/>
                            </w:r>
                            <w:r w:rsidR="005F736F">
                              <w:rPr>
                                <w:rFonts w:ascii="Arial" w:hAnsi="Arial"/>
                              </w:rPr>
                              <w:t>9</w:t>
                            </w:r>
                            <w:r w:rsidR="004353F6"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3A7E83" w:rsidRPr="00E9043B" w:rsidRDefault="003A7E83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02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Schéma technologie</w:t>
                            </w:r>
                            <w:r w:rsidR="009D487E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29YE6-6118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9D487E">
                              <w:rPr>
                                <w:rFonts w:ascii="Arial" w:hAnsi="Arial"/>
                              </w:rPr>
                              <w:t>6</w:t>
                            </w:r>
                            <w:r w:rsidR="00F45DFC">
                              <w:rPr>
                                <w:rFonts w:ascii="Arial" w:hAnsi="Arial"/>
                              </w:rPr>
                              <w:tab/>
                            </w:r>
                            <w:r w:rsidR="009D487E">
                              <w:rPr>
                                <w:rFonts w:ascii="Arial" w:hAnsi="Arial"/>
                              </w:rPr>
                              <w:t>6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3A7E83" w:rsidRPr="00E9043B" w:rsidRDefault="003A7E83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03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  <w:spacing w:val="-8"/>
                              </w:rPr>
                              <w:t>Výkaz výměr</w:t>
                            </w:r>
                            <w:r w:rsidR="00DA0AE2"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29YE6-6119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B71181">
                              <w:rPr>
                                <w:rFonts w:ascii="Arial" w:hAnsi="Arial"/>
                              </w:rPr>
                              <w:t>4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B71181">
                              <w:rPr>
                                <w:rFonts w:ascii="Arial" w:hAnsi="Arial"/>
                              </w:rPr>
                              <w:t>4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8564E7" w:rsidRPr="00E9043B" w:rsidRDefault="008564E7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</w:t>
                            </w:r>
                            <w:r w:rsidR="00A03442">
                              <w:rPr>
                                <w:rFonts w:ascii="Arial" w:hAnsi="Arial"/>
                              </w:rPr>
                              <w:t>4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Půdorys 1.NP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29YE6-6120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D43361">
                              <w:rPr>
                                <w:rFonts w:ascii="Arial" w:hAnsi="Arial"/>
                              </w:rPr>
                              <w:t>4</w:t>
                            </w:r>
                            <w:r w:rsidR="00E9043B">
                              <w:rPr>
                                <w:rFonts w:ascii="Arial" w:hAnsi="Arial"/>
                              </w:rPr>
                              <w:tab/>
                              <w:t>1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9D487E" w:rsidRPr="00E9043B" w:rsidRDefault="009D487E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</w:t>
                            </w:r>
                            <w:r w:rsidR="00A03442">
                              <w:rPr>
                                <w:rFonts w:ascii="Arial" w:hAnsi="Arial"/>
                              </w:rPr>
                              <w:t>5</w:t>
                            </w:r>
                            <w:r w:rsidR="005B7034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ab/>
                              <w:t>Půdorys 2.NP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29YE6-6121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D43361">
                              <w:rPr>
                                <w:rFonts w:ascii="Arial" w:hAnsi="Arial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  <w:t>1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9D487E" w:rsidRPr="00E9043B" w:rsidRDefault="009D487E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E9043B">
                              <w:rPr>
                                <w:rFonts w:ascii="Arial" w:hAnsi="Arial"/>
                              </w:rPr>
                              <w:t>0</w:t>
                            </w:r>
                            <w:r w:rsidR="00A03442">
                              <w:rPr>
                                <w:rFonts w:ascii="Arial" w:hAnsi="Arial"/>
                              </w:rPr>
                              <w:t>6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Půdorys střechy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5B7034">
                              <w:rPr>
                                <w:rFonts w:ascii="Arial" w:hAnsi="Arial"/>
                              </w:rPr>
                              <w:t>29YE6-6122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  <w:r w:rsidR="00D43361">
                              <w:rPr>
                                <w:rFonts w:ascii="Arial" w:hAnsi="Arial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/>
                              </w:rPr>
                              <w:tab/>
                              <w:t>1</w:t>
                            </w:r>
                            <w:r w:rsidRPr="00E9043B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CF6852" w:rsidRDefault="00CF6852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686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6A3CCF" w:rsidRDefault="006A3CCF" w:rsidP="001A7C68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851"/>
                                <w:tab w:val="left" w:pos="3402"/>
                                <w:tab w:val="right" w:pos="6096"/>
                                <w:tab w:val="right" w:pos="7230"/>
                              </w:tabs>
                              <w:spacing w:before="12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  <w:p w:rsidR="00B27020" w:rsidRPr="00A44868" w:rsidRDefault="00E22AC5" w:rsidP="00A44122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  <w:tab w:val="left" w:pos="709"/>
                                <w:tab w:val="left" w:pos="993"/>
                                <w:tab w:val="left" w:pos="3402"/>
                                <w:tab w:val="right" w:pos="6096"/>
                                <w:tab w:val="right" w:pos="7230"/>
                              </w:tabs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A4486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ab/>
                            </w:r>
                            <w:r w:rsidRPr="00A4486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D75786" w:rsidRDefault="00D75786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3C7FE8" w:rsidRDefault="003C7FE8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564E7" w:rsidRDefault="008564E7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E86B9E" w:rsidRDefault="00E86B9E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2835"/>
                                <w:tab w:val="left" w:pos="5954"/>
                              </w:tabs>
                              <w:spacing w:before="120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Revize č.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Datum revize: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Provedl:</w:t>
                            </w:r>
                            <w:r w:rsidRPr="00BF240D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426"/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426"/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Zpracoval: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Petr Hudák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Středisko:</w:t>
                            </w:r>
                          </w:p>
                          <w:p w:rsidR="005B7034" w:rsidRPr="00634359" w:rsidRDefault="005B7034" w:rsidP="005B7034">
                            <w:pPr>
                              <w:tabs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Kontroloval: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7F5D61">
                              <w:rPr>
                                <w:rFonts w:ascii="Arial" w:hAnsi="Arial"/>
                              </w:rPr>
                              <w:t xml:space="preserve">Ing. </w:t>
                            </w:r>
                            <w:r>
                              <w:rPr>
                                <w:rFonts w:ascii="Arial" w:hAnsi="Arial"/>
                              </w:rPr>
                              <w:t>Bohuslav Šulák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500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637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Schválil: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Ing. Ladislav Drozd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Investor: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Město Zubří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Formát:</w:t>
                            </w:r>
                            <w:r w:rsidRPr="004E6032">
                              <w:rPr>
                                <w:rFonts w:ascii="Arial" w:hAnsi="Arial"/>
                              </w:rPr>
                              <w:tab/>
                            </w:r>
                            <w:r w:rsidR="004D0082">
                              <w:rPr>
                                <w:rFonts w:ascii="Arial" w:hAnsi="Arial"/>
                              </w:rPr>
                              <w:t>1</w:t>
                            </w:r>
                            <w:r w:rsidRPr="008A6B17">
                              <w:rPr>
                                <w:rFonts w:ascii="Arial" w:hAnsi="Arial"/>
                              </w:rPr>
                              <w:t>xA4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Stavba: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Rekonstrukce sportovní </w:t>
                            </w:r>
                            <w:r w:rsidRPr="00775EDB">
                              <w:rPr>
                                <w:rFonts w:ascii="Arial" w:hAnsi="Arial"/>
                              </w:rPr>
                              <w:t>haly</w:t>
                            </w:r>
                            <w:r w:rsidRPr="00775EDB"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Datum: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  <w:t>05/2016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 w:rsidRPr="008E07D1">
                              <w:rPr>
                                <w:rFonts w:ascii="Arial" w:hAnsi="Arial"/>
                              </w:rPr>
                              <w:tab/>
                            </w:r>
                            <w:r w:rsidRPr="008E07D1">
                              <w:rPr>
                                <w:rFonts w:ascii="Arial" w:hAnsi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v Zubří</w:t>
                            </w:r>
                            <w:proofErr w:type="gramEnd"/>
                            <w:r w:rsidRPr="008E07D1"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Druh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dok.: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DPS</w:t>
                            </w:r>
                            <w:proofErr w:type="gramEnd"/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Místo stavby: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Zubří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Číslo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</w:rPr>
                              <w:t>zak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</w:rPr>
                              <w:t>.: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K16620016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804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Stavební úřad: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>Rožnov pod Radhoštěm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5670"/>
                                <w:tab w:val="left" w:pos="6521"/>
                              </w:tabs>
                              <w:spacing w:line="200" w:lineRule="exact"/>
                              <w:ind w:left="57" w:right="-119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  <w:tab w:val="left" w:pos="2552"/>
                                <w:tab w:val="left" w:pos="5670"/>
                                <w:tab w:val="left" w:pos="6521"/>
                              </w:tabs>
                              <w:ind w:left="57" w:right="-120" w:hanging="5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Objekt: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D.1.4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     Větrání haly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  <w:tab w:val="left" w:pos="2552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D.1.4.4.5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Měření a regulace pro VZT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  <w:tab w:val="left" w:pos="2552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</w:tabs>
                              <w:spacing w:line="60" w:lineRule="exact"/>
                              <w:ind w:left="57" w:right="-119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1701"/>
                              </w:tabs>
                              <w:ind w:left="57" w:right="-119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Název: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 xml:space="preserve">Seznam dokumentace 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5B7034" w:rsidRDefault="005B7034" w:rsidP="005B7034">
                            <w:pPr>
                              <w:tabs>
                                <w:tab w:val="left" w:pos="1701"/>
                              </w:tabs>
                              <w:ind w:left="57" w:right="-120" w:hanging="57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Archivní číslo: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="00D57C13">
                              <w:rPr>
                                <w:rFonts w:ascii="Arial" w:hAnsi="Arial"/>
                              </w:rPr>
                              <w:t>29YE6-6116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</w:rPr>
                              <w:t>Poř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. číslo: </w:t>
                            </w:r>
                            <w:r w:rsidR="00D57C13">
                              <w:rPr>
                                <w:rFonts w:ascii="Arial" w:hAnsi="Arial"/>
                              </w:rPr>
                              <w:t>00</w:t>
                            </w:r>
                          </w:p>
                          <w:p w:rsidR="005B7034" w:rsidRDefault="005B7034" w:rsidP="005B7034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>
                            <w:pPr>
                              <w:tabs>
                                <w:tab w:val="left" w:pos="709"/>
                                <w:tab w:val="left" w:pos="993"/>
                                <w:tab w:val="left" w:pos="3402"/>
                                <w:tab w:val="left" w:pos="5529"/>
                                <w:tab w:val="left" w:pos="6663"/>
                              </w:tabs>
                              <w:ind w:hanging="57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A71E3" w:rsidRDefault="008A71E3"/>
                          <w:p w:rsidR="008A71E3" w:rsidRDefault="008A71E3"/>
                          <w:p w:rsidR="008A71E3" w:rsidRDefault="008A71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148.35pt;margin-top:4.1pt;width:417.6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" filled="f" stroked="f">
                <v:textbox>
                  <w:txbxContent>
                    <w:p w:rsidR="00DA0AE2" w:rsidRDefault="00DA0AE2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DA0AE2" w:rsidRDefault="00DA0AE2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DA0AE2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 xml:space="preserve">     </w:t>
                      </w:r>
                      <w:r w:rsidR="008A71E3"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>SEZNAM DOKUMENTACE</w:t>
                      </w:r>
                    </w:p>
                    <w:p w:rsidR="008A71E3" w:rsidRDefault="008A71E3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 Black" w:hAnsi="Arial Black"/>
                          <w:sz w:val="48"/>
                        </w:rPr>
                      </w:pPr>
                    </w:p>
                    <w:p w:rsidR="008A71E3" w:rsidRDefault="008A71E3" w:rsidP="001A7C68">
                      <w:pPr>
                        <w:tabs>
                          <w:tab w:val="left" w:pos="709"/>
                          <w:tab w:val="left" w:pos="851"/>
                          <w:tab w:val="left" w:pos="3686"/>
                          <w:tab w:val="left" w:pos="5529"/>
                          <w:tab w:val="left" w:pos="6663"/>
                        </w:tabs>
                        <w:rPr>
                          <w:rFonts w:ascii="Arial" w:hAnsi="Arial"/>
                          <w:b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</w:rPr>
                        <w:t>Poř.č</w:t>
                      </w:r>
                      <w:proofErr w:type="spellEnd"/>
                      <w:r>
                        <w:rPr>
                          <w:rFonts w:ascii="Arial" w:hAnsi="Arial"/>
                          <w:b/>
                        </w:rPr>
                        <w:t xml:space="preserve">.  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Název výkresu          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Archiv. číslo      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Formát A4    Počet listů</w:t>
                      </w:r>
                    </w:p>
                    <w:p w:rsidR="008A71E3" w:rsidRDefault="008A71E3" w:rsidP="001A7C68">
                      <w:pPr>
                        <w:tabs>
                          <w:tab w:val="left" w:pos="709"/>
                          <w:tab w:val="left" w:pos="851"/>
                          <w:tab w:val="left" w:pos="3686"/>
                          <w:tab w:val="left" w:pos="5529"/>
                          <w:tab w:val="left" w:pos="6663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</w:p>
                    <w:p w:rsidR="008A71E3" w:rsidRPr="00E9043B" w:rsidRDefault="006A3CCF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</w:t>
                      </w:r>
                      <w:r w:rsidR="00FB0D7E" w:rsidRPr="00E9043B">
                        <w:rPr>
                          <w:rFonts w:ascii="Arial" w:hAnsi="Arial"/>
                        </w:rPr>
                        <w:t>1</w:t>
                      </w:r>
                      <w:r w:rsidR="00FB0D7E" w:rsidRPr="00E9043B">
                        <w:rPr>
                          <w:rFonts w:ascii="Arial" w:hAnsi="Arial"/>
                        </w:rPr>
                        <w:tab/>
                      </w:r>
                      <w:r w:rsidR="00FB0D7E" w:rsidRPr="00E9043B">
                        <w:rPr>
                          <w:rFonts w:ascii="Arial" w:hAnsi="Arial"/>
                        </w:rPr>
                        <w:tab/>
                        <w:t>Technická zpráva</w:t>
                      </w:r>
                      <w:r w:rsidR="00FB0D7E"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29YE6-6117</w:t>
                      </w:r>
                      <w:r w:rsidR="00E9043B">
                        <w:rPr>
                          <w:rFonts w:ascii="Arial" w:hAnsi="Arial"/>
                        </w:rPr>
                        <w:tab/>
                      </w:r>
                      <w:r w:rsidR="005F736F">
                        <w:rPr>
                          <w:rFonts w:ascii="Arial" w:hAnsi="Arial"/>
                        </w:rPr>
                        <w:t>9</w:t>
                      </w:r>
                      <w:r w:rsidR="00F45DFC">
                        <w:rPr>
                          <w:rFonts w:ascii="Arial" w:hAnsi="Arial"/>
                        </w:rPr>
                        <w:tab/>
                      </w:r>
                      <w:r w:rsidR="005F736F">
                        <w:rPr>
                          <w:rFonts w:ascii="Arial" w:hAnsi="Arial"/>
                        </w:rPr>
                        <w:t>9</w:t>
                      </w:r>
                      <w:r w:rsidR="004353F6"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3A7E83" w:rsidRPr="00E9043B" w:rsidRDefault="003A7E83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02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Schéma technologie</w:t>
                      </w:r>
                      <w:r w:rsidR="009D487E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29YE6-6118</w:t>
                      </w:r>
                      <w:r w:rsidR="00E9043B">
                        <w:rPr>
                          <w:rFonts w:ascii="Arial" w:hAnsi="Arial"/>
                        </w:rPr>
                        <w:tab/>
                      </w:r>
                      <w:r w:rsidR="009D487E">
                        <w:rPr>
                          <w:rFonts w:ascii="Arial" w:hAnsi="Arial"/>
                        </w:rPr>
                        <w:t>6</w:t>
                      </w:r>
                      <w:r w:rsidR="00F45DFC">
                        <w:rPr>
                          <w:rFonts w:ascii="Arial" w:hAnsi="Arial"/>
                        </w:rPr>
                        <w:tab/>
                      </w:r>
                      <w:r w:rsidR="009D487E">
                        <w:rPr>
                          <w:rFonts w:ascii="Arial" w:hAnsi="Arial"/>
                        </w:rPr>
                        <w:t>6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3A7E83" w:rsidRPr="00E9043B" w:rsidRDefault="003A7E83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03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  <w:spacing w:val="-8"/>
                        </w:rPr>
                        <w:t>Výkaz výměr</w:t>
                      </w:r>
                      <w:r w:rsidR="00DA0AE2"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29YE6-6119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B71181">
                        <w:rPr>
                          <w:rFonts w:ascii="Arial" w:hAnsi="Arial"/>
                        </w:rPr>
                        <w:t>4</w:t>
                      </w:r>
                      <w:r w:rsidR="00E9043B">
                        <w:rPr>
                          <w:rFonts w:ascii="Arial" w:hAnsi="Arial"/>
                        </w:rPr>
                        <w:tab/>
                      </w:r>
                      <w:r w:rsidR="00B71181">
                        <w:rPr>
                          <w:rFonts w:ascii="Arial" w:hAnsi="Arial"/>
                        </w:rPr>
                        <w:t>4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8564E7" w:rsidRPr="00E9043B" w:rsidRDefault="008564E7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</w:t>
                      </w:r>
                      <w:r w:rsidR="00A03442">
                        <w:rPr>
                          <w:rFonts w:ascii="Arial" w:hAnsi="Arial"/>
                        </w:rPr>
                        <w:t>4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Půdorys 1.NP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29YE6-6120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D43361">
                        <w:rPr>
                          <w:rFonts w:ascii="Arial" w:hAnsi="Arial"/>
                        </w:rPr>
                        <w:t>4</w:t>
                      </w:r>
                      <w:r w:rsidR="00E9043B">
                        <w:rPr>
                          <w:rFonts w:ascii="Arial" w:hAnsi="Arial"/>
                        </w:rPr>
                        <w:tab/>
                        <w:t>1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9D487E" w:rsidRPr="00E9043B" w:rsidRDefault="009D487E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</w:t>
                      </w:r>
                      <w:r w:rsidR="00A03442">
                        <w:rPr>
                          <w:rFonts w:ascii="Arial" w:hAnsi="Arial"/>
                        </w:rPr>
                        <w:t>5</w:t>
                      </w:r>
                      <w:r w:rsidR="005B7034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ab/>
                        <w:t>Půdorys 2.NP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29YE6-6121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D43361">
                        <w:rPr>
                          <w:rFonts w:ascii="Arial" w:hAnsi="Arial"/>
                        </w:rPr>
                        <w:t>4</w:t>
                      </w:r>
                      <w:r>
                        <w:rPr>
                          <w:rFonts w:ascii="Arial" w:hAnsi="Arial"/>
                        </w:rPr>
                        <w:tab/>
                        <w:t>1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9D487E" w:rsidRPr="00E9043B" w:rsidRDefault="009D487E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  <w:r w:rsidRPr="00E9043B">
                        <w:rPr>
                          <w:rFonts w:ascii="Arial" w:hAnsi="Arial"/>
                        </w:rPr>
                        <w:t>0</w:t>
                      </w:r>
                      <w:r w:rsidR="00A03442">
                        <w:rPr>
                          <w:rFonts w:ascii="Arial" w:hAnsi="Arial"/>
                        </w:rPr>
                        <w:t>6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Půdorys střechy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5B7034">
                        <w:rPr>
                          <w:rFonts w:ascii="Arial" w:hAnsi="Arial"/>
                        </w:rPr>
                        <w:t>29YE6-6122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  <w:r w:rsidR="00D43361">
                        <w:rPr>
                          <w:rFonts w:ascii="Arial" w:hAnsi="Arial"/>
                        </w:rPr>
                        <w:t>4</w:t>
                      </w:r>
                      <w:bookmarkStart w:id="1" w:name="_GoBack"/>
                      <w:bookmarkEnd w:id="1"/>
                      <w:r>
                        <w:rPr>
                          <w:rFonts w:ascii="Arial" w:hAnsi="Arial"/>
                        </w:rPr>
                        <w:tab/>
                        <w:t>1</w:t>
                      </w:r>
                      <w:r w:rsidRPr="00E9043B">
                        <w:rPr>
                          <w:rFonts w:ascii="Arial" w:hAnsi="Arial"/>
                        </w:rPr>
                        <w:tab/>
                      </w:r>
                    </w:p>
                    <w:p w:rsidR="00CF6852" w:rsidRDefault="00CF6852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686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</w:rPr>
                      </w:pPr>
                    </w:p>
                    <w:p w:rsidR="006A3CCF" w:rsidRDefault="006A3CCF" w:rsidP="001A7C68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851"/>
                          <w:tab w:val="left" w:pos="3402"/>
                          <w:tab w:val="right" w:pos="6096"/>
                          <w:tab w:val="right" w:pos="7230"/>
                        </w:tabs>
                        <w:spacing w:before="12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</w:p>
                    <w:p w:rsidR="00B27020" w:rsidRPr="00A44868" w:rsidRDefault="00E22AC5" w:rsidP="00A44122">
                      <w:pPr>
                        <w:pStyle w:val="Zhlav"/>
                        <w:tabs>
                          <w:tab w:val="clear" w:pos="4536"/>
                          <w:tab w:val="clear" w:pos="9072"/>
                          <w:tab w:val="left" w:pos="709"/>
                          <w:tab w:val="left" w:pos="993"/>
                          <w:tab w:val="left" w:pos="3402"/>
                          <w:tab w:val="right" w:pos="6096"/>
                          <w:tab w:val="right" w:pos="7230"/>
                        </w:tabs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A44868">
                        <w:rPr>
                          <w:rFonts w:ascii="Arial" w:hAnsi="Arial"/>
                          <w:sz w:val="18"/>
                          <w:szCs w:val="18"/>
                        </w:rPr>
                        <w:tab/>
                      </w:r>
                      <w:r w:rsidRPr="00A44868">
                        <w:rPr>
                          <w:rFonts w:ascii="Arial" w:hAnsi="Arial"/>
                          <w:sz w:val="18"/>
                          <w:szCs w:val="18"/>
                        </w:rPr>
                        <w:tab/>
                      </w:r>
                    </w:p>
                    <w:p w:rsidR="00D75786" w:rsidRDefault="00D75786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3C7FE8" w:rsidRDefault="003C7FE8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8564E7" w:rsidRDefault="008564E7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E86B9E" w:rsidRDefault="00E86B9E">
                      <w:pPr>
                        <w:tabs>
                          <w:tab w:val="left" w:pos="2835"/>
                          <w:tab w:val="left" w:pos="5954"/>
                        </w:tabs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2835"/>
                          <w:tab w:val="left" w:pos="5954"/>
                        </w:tabs>
                        <w:spacing w:before="120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Revize č.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Datum revize:</w:t>
                      </w:r>
                      <w:r>
                        <w:rPr>
                          <w:rFonts w:ascii="Arial" w:hAnsi="Arial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Provedl:</w:t>
                      </w:r>
                      <w:r w:rsidRPr="00BF240D">
                        <w:rPr>
                          <w:rFonts w:ascii="Arial" w:hAnsi="Arial"/>
                        </w:rPr>
                        <w:t xml:space="preserve"> 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426"/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426"/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Zpracoval: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Petr Hudák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Středisko:</w:t>
                      </w:r>
                    </w:p>
                    <w:p w:rsidR="005B7034" w:rsidRPr="00634359" w:rsidRDefault="005B7034" w:rsidP="005B7034">
                      <w:pPr>
                        <w:tabs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Kontroloval: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 w:rsidRPr="007F5D61">
                        <w:rPr>
                          <w:rFonts w:ascii="Arial" w:hAnsi="Arial"/>
                        </w:rPr>
                        <w:t xml:space="preserve">Ing. </w:t>
                      </w:r>
                      <w:r>
                        <w:rPr>
                          <w:rFonts w:ascii="Arial" w:hAnsi="Arial"/>
                        </w:rPr>
                        <w:t>Bohuslav Šulák</w:t>
                      </w:r>
                      <w:r>
                        <w:rPr>
                          <w:rFonts w:ascii="Arial" w:hAnsi="Arial"/>
                        </w:rPr>
                        <w:tab/>
                        <w:t xml:space="preserve">      </w:t>
                      </w:r>
                      <w:r>
                        <w:rPr>
                          <w:rFonts w:ascii="Arial" w:hAnsi="Arial"/>
                          <w:b/>
                        </w:rPr>
                        <w:t>500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637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Schválil: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Ing. Ladislav Drozd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Investor: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Město Zubří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Formát:</w:t>
                      </w:r>
                      <w:r w:rsidRPr="004E6032">
                        <w:rPr>
                          <w:rFonts w:ascii="Arial" w:hAnsi="Arial"/>
                        </w:rPr>
                        <w:tab/>
                      </w:r>
                      <w:r w:rsidR="004D0082">
                        <w:rPr>
                          <w:rFonts w:ascii="Arial" w:hAnsi="Arial"/>
                        </w:rPr>
                        <w:t>1</w:t>
                      </w:r>
                      <w:r w:rsidRPr="008A6B17">
                        <w:rPr>
                          <w:rFonts w:ascii="Arial" w:hAnsi="Arial"/>
                        </w:rPr>
                        <w:t>xA4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Stavba: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 xml:space="preserve">Rekonstrukce sportovní </w:t>
                      </w:r>
                      <w:r w:rsidRPr="00775EDB">
                        <w:rPr>
                          <w:rFonts w:ascii="Arial" w:hAnsi="Arial"/>
                        </w:rPr>
                        <w:t>haly</w:t>
                      </w:r>
                      <w:r w:rsidRPr="00775EDB"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>Datum:</w:t>
                      </w:r>
                      <w:r>
                        <w:rPr>
                          <w:rFonts w:ascii="Arial" w:hAnsi="Arial"/>
                        </w:rPr>
                        <w:tab/>
                        <w:t>05/2016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 w:rsidRPr="008E07D1">
                        <w:rPr>
                          <w:rFonts w:ascii="Arial" w:hAnsi="Arial"/>
                        </w:rPr>
                        <w:tab/>
                      </w:r>
                      <w:r w:rsidRPr="008E07D1">
                        <w:rPr>
                          <w:rFonts w:ascii="Arial" w:hAnsi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/>
                        </w:rPr>
                        <w:t>v Zubří</w:t>
                      </w:r>
                      <w:proofErr w:type="gramEnd"/>
                      <w:r w:rsidRPr="008E07D1"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 xml:space="preserve">Druh </w:t>
                      </w:r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dok.: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DPS</w:t>
                      </w:r>
                      <w:proofErr w:type="gramEnd"/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Místo stavby: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Zubří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Číslo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</w:rPr>
                        <w:t>zak</w:t>
                      </w:r>
                      <w:proofErr w:type="spellEnd"/>
                      <w:r>
                        <w:rPr>
                          <w:rFonts w:ascii="Arial" w:hAnsi="Arial"/>
                          <w:b/>
                        </w:rPr>
                        <w:t>.: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K16620016</w:t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804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Stavební úřad: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>Rožnov pod Radhoštěm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5670"/>
                          <w:tab w:val="left" w:pos="6521"/>
                        </w:tabs>
                        <w:spacing w:line="200" w:lineRule="exact"/>
                        <w:ind w:left="57" w:right="-119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1701"/>
                          <w:tab w:val="left" w:pos="2552"/>
                          <w:tab w:val="left" w:pos="5670"/>
                          <w:tab w:val="left" w:pos="6521"/>
                        </w:tabs>
                        <w:ind w:left="57" w:right="-120" w:hanging="5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Objekt: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D.1.4</w:t>
                      </w:r>
                      <w:proofErr w:type="gramEnd"/>
                      <w:r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     Větrání haly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  <w:tab w:val="left" w:pos="2552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D.1.4.4.5</w:t>
                      </w:r>
                      <w:proofErr w:type="gramEnd"/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>Měření a regulace pro VZT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  <w:tab w:val="left" w:pos="2552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</w:tabs>
                        <w:spacing w:line="60" w:lineRule="exact"/>
                        <w:ind w:left="57" w:right="-119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1701"/>
                        </w:tabs>
                        <w:ind w:left="57" w:right="-119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Název: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  <w:t xml:space="preserve">Seznam dokumentace 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5B7034" w:rsidRDefault="005B7034" w:rsidP="005B7034">
                      <w:pPr>
                        <w:tabs>
                          <w:tab w:val="left" w:pos="1701"/>
                        </w:tabs>
                        <w:ind w:left="57" w:right="-120" w:hanging="57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Archivní číslo: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 w:rsidR="00D57C13">
                        <w:rPr>
                          <w:rFonts w:ascii="Arial" w:hAnsi="Arial"/>
                        </w:rPr>
                        <w:t>29YE6-6116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/>
                          <w:b/>
                        </w:rPr>
                        <w:t>Poř</w:t>
                      </w:r>
                      <w:proofErr w:type="spellEnd"/>
                      <w:r>
                        <w:rPr>
                          <w:rFonts w:ascii="Arial" w:hAnsi="Arial"/>
                          <w:b/>
                        </w:rPr>
                        <w:t xml:space="preserve">. číslo: </w:t>
                      </w:r>
                      <w:r w:rsidR="00D57C13">
                        <w:rPr>
                          <w:rFonts w:ascii="Arial" w:hAnsi="Arial"/>
                        </w:rPr>
                        <w:t>00</w:t>
                      </w:r>
                    </w:p>
                    <w:p w:rsidR="005B7034" w:rsidRDefault="005B7034" w:rsidP="005B7034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>
                      <w:pPr>
                        <w:tabs>
                          <w:tab w:val="left" w:pos="709"/>
                          <w:tab w:val="left" w:pos="993"/>
                          <w:tab w:val="left" w:pos="3402"/>
                          <w:tab w:val="left" w:pos="5529"/>
                          <w:tab w:val="left" w:pos="6663"/>
                        </w:tabs>
                        <w:ind w:hanging="57"/>
                        <w:rPr>
                          <w:rFonts w:ascii="Arial" w:hAnsi="Arial"/>
                          <w:b/>
                        </w:rPr>
                      </w:pPr>
                    </w:p>
                    <w:p w:rsidR="008A71E3" w:rsidRDefault="008A71E3"/>
                    <w:p w:rsidR="008A71E3" w:rsidRDefault="008A71E3"/>
                    <w:p w:rsidR="008A71E3" w:rsidRDefault="008A71E3"/>
                  </w:txbxContent>
                </v:textbox>
              </v:shape>
            </w:pict>
          </mc:Fallback>
        </mc:AlternateContent>
      </w:r>
    </w:p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Pr="00D75786" w:rsidRDefault="00D75786" w:rsidP="00D75786"/>
    <w:p w:rsidR="00D75786" w:rsidRDefault="00D75786" w:rsidP="00D75786"/>
    <w:p w:rsidR="008A71E3" w:rsidRPr="00D75786" w:rsidRDefault="00102A1F" w:rsidP="00D757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C2311A" wp14:editId="7FE2A070">
                <wp:simplePos x="0" y="0"/>
                <wp:positionH relativeFrom="column">
                  <wp:posOffset>1975485</wp:posOffset>
                </wp:positionH>
                <wp:positionV relativeFrom="paragraph">
                  <wp:posOffset>4470400</wp:posOffset>
                </wp:positionV>
                <wp:extent cx="5120005" cy="0"/>
                <wp:effectExtent l="0" t="0" r="23495" b="19050"/>
                <wp:wrapNone/>
                <wp:docPr id="34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5pt,352pt" to="558.7pt,3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0ldEw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"/>
            </w:pict>
          </mc:Fallback>
        </mc:AlternateContent>
      </w:r>
      <w:r w:rsidR="00DA0AE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1BC509" wp14:editId="4462986D">
                <wp:simplePos x="0" y="0"/>
                <wp:positionH relativeFrom="column">
                  <wp:posOffset>1990090</wp:posOffset>
                </wp:positionH>
                <wp:positionV relativeFrom="paragraph">
                  <wp:posOffset>6178550</wp:posOffset>
                </wp:positionV>
                <wp:extent cx="5120005" cy="0"/>
                <wp:effectExtent l="0" t="0" r="23495" b="19050"/>
                <wp:wrapNone/>
                <wp:docPr id="35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7pt,486.5pt" to="559.85pt,4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"/>
            </w:pict>
          </mc:Fallback>
        </mc:AlternateContent>
      </w:r>
      <w:r w:rsidR="00DA0AE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7E633F" wp14:editId="2CB21AFD">
                <wp:simplePos x="0" y="0"/>
                <wp:positionH relativeFrom="column">
                  <wp:posOffset>1990090</wp:posOffset>
                </wp:positionH>
                <wp:positionV relativeFrom="paragraph">
                  <wp:posOffset>5461000</wp:posOffset>
                </wp:positionV>
                <wp:extent cx="5120005" cy="0"/>
                <wp:effectExtent l="0" t="0" r="23495" b="19050"/>
                <wp:wrapNone/>
                <wp:docPr id="35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7pt,430pt" to="559.85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af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"/>
            </w:pict>
          </mc:Fallback>
        </mc:AlternateContent>
      </w:r>
      <w:r w:rsidR="004D755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CF48FC" wp14:editId="4D2F8F70">
                <wp:simplePos x="0" y="0"/>
                <wp:positionH relativeFrom="column">
                  <wp:posOffset>1975485</wp:posOffset>
                </wp:positionH>
                <wp:positionV relativeFrom="paragraph">
                  <wp:posOffset>3822700</wp:posOffset>
                </wp:positionV>
                <wp:extent cx="5120005" cy="0"/>
                <wp:effectExtent l="11430" t="15875" r="12065" b="12700"/>
                <wp:wrapNone/>
                <wp:docPr id="34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00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5pt,301pt" to="558.7pt,3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DwFQIAACw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" strokeweight="1.75pt"/>
            </w:pict>
          </mc:Fallback>
        </mc:AlternateContent>
      </w:r>
    </w:p>
    <w:sectPr w:rsidR="008A71E3" w:rsidRPr="00D75786" w:rsidSect="0028107F">
      <w:headerReference w:type="default" r:id="rId8"/>
      <w:pgSz w:w="11906" w:h="16838" w:code="9"/>
      <w:pgMar w:top="57" w:right="57" w:bottom="57" w:left="5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418" w:rsidRDefault="00434418">
      <w:r>
        <w:separator/>
      </w:r>
    </w:p>
  </w:endnote>
  <w:endnote w:type="continuationSeparator" w:id="0">
    <w:p w:rsidR="00434418" w:rsidRDefault="0043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418" w:rsidRDefault="00434418">
      <w:r>
        <w:separator/>
      </w:r>
    </w:p>
  </w:footnote>
  <w:footnote w:type="continuationSeparator" w:id="0">
    <w:p w:rsidR="00434418" w:rsidRDefault="00434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E3" w:rsidRDefault="004D7553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3AFC6A2" wp14:editId="19642612">
              <wp:simplePos x="0" y="0"/>
              <wp:positionH relativeFrom="column">
                <wp:posOffset>803910</wp:posOffset>
              </wp:positionH>
              <wp:positionV relativeFrom="paragraph">
                <wp:posOffset>289560</wp:posOffset>
              </wp:positionV>
              <wp:extent cx="6526530" cy="10114280"/>
              <wp:effectExtent l="11430" t="13335" r="0" b="0"/>
              <wp:wrapTight wrapText="bothSides">
                <wp:wrapPolygon edited="0">
                  <wp:start x="-63" y="-20"/>
                  <wp:lineTo x="-63" y="183"/>
                  <wp:lineTo x="252" y="305"/>
                  <wp:lineTo x="725" y="305"/>
                  <wp:lineTo x="725" y="1831"/>
                  <wp:lineTo x="1702" y="1932"/>
                  <wp:lineTo x="3625" y="1932"/>
                  <wp:lineTo x="3186" y="2156"/>
                  <wp:lineTo x="3249" y="2258"/>
                  <wp:lineTo x="2616" y="2278"/>
                  <wp:lineTo x="2616" y="2583"/>
                  <wp:lineTo x="2112" y="2907"/>
                  <wp:lineTo x="1608" y="3133"/>
                  <wp:lineTo x="1608" y="3234"/>
                  <wp:lineTo x="1198" y="3478"/>
                  <wp:lineTo x="851" y="3580"/>
                  <wp:lineTo x="757" y="3803"/>
                  <wp:lineTo x="914" y="3885"/>
                  <wp:lineTo x="694" y="3885"/>
                  <wp:lineTo x="630" y="3967"/>
                  <wp:lineTo x="662" y="16820"/>
                  <wp:lineTo x="914" y="16902"/>
                  <wp:lineTo x="694" y="16902"/>
                  <wp:lineTo x="630" y="16963"/>
                  <wp:lineTo x="630" y="20074"/>
                  <wp:lineTo x="694" y="20156"/>
                  <wp:lineTo x="914" y="20156"/>
                  <wp:lineTo x="630" y="20257"/>
                  <wp:lineTo x="662" y="20441"/>
                  <wp:lineTo x="10783" y="20481"/>
                  <wp:lineTo x="4542" y="20786"/>
                  <wp:lineTo x="-63" y="21132"/>
                  <wp:lineTo x="-63" y="21254"/>
                  <wp:lineTo x="347" y="21254"/>
                  <wp:lineTo x="16176" y="21214"/>
                  <wp:lineTo x="16144" y="21132"/>
                  <wp:lineTo x="16491" y="21132"/>
                  <wp:lineTo x="17279" y="20908"/>
                  <wp:lineTo x="17279" y="20786"/>
                  <wp:lineTo x="10783" y="20481"/>
                  <wp:lineTo x="20938" y="20441"/>
                  <wp:lineTo x="20875" y="20359"/>
                  <wp:lineTo x="3436" y="20156"/>
                  <wp:lineTo x="3436" y="2583"/>
                  <wp:lineTo x="10754" y="2258"/>
                  <wp:lineTo x="3814" y="1932"/>
                  <wp:lineTo x="20686" y="1790"/>
                  <wp:lineTo x="20686" y="1688"/>
                  <wp:lineTo x="3499" y="1607"/>
                  <wp:lineTo x="3562" y="203"/>
                  <wp:lineTo x="2806" y="142"/>
                  <wp:lineTo x="63" y="-20"/>
                  <wp:lineTo x="-63" y="-20"/>
                </wp:wrapPolygon>
              </wp:wrapTight>
              <wp:docPr id="1" name="Group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26530" cy="10114280"/>
                        <a:chOff x="1323" y="456"/>
                        <a:chExt cx="10278" cy="15928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341" y="15456"/>
                          <a:ext cx="10080" cy="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1E3" w:rsidRDefault="008A71E3">
                            <w:pPr>
                              <w:pStyle w:val="Nadpis6"/>
                              <w:rPr>
                                <w:color w:val="000080"/>
                                <w:spacing w:val="-2"/>
                              </w:rPr>
                            </w:pPr>
                          </w:p>
                          <w:p w:rsidR="008A71E3" w:rsidRDefault="008A71E3">
                            <w:pPr>
                              <w:pStyle w:val="Nadpis6"/>
                              <w:rPr>
                                <w:color w:val="000080"/>
                                <w:spacing w:val="-2"/>
                              </w:rPr>
                            </w:pPr>
                            <w:r>
                              <w:rPr>
                                <w:color w:val="000080"/>
                                <w:spacing w:val="-2"/>
                              </w:rPr>
                              <w:t xml:space="preserve">   EP Rožnov, a.s.                      Boženy Němcové 1720, CZ 756 61 Rožnov pod Radhoštěm                      Czech Republic</w:t>
                            </w:r>
                          </w:p>
                          <w:p w:rsidR="008A71E3" w:rsidRDefault="008A71E3">
                            <w:pPr>
                              <w:pStyle w:val="Nadpis6"/>
                              <w:rPr>
                                <w:color w:val="000080"/>
                                <w:spacing w:val="-2"/>
                              </w:rPr>
                            </w:pPr>
                            <w:r>
                              <w:rPr>
                                <w:color w:val="000080"/>
                                <w:spacing w:val="-2"/>
                              </w:rPr>
                              <w:t xml:space="preserve">   Tel.: +420 571 664 111           Fax: +420 571 664 400          E-mail:                                                http: // www.eproznov.cz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406"/>
                      <wpg:cNvGrpSpPr>
                        <a:grpSpLocks/>
                      </wpg:cNvGrpSpPr>
                      <wpg:grpSpPr bwMode="auto">
                        <a:xfrm>
                          <a:off x="6381" y="15844"/>
                          <a:ext cx="2304" cy="432"/>
                          <a:chOff x="6381" y="15664"/>
                          <a:chExt cx="2304" cy="432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5664"/>
                            <a:ext cx="23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1E3" w:rsidRDefault="008A71E3">
                              <w:pPr>
                                <w:rPr>
                                  <w:rFonts w:ascii="Arial" w:hAnsi="Arial"/>
                                  <w:b/>
                                  <w:color w:val="000080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80"/>
                                  <w:sz w:val="18"/>
                                </w:rPr>
                                <w:t xml:space="preserve">           ep@eproznov.cz</w:t>
                              </w:r>
                            </w:p>
                          </w:txbxContent>
                        </wps:txbx>
                        <wps:bodyPr rot="0" vert="horz" wrap="square" lIns="91440" tIns="6480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5481" y="1084"/>
                          <a:ext cx="6120" cy="1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1E3" w:rsidRDefault="008A71E3">
                            <w:pPr>
                              <w:rPr>
                                <w:rFonts w:ascii="Arial" w:hAnsi="Arial"/>
                                <w:b/>
                                <w:color w:val="000080"/>
                                <w:spacing w:val="2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pacing w:val="2"/>
                                <w:sz w:val="46"/>
                              </w:rPr>
                              <w:t xml:space="preserve">                EP Rožnov, a.s.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5"/>
                      <wps:cNvSpPr>
                        <a:spLocks/>
                      </wps:cNvSpPr>
                      <wps:spPr bwMode="auto">
                        <a:xfrm>
                          <a:off x="1660" y="1118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6"/>
                      <wps:cNvSpPr>
                        <a:spLocks/>
                      </wps:cNvSpPr>
                      <wps:spPr bwMode="auto">
                        <a:xfrm>
                          <a:off x="172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7"/>
                      <wps:cNvSpPr>
                        <a:spLocks/>
                      </wps:cNvSpPr>
                      <wps:spPr bwMode="auto">
                        <a:xfrm>
                          <a:off x="1660" y="1108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"/>
                      <wps:cNvSpPr>
                        <a:spLocks/>
                      </wps:cNvSpPr>
                      <wps:spPr bwMode="auto">
                        <a:xfrm>
                          <a:off x="182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9"/>
                      <wps:cNvSpPr>
                        <a:spLocks/>
                      </wps:cNvSpPr>
                      <wps:spPr bwMode="auto">
                        <a:xfrm>
                          <a:off x="1660" y="1098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0"/>
                      <wps:cNvSpPr>
                        <a:spLocks/>
                      </wps:cNvSpPr>
                      <wps:spPr bwMode="auto">
                        <a:xfrm>
                          <a:off x="1920" y="15483"/>
                          <a:ext cx="52" cy="48"/>
                        </a:xfrm>
                        <a:custGeom>
                          <a:avLst/>
                          <a:gdLst>
                            <a:gd name="T0" fmla="*/ 28 w 52"/>
                            <a:gd name="T1" fmla="*/ 0 h 48"/>
                            <a:gd name="T2" fmla="*/ 33 w 52"/>
                            <a:gd name="T3" fmla="*/ 5 h 48"/>
                            <a:gd name="T4" fmla="*/ 43 w 52"/>
                            <a:gd name="T5" fmla="*/ 10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43 h 48"/>
                            <a:gd name="T14" fmla="*/ 33 w 52"/>
                            <a:gd name="T15" fmla="*/ 48 h 48"/>
                            <a:gd name="T16" fmla="*/ 28 w 52"/>
                            <a:gd name="T17" fmla="*/ 48 h 48"/>
                            <a:gd name="T18" fmla="*/ 19 w 52"/>
                            <a:gd name="T19" fmla="*/ 48 h 48"/>
                            <a:gd name="T20" fmla="*/ 9 w 52"/>
                            <a:gd name="T21" fmla="*/ 43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10 h 48"/>
                            <a:gd name="T30" fmla="*/ 19 w 52"/>
                            <a:gd name="T31" fmla="*/ 5 h 48"/>
                            <a:gd name="T32" fmla="*/ 28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8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8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9" y="5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1"/>
                      <wps:cNvSpPr>
                        <a:spLocks/>
                      </wps:cNvSpPr>
                      <wps:spPr bwMode="auto">
                        <a:xfrm>
                          <a:off x="1660" y="1089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2"/>
                      <wps:cNvSpPr>
                        <a:spLocks/>
                      </wps:cNvSpPr>
                      <wps:spPr bwMode="auto">
                        <a:xfrm>
                          <a:off x="202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3"/>
                      <wps:cNvSpPr>
                        <a:spLocks/>
                      </wps:cNvSpPr>
                      <wps:spPr bwMode="auto">
                        <a:xfrm>
                          <a:off x="1660" y="10792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20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20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4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4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20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20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4"/>
                      <wps:cNvSpPr>
                        <a:spLocks/>
                      </wps:cNvSpPr>
                      <wps:spPr bwMode="auto">
                        <a:xfrm>
                          <a:off x="324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5"/>
                      <wps:cNvSpPr>
                        <a:spLocks/>
                      </wps:cNvSpPr>
                      <wps:spPr bwMode="auto">
                        <a:xfrm>
                          <a:off x="211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6"/>
                      <wps:cNvSpPr>
                        <a:spLocks/>
                      </wps:cNvSpPr>
                      <wps:spPr bwMode="auto">
                        <a:xfrm>
                          <a:off x="1660" y="1547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"/>
                      <wps:cNvSpPr>
                        <a:spLocks/>
                      </wps:cNvSpPr>
                      <wps:spPr bwMode="auto">
                        <a:xfrm>
                          <a:off x="1660" y="1069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"/>
                      <wps:cNvSpPr>
                        <a:spLocks/>
                      </wps:cNvSpPr>
                      <wps:spPr bwMode="auto">
                        <a:xfrm>
                          <a:off x="334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9"/>
                      <wps:cNvSpPr>
                        <a:spLocks/>
                      </wps:cNvSpPr>
                      <wps:spPr bwMode="auto">
                        <a:xfrm>
                          <a:off x="221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"/>
                      <wps:cNvSpPr>
                        <a:spLocks/>
                      </wps:cNvSpPr>
                      <wps:spPr bwMode="auto">
                        <a:xfrm>
                          <a:off x="1660" y="15373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1"/>
                      <wps:cNvSpPr>
                        <a:spLocks/>
                      </wps:cNvSpPr>
                      <wps:spPr bwMode="auto">
                        <a:xfrm>
                          <a:off x="1660" y="106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2"/>
                      <wps:cNvSpPr>
                        <a:spLocks/>
                      </wps:cNvSpPr>
                      <wps:spPr bwMode="auto">
                        <a:xfrm>
                          <a:off x="343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3"/>
                      <wps:cNvSpPr>
                        <a:spLocks/>
                      </wps:cNvSpPr>
                      <wps:spPr bwMode="auto">
                        <a:xfrm>
                          <a:off x="230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4"/>
                      <wps:cNvSpPr>
                        <a:spLocks/>
                      </wps:cNvSpPr>
                      <wps:spPr bwMode="auto">
                        <a:xfrm>
                          <a:off x="1660" y="1527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5"/>
                      <wps:cNvSpPr>
                        <a:spLocks/>
                      </wps:cNvSpPr>
                      <wps:spPr bwMode="auto">
                        <a:xfrm>
                          <a:off x="1660" y="1050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6"/>
                      <wps:cNvSpPr>
                        <a:spLocks/>
                      </wps:cNvSpPr>
                      <wps:spPr bwMode="auto">
                        <a:xfrm>
                          <a:off x="3534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3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3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9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7"/>
                      <wps:cNvSpPr>
                        <a:spLocks/>
                      </wps:cNvSpPr>
                      <wps:spPr bwMode="auto">
                        <a:xfrm>
                          <a:off x="240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8"/>
                      <wps:cNvSpPr>
                        <a:spLocks/>
                      </wps:cNvSpPr>
                      <wps:spPr bwMode="auto">
                        <a:xfrm>
                          <a:off x="1660" y="1518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9"/>
                      <wps:cNvSpPr>
                        <a:spLocks/>
                      </wps:cNvSpPr>
                      <wps:spPr bwMode="auto">
                        <a:xfrm>
                          <a:off x="1660" y="1040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0"/>
                      <wps:cNvSpPr>
                        <a:spLocks/>
                      </wps:cNvSpPr>
                      <wps:spPr bwMode="auto">
                        <a:xfrm>
                          <a:off x="363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1"/>
                      <wps:cNvSpPr>
                        <a:spLocks/>
                      </wps:cNvSpPr>
                      <wps:spPr bwMode="auto">
                        <a:xfrm>
                          <a:off x="250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2"/>
                      <wps:cNvSpPr>
                        <a:spLocks/>
                      </wps:cNvSpPr>
                      <wps:spPr bwMode="auto">
                        <a:xfrm>
                          <a:off x="1660" y="1508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3"/>
                      <wps:cNvSpPr>
                        <a:spLocks/>
                      </wps:cNvSpPr>
                      <wps:spPr bwMode="auto">
                        <a:xfrm>
                          <a:off x="1660" y="1030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4"/>
                      <wps:cNvSpPr>
                        <a:spLocks/>
                      </wps:cNvSpPr>
                      <wps:spPr bwMode="auto">
                        <a:xfrm>
                          <a:off x="3731" y="1723"/>
                          <a:ext cx="47" cy="48"/>
                        </a:xfrm>
                        <a:custGeom>
                          <a:avLst/>
                          <a:gdLst>
                            <a:gd name="T0" fmla="*/ 24 w 47"/>
                            <a:gd name="T1" fmla="*/ 0 h 48"/>
                            <a:gd name="T2" fmla="*/ 33 w 47"/>
                            <a:gd name="T3" fmla="*/ 0 h 48"/>
                            <a:gd name="T4" fmla="*/ 38 w 47"/>
                            <a:gd name="T5" fmla="*/ 5 h 48"/>
                            <a:gd name="T6" fmla="*/ 47 w 47"/>
                            <a:gd name="T7" fmla="*/ 14 h 48"/>
                            <a:gd name="T8" fmla="*/ 47 w 47"/>
                            <a:gd name="T9" fmla="*/ 24 h 48"/>
                            <a:gd name="T10" fmla="*/ 47 w 47"/>
                            <a:gd name="T11" fmla="*/ 34 h 48"/>
                            <a:gd name="T12" fmla="*/ 38 w 47"/>
                            <a:gd name="T13" fmla="*/ 38 h 48"/>
                            <a:gd name="T14" fmla="*/ 33 w 47"/>
                            <a:gd name="T15" fmla="*/ 43 h 48"/>
                            <a:gd name="T16" fmla="*/ 24 w 47"/>
                            <a:gd name="T17" fmla="*/ 48 h 48"/>
                            <a:gd name="T18" fmla="*/ 14 w 47"/>
                            <a:gd name="T19" fmla="*/ 43 h 48"/>
                            <a:gd name="T20" fmla="*/ 4 w 47"/>
                            <a:gd name="T21" fmla="*/ 38 h 48"/>
                            <a:gd name="T22" fmla="*/ 0 w 47"/>
                            <a:gd name="T23" fmla="*/ 34 h 48"/>
                            <a:gd name="T24" fmla="*/ 0 w 47"/>
                            <a:gd name="T25" fmla="*/ 24 h 48"/>
                            <a:gd name="T26" fmla="*/ 0 w 47"/>
                            <a:gd name="T27" fmla="*/ 14 h 48"/>
                            <a:gd name="T28" fmla="*/ 4 w 47"/>
                            <a:gd name="T29" fmla="*/ 5 h 48"/>
                            <a:gd name="T30" fmla="*/ 14 w 47"/>
                            <a:gd name="T31" fmla="*/ 0 h 48"/>
                            <a:gd name="T32" fmla="*/ 24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7" y="14"/>
                              </a:lnTo>
                              <a:lnTo>
                                <a:pt x="47" y="24"/>
                              </a:lnTo>
                              <a:lnTo>
                                <a:pt x="47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5"/>
                      <wps:cNvSpPr>
                        <a:spLocks/>
                      </wps:cNvSpPr>
                      <wps:spPr bwMode="auto">
                        <a:xfrm>
                          <a:off x="260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6"/>
                      <wps:cNvSpPr>
                        <a:spLocks/>
                      </wps:cNvSpPr>
                      <wps:spPr bwMode="auto">
                        <a:xfrm>
                          <a:off x="1660" y="1498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7"/>
                      <wps:cNvSpPr>
                        <a:spLocks/>
                      </wps:cNvSpPr>
                      <wps:spPr bwMode="auto">
                        <a:xfrm>
                          <a:off x="1660" y="1021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8"/>
                      <wps:cNvSpPr>
                        <a:spLocks/>
                      </wps:cNvSpPr>
                      <wps:spPr bwMode="auto">
                        <a:xfrm>
                          <a:off x="382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9"/>
                      <wps:cNvSpPr>
                        <a:spLocks/>
                      </wps:cNvSpPr>
                      <wps:spPr bwMode="auto">
                        <a:xfrm>
                          <a:off x="269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0"/>
                      <wps:cNvSpPr>
                        <a:spLocks/>
                      </wps:cNvSpPr>
                      <wps:spPr bwMode="auto">
                        <a:xfrm>
                          <a:off x="1660" y="14889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4 h 47"/>
                            <a:gd name="T2" fmla="*/ 0 w 48"/>
                            <a:gd name="T3" fmla="*/ 14 h 47"/>
                            <a:gd name="T4" fmla="*/ 5 w 48"/>
                            <a:gd name="T5" fmla="*/ 9 h 47"/>
                            <a:gd name="T6" fmla="*/ 14 w 48"/>
                            <a:gd name="T7" fmla="*/ 4 h 47"/>
                            <a:gd name="T8" fmla="*/ 24 w 48"/>
                            <a:gd name="T9" fmla="*/ 0 h 47"/>
                            <a:gd name="T10" fmla="*/ 34 w 48"/>
                            <a:gd name="T11" fmla="*/ 4 h 47"/>
                            <a:gd name="T12" fmla="*/ 38 w 48"/>
                            <a:gd name="T13" fmla="*/ 9 h 47"/>
                            <a:gd name="T14" fmla="*/ 43 w 48"/>
                            <a:gd name="T15" fmla="*/ 14 h 47"/>
                            <a:gd name="T16" fmla="*/ 48 w 48"/>
                            <a:gd name="T17" fmla="*/ 24 h 47"/>
                            <a:gd name="T18" fmla="*/ 43 w 48"/>
                            <a:gd name="T19" fmla="*/ 33 h 47"/>
                            <a:gd name="T20" fmla="*/ 38 w 48"/>
                            <a:gd name="T21" fmla="*/ 43 h 47"/>
                            <a:gd name="T22" fmla="*/ 34 w 48"/>
                            <a:gd name="T23" fmla="*/ 47 h 47"/>
                            <a:gd name="T24" fmla="*/ 24 w 48"/>
                            <a:gd name="T25" fmla="*/ 47 h 47"/>
                            <a:gd name="T26" fmla="*/ 14 w 48"/>
                            <a:gd name="T27" fmla="*/ 47 h 47"/>
                            <a:gd name="T28" fmla="*/ 5 w 48"/>
                            <a:gd name="T29" fmla="*/ 43 h 47"/>
                            <a:gd name="T30" fmla="*/ 0 w 48"/>
                            <a:gd name="T31" fmla="*/ 33 h 47"/>
                            <a:gd name="T32" fmla="*/ 0 w 48"/>
                            <a:gd name="T33" fmla="*/ 24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7"/>
                              </a:lnTo>
                              <a:lnTo>
                                <a:pt x="24" y="47"/>
                              </a:lnTo>
                              <a:lnTo>
                                <a:pt x="14" y="47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1"/>
                      <wps:cNvSpPr>
                        <a:spLocks/>
                      </wps:cNvSpPr>
                      <wps:spPr bwMode="auto">
                        <a:xfrm>
                          <a:off x="1660" y="1011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2"/>
                      <wps:cNvSpPr>
                        <a:spLocks/>
                      </wps:cNvSpPr>
                      <wps:spPr bwMode="auto">
                        <a:xfrm>
                          <a:off x="392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3"/>
                      <wps:cNvSpPr>
                        <a:spLocks/>
                      </wps:cNvSpPr>
                      <wps:spPr bwMode="auto">
                        <a:xfrm>
                          <a:off x="279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4"/>
                      <wps:cNvSpPr>
                        <a:spLocks/>
                      </wps:cNvSpPr>
                      <wps:spPr bwMode="auto">
                        <a:xfrm>
                          <a:off x="1660" y="1479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5"/>
                      <wps:cNvSpPr>
                        <a:spLocks/>
                      </wps:cNvSpPr>
                      <wps:spPr bwMode="auto">
                        <a:xfrm>
                          <a:off x="1660" y="1002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6"/>
                      <wps:cNvSpPr>
                        <a:spLocks/>
                      </wps:cNvSpPr>
                      <wps:spPr bwMode="auto">
                        <a:xfrm>
                          <a:off x="4018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9 w 53"/>
                            <a:gd name="T3" fmla="*/ 0 h 48"/>
                            <a:gd name="T4" fmla="*/ 44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4 w 53"/>
                            <a:gd name="T13" fmla="*/ 38 h 48"/>
                            <a:gd name="T14" fmla="*/ 39 w 53"/>
                            <a:gd name="T15" fmla="*/ 43 h 48"/>
                            <a:gd name="T16" fmla="*/ 29 w 53"/>
                            <a:gd name="T17" fmla="*/ 48 h 48"/>
                            <a:gd name="T18" fmla="*/ 20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20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9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9" y="43"/>
                              </a:lnTo>
                              <a:lnTo>
                                <a:pt x="29" y="48"/>
                              </a:lnTo>
                              <a:lnTo>
                                <a:pt x="20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20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7"/>
                      <wps:cNvSpPr>
                        <a:spLocks/>
                      </wps:cNvSpPr>
                      <wps:spPr bwMode="auto">
                        <a:xfrm>
                          <a:off x="289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48"/>
                      <wps:cNvSpPr>
                        <a:spLocks/>
                      </wps:cNvSpPr>
                      <wps:spPr bwMode="auto">
                        <a:xfrm>
                          <a:off x="1660" y="1469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9"/>
                      <wps:cNvSpPr>
                        <a:spLocks/>
                      </wps:cNvSpPr>
                      <wps:spPr bwMode="auto">
                        <a:xfrm>
                          <a:off x="1660" y="992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0"/>
                      <wps:cNvSpPr>
                        <a:spLocks/>
                      </wps:cNvSpPr>
                      <wps:spPr bwMode="auto">
                        <a:xfrm>
                          <a:off x="411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1"/>
                      <wps:cNvSpPr>
                        <a:spLocks/>
                      </wps:cNvSpPr>
                      <wps:spPr bwMode="auto">
                        <a:xfrm>
                          <a:off x="298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2"/>
                      <wps:cNvSpPr>
                        <a:spLocks/>
                      </wps:cNvSpPr>
                      <wps:spPr bwMode="auto">
                        <a:xfrm>
                          <a:off x="1660" y="146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3"/>
                      <wps:cNvSpPr>
                        <a:spLocks/>
                      </wps:cNvSpPr>
                      <wps:spPr bwMode="auto">
                        <a:xfrm>
                          <a:off x="1660" y="982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4"/>
                      <wps:cNvSpPr>
                        <a:spLocks/>
                      </wps:cNvSpPr>
                      <wps:spPr bwMode="auto">
                        <a:xfrm>
                          <a:off x="421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5"/>
                      <wps:cNvSpPr>
                        <a:spLocks/>
                      </wps:cNvSpPr>
                      <wps:spPr bwMode="auto">
                        <a:xfrm>
                          <a:off x="308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6"/>
                      <wps:cNvSpPr>
                        <a:spLocks/>
                      </wps:cNvSpPr>
                      <wps:spPr bwMode="auto">
                        <a:xfrm>
                          <a:off x="1660" y="1450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57"/>
                      <wps:cNvSpPr>
                        <a:spLocks/>
                      </wps:cNvSpPr>
                      <wps:spPr bwMode="auto">
                        <a:xfrm>
                          <a:off x="1660" y="972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58"/>
                      <wps:cNvSpPr>
                        <a:spLocks/>
                      </wps:cNvSpPr>
                      <wps:spPr bwMode="auto">
                        <a:xfrm>
                          <a:off x="431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59"/>
                      <wps:cNvSpPr>
                        <a:spLocks/>
                      </wps:cNvSpPr>
                      <wps:spPr bwMode="auto">
                        <a:xfrm>
                          <a:off x="318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0"/>
                      <wps:cNvSpPr>
                        <a:spLocks/>
                      </wps:cNvSpPr>
                      <wps:spPr bwMode="auto">
                        <a:xfrm>
                          <a:off x="1660" y="1439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1"/>
                      <wps:cNvSpPr>
                        <a:spLocks/>
                      </wps:cNvSpPr>
                      <wps:spPr bwMode="auto">
                        <a:xfrm>
                          <a:off x="1660" y="1389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2"/>
                      <wps:cNvSpPr>
                        <a:spLocks/>
                      </wps:cNvSpPr>
                      <wps:spPr bwMode="auto">
                        <a:xfrm>
                          <a:off x="1660" y="963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3"/>
                      <wps:cNvSpPr>
                        <a:spLocks/>
                      </wps:cNvSpPr>
                      <wps:spPr bwMode="auto">
                        <a:xfrm>
                          <a:off x="440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4"/>
                      <wps:cNvSpPr>
                        <a:spLocks/>
                      </wps:cNvSpPr>
                      <wps:spPr bwMode="auto">
                        <a:xfrm>
                          <a:off x="327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5"/>
                      <wps:cNvSpPr>
                        <a:spLocks/>
                      </wps:cNvSpPr>
                      <wps:spPr bwMode="auto">
                        <a:xfrm>
                          <a:off x="1660" y="1429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6"/>
                      <wps:cNvSpPr>
                        <a:spLocks/>
                      </wps:cNvSpPr>
                      <wps:spPr bwMode="auto">
                        <a:xfrm>
                          <a:off x="1660" y="1380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67"/>
                      <wps:cNvSpPr>
                        <a:spLocks/>
                      </wps:cNvSpPr>
                      <wps:spPr bwMode="auto">
                        <a:xfrm>
                          <a:off x="1660" y="953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68"/>
                      <wps:cNvSpPr>
                        <a:spLocks/>
                      </wps:cNvSpPr>
                      <wps:spPr bwMode="auto">
                        <a:xfrm>
                          <a:off x="450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69"/>
                      <wps:cNvSpPr>
                        <a:spLocks/>
                      </wps:cNvSpPr>
                      <wps:spPr bwMode="auto">
                        <a:xfrm>
                          <a:off x="337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70"/>
                      <wps:cNvSpPr>
                        <a:spLocks/>
                      </wps:cNvSpPr>
                      <wps:spPr bwMode="auto">
                        <a:xfrm>
                          <a:off x="1660" y="1419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1"/>
                      <wps:cNvSpPr>
                        <a:spLocks/>
                      </wps:cNvSpPr>
                      <wps:spPr bwMode="auto">
                        <a:xfrm>
                          <a:off x="1660" y="1370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2"/>
                      <wps:cNvSpPr>
                        <a:spLocks/>
                      </wps:cNvSpPr>
                      <wps:spPr bwMode="auto">
                        <a:xfrm>
                          <a:off x="1660" y="9435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9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9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9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9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3"/>
                      <wps:cNvSpPr>
                        <a:spLocks/>
                      </wps:cNvSpPr>
                      <wps:spPr bwMode="auto">
                        <a:xfrm>
                          <a:off x="460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4"/>
                      <wps:cNvSpPr>
                        <a:spLocks/>
                      </wps:cNvSpPr>
                      <wps:spPr bwMode="auto">
                        <a:xfrm>
                          <a:off x="347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75"/>
                      <wps:cNvSpPr>
                        <a:spLocks/>
                      </wps:cNvSpPr>
                      <wps:spPr bwMode="auto">
                        <a:xfrm>
                          <a:off x="1660" y="14097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5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5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76"/>
                      <wps:cNvSpPr>
                        <a:spLocks/>
                      </wps:cNvSpPr>
                      <wps:spPr bwMode="auto">
                        <a:xfrm>
                          <a:off x="1660" y="1360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77"/>
                      <wps:cNvSpPr>
                        <a:spLocks/>
                      </wps:cNvSpPr>
                      <wps:spPr bwMode="auto">
                        <a:xfrm>
                          <a:off x="1660" y="933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78"/>
                      <wps:cNvSpPr>
                        <a:spLocks/>
                      </wps:cNvSpPr>
                      <wps:spPr bwMode="auto">
                        <a:xfrm>
                          <a:off x="470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79"/>
                      <wps:cNvSpPr>
                        <a:spLocks/>
                      </wps:cNvSpPr>
                      <wps:spPr bwMode="auto">
                        <a:xfrm>
                          <a:off x="357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80"/>
                      <wps:cNvSpPr>
                        <a:spLocks/>
                      </wps:cNvSpPr>
                      <wps:spPr bwMode="auto">
                        <a:xfrm>
                          <a:off x="1660" y="140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81"/>
                      <wps:cNvSpPr>
                        <a:spLocks/>
                      </wps:cNvSpPr>
                      <wps:spPr bwMode="auto">
                        <a:xfrm>
                          <a:off x="1660" y="1350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82"/>
                      <wps:cNvSpPr>
                        <a:spLocks/>
                      </wps:cNvSpPr>
                      <wps:spPr bwMode="auto">
                        <a:xfrm>
                          <a:off x="1660" y="924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83"/>
                      <wps:cNvSpPr>
                        <a:spLocks/>
                      </wps:cNvSpPr>
                      <wps:spPr bwMode="auto">
                        <a:xfrm>
                          <a:off x="4796" y="1723"/>
                          <a:ext cx="47" cy="48"/>
                        </a:xfrm>
                        <a:custGeom>
                          <a:avLst/>
                          <a:gdLst>
                            <a:gd name="T0" fmla="*/ 23 w 47"/>
                            <a:gd name="T1" fmla="*/ 0 h 48"/>
                            <a:gd name="T2" fmla="*/ 33 w 47"/>
                            <a:gd name="T3" fmla="*/ 0 h 48"/>
                            <a:gd name="T4" fmla="*/ 43 w 47"/>
                            <a:gd name="T5" fmla="*/ 5 h 48"/>
                            <a:gd name="T6" fmla="*/ 47 w 47"/>
                            <a:gd name="T7" fmla="*/ 14 h 48"/>
                            <a:gd name="T8" fmla="*/ 47 w 47"/>
                            <a:gd name="T9" fmla="*/ 24 h 48"/>
                            <a:gd name="T10" fmla="*/ 47 w 47"/>
                            <a:gd name="T11" fmla="*/ 34 h 48"/>
                            <a:gd name="T12" fmla="*/ 43 w 47"/>
                            <a:gd name="T13" fmla="*/ 38 h 48"/>
                            <a:gd name="T14" fmla="*/ 33 w 47"/>
                            <a:gd name="T15" fmla="*/ 43 h 48"/>
                            <a:gd name="T16" fmla="*/ 23 w 47"/>
                            <a:gd name="T17" fmla="*/ 48 h 48"/>
                            <a:gd name="T18" fmla="*/ 14 w 47"/>
                            <a:gd name="T19" fmla="*/ 43 h 48"/>
                            <a:gd name="T20" fmla="*/ 9 w 47"/>
                            <a:gd name="T21" fmla="*/ 38 h 48"/>
                            <a:gd name="T22" fmla="*/ 4 w 47"/>
                            <a:gd name="T23" fmla="*/ 34 h 48"/>
                            <a:gd name="T24" fmla="*/ 0 w 47"/>
                            <a:gd name="T25" fmla="*/ 24 h 48"/>
                            <a:gd name="T26" fmla="*/ 4 w 47"/>
                            <a:gd name="T27" fmla="*/ 14 h 48"/>
                            <a:gd name="T28" fmla="*/ 9 w 47"/>
                            <a:gd name="T29" fmla="*/ 5 h 48"/>
                            <a:gd name="T30" fmla="*/ 14 w 47"/>
                            <a:gd name="T31" fmla="*/ 0 h 48"/>
                            <a:gd name="T32" fmla="*/ 23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3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7" y="14"/>
                              </a:lnTo>
                              <a:lnTo>
                                <a:pt x="47" y="24"/>
                              </a:lnTo>
                              <a:lnTo>
                                <a:pt x="47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3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84"/>
                      <wps:cNvSpPr>
                        <a:spLocks/>
                      </wps:cNvSpPr>
                      <wps:spPr bwMode="auto">
                        <a:xfrm>
                          <a:off x="366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85"/>
                      <wps:cNvSpPr>
                        <a:spLocks/>
                      </wps:cNvSpPr>
                      <wps:spPr bwMode="auto">
                        <a:xfrm>
                          <a:off x="1660" y="1341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86"/>
                      <wps:cNvSpPr>
                        <a:spLocks/>
                      </wps:cNvSpPr>
                      <wps:spPr bwMode="auto">
                        <a:xfrm>
                          <a:off x="1660" y="914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87"/>
                      <wps:cNvSpPr>
                        <a:spLocks/>
                      </wps:cNvSpPr>
                      <wps:spPr bwMode="auto">
                        <a:xfrm>
                          <a:off x="489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88"/>
                      <wps:cNvSpPr>
                        <a:spLocks/>
                      </wps:cNvSpPr>
                      <wps:spPr bwMode="auto">
                        <a:xfrm>
                          <a:off x="3762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3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3 w 53"/>
                            <a:gd name="T15" fmla="*/ 48 h 48"/>
                            <a:gd name="T16" fmla="*/ 24 w 53"/>
                            <a:gd name="T17" fmla="*/ 48 h 48"/>
                            <a:gd name="T18" fmla="*/ 14 w 53"/>
                            <a:gd name="T19" fmla="*/ 48 h 48"/>
                            <a:gd name="T20" fmla="*/ 9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10 h 48"/>
                            <a:gd name="T30" fmla="*/ 14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89"/>
                      <wps:cNvSpPr>
                        <a:spLocks/>
                      </wps:cNvSpPr>
                      <wps:spPr bwMode="auto">
                        <a:xfrm>
                          <a:off x="1660" y="1331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90"/>
                      <wps:cNvSpPr>
                        <a:spLocks/>
                      </wps:cNvSpPr>
                      <wps:spPr bwMode="auto">
                        <a:xfrm>
                          <a:off x="1660" y="905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91"/>
                      <wps:cNvSpPr>
                        <a:spLocks/>
                      </wps:cNvSpPr>
                      <wps:spPr bwMode="auto">
                        <a:xfrm>
                          <a:off x="499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92"/>
                      <wps:cNvSpPr>
                        <a:spLocks/>
                      </wps:cNvSpPr>
                      <wps:spPr bwMode="auto">
                        <a:xfrm>
                          <a:off x="3863" y="15483"/>
                          <a:ext cx="47" cy="48"/>
                        </a:xfrm>
                        <a:custGeom>
                          <a:avLst/>
                          <a:gdLst>
                            <a:gd name="T0" fmla="*/ 23 w 47"/>
                            <a:gd name="T1" fmla="*/ 0 h 48"/>
                            <a:gd name="T2" fmla="*/ 33 w 47"/>
                            <a:gd name="T3" fmla="*/ 5 h 48"/>
                            <a:gd name="T4" fmla="*/ 38 w 47"/>
                            <a:gd name="T5" fmla="*/ 10 h 48"/>
                            <a:gd name="T6" fmla="*/ 43 w 47"/>
                            <a:gd name="T7" fmla="*/ 14 h 48"/>
                            <a:gd name="T8" fmla="*/ 47 w 47"/>
                            <a:gd name="T9" fmla="*/ 24 h 48"/>
                            <a:gd name="T10" fmla="*/ 43 w 47"/>
                            <a:gd name="T11" fmla="*/ 34 h 48"/>
                            <a:gd name="T12" fmla="*/ 38 w 47"/>
                            <a:gd name="T13" fmla="*/ 43 h 48"/>
                            <a:gd name="T14" fmla="*/ 33 w 47"/>
                            <a:gd name="T15" fmla="*/ 48 h 48"/>
                            <a:gd name="T16" fmla="*/ 23 w 47"/>
                            <a:gd name="T17" fmla="*/ 48 h 48"/>
                            <a:gd name="T18" fmla="*/ 14 w 47"/>
                            <a:gd name="T19" fmla="*/ 48 h 48"/>
                            <a:gd name="T20" fmla="*/ 4 w 47"/>
                            <a:gd name="T21" fmla="*/ 43 h 48"/>
                            <a:gd name="T22" fmla="*/ 0 w 47"/>
                            <a:gd name="T23" fmla="*/ 34 h 48"/>
                            <a:gd name="T24" fmla="*/ 0 w 47"/>
                            <a:gd name="T25" fmla="*/ 24 h 48"/>
                            <a:gd name="T26" fmla="*/ 0 w 47"/>
                            <a:gd name="T27" fmla="*/ 14 h 48"/>
                            <a:gd name="T28" fmla="*/ 4 w 47"/>
                            <a:gd name="T29" fmla="*/ 10 h 48"/>
                            <a:gd name="T30" fmla="*/ 14 w 47"/>
                            <a:gd name="T31" fmla="*/ 5 h 48"/>
                            <a:gd name="T32" fmla="*/ 23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3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7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3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93"/>
                      <wps:cNvSpPr>
                        <a:spLocks/>
                      </wps:cNvSpPr>
                      <wps:spPr bwMode="auto">
                        <a:xfrm>
                          <a:off x="1660" y="13215"/>
                          <a:ext cx="48" cy="52"/>
                        </a:xfrm>
                        <a:custGeom>
                          <a:avLst/>
                          <a:gdLst>
                            <a:gd name="T0" fmla="*/ 0 w 48"/>
                            <a:gd name="T1" fmla="*/ 24 h 52"/>
                            <a:gd name="T2" fmla="*/ 0 w 48"/>
                            <a:gd name="T3" fmla="*/ 19 h 52"/>
                            <a:gd name="T4" fmla="*/ 5 w 48"/>
                            <a:gd name="T5" fmla="*/ 9 h 52"/>
                            <a:gd name="T6" fmla="*/ 14 w 48"/>
                            <a:gd name="T7" fmla="*/ 4 h 52"/>
                            <a:gd name="T8" fmla="*/ 24 w 48"/>
                            <a:gd name="T9" fmla="*/ 0 h 52"/>
                            <a:gd name="T10" fmla="*/ 34 w 48"/>
                            <a:gd name="T11" fmla="*/ 4 h 52"/>
                            <a:gd name="T12" fmla="*/ 38 w 48"/>
                            <a:gd name="T13" fmla="*/ 9 h 52"/>
                            <a:gd name="T14" fmla="*/ 43 w 48"/>
                            <a:gd name="T15" fmla="*/ 19 h 52"/>
                            <a:gd name="T16" fmla="*/ 48 w 48"/>
                            <a:gd name="T17" fmla="*/ 24 h 52"/>
                            <a:gd name="T18" fmla="*/ 43 w 48"/>
                            <a:gd name="T19" fmla="*/ 33 h 52"/>
                            <a:gd name="T20" fmla="*/ 38 w 48"/>
                            <a:gd name="T21" fmla="*/ 43 h 52"/>
                            <a:gd name="T22" fmla="*/ 34 w 48"/>
                            <a:gd name="T23" fmla="*/ 48 h 52"/>
                            <a:gd name="T24" fmla="*/ 24 w 48"/>
                            <a:gd name="T25" fmla="*/ 52 h 52"/>
                            <a:gd name="T26" fmla="*/ 14 w 48"/>
                            <a:gd name="T27" fmla="*/ 48 h 52"/>
                            <a:gd name="T28" fmla="*/ 5 w 48"/>
                            <a:gd name="T29" fmla="*/ 43 h 52"/>
                            <a:gd name="T30" fmla="*/ 0 w 48"/>
                            <a:gd name="T31" fmla="*/ 33 h 52"/>
                            <a:gd name="T32" fmla="*/ 0 w 48"/>
                            <a:gd name="T33" fmla="*/ 24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2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2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Freeform 94"/>
                      <wps:cNvSpPr>
                        <a:spLocks/>
                      </wps:cNvSpPr>
                      <wps:spPr bwMode="auto">
                        <a:xfrm>
                          <a:off x="1660" y="8951"/>
                          <a:ext cx="48" cy="52"/>
                        </a:xfrm>
                        <a:custGeom>
                          <a:avLst/>
                          <a:gdLst>
                            <a:gd name="T0" fmla="*/ 0 w 48"/>
                            <a:gd name="T1" fmla="*/ 24 h 52"/>
                            <a:gd name="T2" fmla="*/ 0 w 48"/>
                            <a:gd name="T3" fmla="*/ 14 h 52"/>
                            <a:gd name="T4" fmla="*/ 5 w 48"/>
                            <a:gd name="T5" fmla="*/ 9 h 52"/>
                            <a:gd name="T6" fmla="*/ 14 w 48"/>
                            <a:gd name="T7" fmla="*/ 4 h 52"/>
                            <a:gd name="T8" fmla="*/ 24 w 48"/>
                            <a:gd name="T9" fmla="*/ 0 h 52"/>
                            <a:gd name="T10" fmla="*/ 34 w 48"/>
                            <a:gd name="T11" fmla="*/ 4 h 52"/>
                            <a:gd name="T12" fmla="*/ 38 w 48"/>
                            <a:gd name="T13" fmla="*/ 9 h 52"/>
                            <a:gd name="T14" fmla="*/ 43 w 48"/>
                            <a:gd name="T15" fmla="*/ 14 h 52"/>
                            <a:gd name="T16" fmla="*/ 48 w 48"/>
                            <a:gd name="T17" fmla="*/ 24 h 52"/>
                            <a:gd name="T18" fmla="*/ 43 w 48"/>
                            <a:gd name="T19" fmla="*/ 33 h 52"/>
                            <a:gd name="T20" fmla="*/ 38 w 48"/>
                            <a:gd name="T21" fmla="*/ 43 h 52"/>
                            <a:gd name="T22" fmla="*/ 34 w 48"/>
                            <a:gd name="T23" fmla="*/ 48 h 52"/>
                            <a:gd name="T24" fmla="*/ 24 w 48"/>
                            <a:gd name="T25" fmla="*/ 52 h 52"/>
                            <a:gd name="T26" fmla="*/ 14 w 48"/>
                            <a:gd name="T27" fmla="*/ 48 h 52"/>
                            <a:gd name="T28" fmla="*/ 5 w 48"/>
                            <a:gd name="T29" fmla="*/ 43 h 52"/>
                            <a:gd name="T30" fmla="*/ 0 w 48"/>
                            <a:gd name="T31" fmla="*/ 33 h 52"/>
                            <a:gd name="T32" fmla="*/ 0 w 48"/>
                            <a:gd name="T33" fmla="*/ 24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2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2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95"/>
                      <wps:cNvSpPr>
                        <a:spLocks/>
                      </wps:cNvSpPr>
                      <wps:spPr bwMode="auto">
                        <a:xfrm>
                          <a:off x="508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96"/>
                      <wps:cNvSpPr>
                        <a:spLocks/>
                      </wps:cNvSpPr>
                      <wps:spPr bwMode="auto">
                        <a:xfrm>
                          <a:off x="395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97"/>
                      <wps:cNvSpPr>
                        <a:spLocks/>
                      </wps:cNvSpPr>
                      <wps:spPr bwMode="auto">
                        <a:xfrm>
                          <a:off x="1660" y="1311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98"/>
                      <wps:cNvSpPr>
                        <a:spLocks/>
                      </wps:cNvSpPr>
                      <wps:spPr bwMode="auto">
                        <a:xfrm>
                          <a:off x="1660" y="885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Freeform 99"/>
                      <wps:cNvSpPr>
                        <a:spLocks/>
                      </wps:cNvSpPr>
                      <wps:spPr bwMode="auto">
                        <a:xfrm>
                          <a:off x="518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100"/>
                      <wps:cNvSpPr>
                        <a:spLocks/>
                      </wps:cNvSpPr>
                      <wps:spPr bwMode="auto">
                        <a:xfrm>
                          <a:off x="405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Freeform 101"/>
                      <wps:cNvSpPr>
                        <a:spLocks/>
                      </wps:cNvSpPr>
                      <wps:spPr bwMode="auto">
                        <a:xfrm>
                          <a:off x="1660" y="1302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Freeform 102"/>
                      <wps:cNvSpPr>
                        <a:spLocks/>
                      </wps:cNvSpPr>
                      <wps:spPr bwMode="auto">
                        <a:xfrm>
                          <a:off x="1660" y="875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Freeform 103"/>
                      <wps:cNvSpPr>
                        <a:spLocks/>
                      </wps:cNvSpPr>
                      <wps:spPr bwMode="auto">
                        <a:xfrm>
                          <a:off x="528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Freeform 104"/>
                      <wps:cNvSpPr>
                        <a:spLocks/>
                      </wps:cNvSpPr>
                      <wps:spPr bwMode="auto">
                        <a:xfrm>
                          <a:off x="415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Freeform 105"/>
                      <wps:cNvSpPr>
                        <a:spLocks/>
                      </wps:cNvSpPr>
                      <wps:spPr bwMode="auto">
                        <a:xfrm>
                          <a:off x="1660" y="1292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Freeform 106"/>
                      <wps:cNvSpPr>
                        <a:spLocks/>
                      </wps:cNvSpPr>
                      <wps:spPr bwMode="auto">
                        <a:xfrm>
                          <a:off x="1660" y="866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Freeform 107"/>
                      <wps:cNvSpPr>
                        <a:spLocks/>
                      </wps:cNvSpPr>
                      <wps:spPr bwMode="auto">
                        <a:xfrm>
                          <a:off x="537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108"/>
                      <wps:cNvSpPr>
                        <a:spLocks/>
                      </wps:cNvSpPr>
                      <wps:spPr bwMode="auto">
                        <a:xfrm>
                          <a:off x="4246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4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4 w 53"/>
                            <a:gd name="T15" fmla="*/ 48 h 48"/>
                            <a:gd name="T16" fmla="*/ 24 w 53"/>
                            <a:gd name="T17" fmla="*/ 48 h 48"/>
                            <a:gd name="T18" fmla="*/ 19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19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9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9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Freeform 109"/>
                      <wps:cNvSpPr>
                        <a:spLocks/>
                      </wps:cNvSpPr>
                      <wps:spPr bwMode="auto">
                        <a:xfrm>
                          <a:off x="1660" y="1283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Freeform 110"/>
                      <wps:cNvSpPr>
                        <a:spLocks/>
                      </wps:cNvSpPr>
                      <wps:spPr bwMode="auto">
                        <a:xfrm>
                          <a:off x="1660" y="856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Freeform 111"/>
                      <wps:cNvSpPr>
                        <a:spLocks/>
                      </wps:cNvSpPr>
                      <wps:spPr bwMode="auto">
                        <a:xfrm>
                          <a:off x="547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Freeform 112"/>
                      <wps:cNvSpPr>
                        <a:spLocks/>
                      </wps:cNvSpPr>
                      <wps:spPr bwMode="auto">
                        <a:xfrm>
                          <a:off x="434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Freeform 113"/>
                      <wps:cNvSpPr>
                        <a:spLocks/>
                      </wps:cNvSpPr>
                      <wps:spPr bwMode="auto">
                        <a:xfrm>
                          <a:off x="1660" y="1273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Freeform 114"/>
                      <wps:cNvSpPr>
                        <a:spLocks/>
                      </wps:cNvSpPr>
                      <wps:spPr bwMode="auto">
                        <a:xfrm>
                          <a:off x="1660" y="846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Freeform 115"/>
                      <wps:cNvSpPr>
                        <a:spLocks/>
                      </wps:cNvSpPr>
                      <wps:spPr bwMode="auto">
                        <a:xfrm>
                          <a:off x="557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Freeform 116"/>
                      <wps:cNvSpPr>
                        <a:spLocks/>
                      </wps:cNvSpPr>
                      <wps:spPr bwMode="auto">
                        <a:xfrm>
                          <a:off x="444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Freeform 117"/>
                      <wps:cNvSpPr>
                        <a:spLocks/>
                      </wps:cNvSpPr>
                      <wps:spPr bwMode="auto">
                        <a:xfrm>
                          <a:off x="1660" y="1263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118"/>
                      <wps:cNvSpPr>
                        <a:spLocks/>
                      </wps:cNvSpPr>
                      <wps:spPr bwMode="auto">
                        <a:xfrm>
                          <a:off x="1660" y="837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119"/>
                      <wps:cNvSpPr>
                        <a:spLocks/>
                      </wps:cNvSpPr>
                      <wps:spPr bwMode="auto">
                        <a:xfrm>
                          <a:off x="566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4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4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120"/>
                      <wps:cNvSpPr>
                        <a:spLocks/>
                      </wps:cNvSpPr>
                      <wps:spPr bwMode="auto">
                        <a:xfrm>
                          <a:off x="453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Freeform 121"/>
                      <wps:cNvSpPr>
                        <a:spLocks/>
                      </wps:cNvSpPr>
                      <wps:spPr bwMode="auto">
                        <a:xfrm>
                          <a:off x="1660" y="1253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122"/>
                      <wps:cNvSpPr>
                        <a:spLocks/>
                      </wps:cNvSpPr>
                      <wps:spPr bwMode="auto">
                        <a:xfrm>
                          <a:off x="1660" y="827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Freeform 123"/>
                      <wps:cNvSpPr>
                        <a:spLocks/>
                      </wps:cNvSpPr>
                      <wps:spPr bwMode="auto">
                        <a:xfrm>
                          <a:off x="576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Freeform 124"/>
                      <wps:cNvSpPr>
                        <a:spLocks/>
                      </wps:cNvSpPr>
                      <wps:spPr bwMode="auto">
                        <a:xfrm>
                          <a:off x="463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Freeform 125"/>
                      <wps:cNvSpPr>
                        <a:spLocks/>
                      </wps:cNvSpPr>
                      <wps:spPr bwMode="auto">
                        <a:xfrm>
                          <a:off x="1660" y="1244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Freeform 126"/>
                      <wps:cNvSpPr>
                        <a:spLocks/>
                      </wps:cNvSpPr>
                      <wps:spPr bwMode="auto">
                        <a:xfrm>
                          <a:off x="1660" y="817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Freeform 127"/>
                      <wps:cNvSpPr>
                        <a:spLocks/>
                      </wps:cNvSpPr>
                      <wps:spPr bwMode="auto">
                        <a:xfrm>
                          <a:off x="5861" y="1723"/>
                          <a:ext cx="52" cy="48"/>
                        </a:xfrm>
                        <a:custGeom>
                          <a:avLst/>
                          <a:gdLst>
                            <a:gd name="T0" fmla="*/ 23 w 52"/>
                            <a:gd name="T1" fmla="*/ 0 h 48"/>
                            <a:gd name="T2" fmla="*/ 33 w 52"/>
                            <a:gd name="T3" fmla="*/ 0 h 48"/>
                            <a:gd name="T4" fmla="*/ 43 w 52"/>
                            <a:gd name="T5" fmla="*/ 5 h 48"/>
                            <a:gd name="T6" fmla="*/ 47 w 52"/>
                            <a:gd name="T7" fmla="*/ 14 h 48"/>
                            <a:gd name="T8" fmla="*/ 52 w 52"/>
                            <a:gd name="T9" fmla="*/ 24 h 48"/>
                            <a:gd name="T10" fmla="*/ 47 w 52"/>
                            <a:gd name="T11" fmla="*/ 34 h 48"/>
                            <a:gd name="T12" fmla="*/ 43 w 52"/>
                            <a:gd name="T13" fmla="*/ 38 h 48"/>
                            <a:gd name="T14" fmla="*/ 33 w 52"/>
                            <a:gd name="T15" fmla="*/ 43 h 48"/>
                            <a:gd name="T16" fmla="*/ 23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3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3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7" y="14"/>
                              </a:lnTo>
                              <a:lnTo>
                                <a:pt x="52" y="24"/>
                              </a:lnTo>
                              <a:lnTo>
                                <a:pt x="47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3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Freeform 128"/>
                      <wps:cNvSpPr>
                        <a:spLocks/>
                      </wps:cNvSpPr>
                      <wps:spPr bwMode="auto">
                        <a:xfrm>
                          <a:off x="4731" y="1548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3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3 w 53"/>
                            <a:gd name="T15" fmla="*/ 48 h 48"/>
                            <a:gd name="T16" fmla="*/ 29 w 53"/>
                            <a:gd name="T17" fmla="*/ 48 h 48"/>
                            <a:gd name="T18" fmla="*/ 19 w 53"/>
                            <a:gd name="T19" fmla="*/ 48 h 48"/>
                            <a:gd name="T20" fmla="*/ 9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10 h 48"/>
                            <a:gd name="T30" fmla="*/ 19 w 53"/>
                            <a:gd name="T31" fmla="*/ 5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9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9" y="5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Freeform 129"/>
                      <wps:cNvSpPr>
                        <a:spLocks/>
                      </wps:cNvSpPr>
                      <wps:spPr bwMode="auto">
                        <a:xfrm>
                          <a:off x="1660" y="1234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Freeform 130"/>
                      <wps:cNvSpPr>
                        <a:spLocks/>
                      </wps:cNvSpPr>
                      <wps:spPr bwMode="auto">
                        <a:xfrm>
                          <a:off x="1660" y="8078"/>
                          <a:ext cx="48" cy="52"/>
                        </a:xfrm>
                        <a:custGeom>
                          <a:avLst/>
                          <a:gdLst>
                            <a:gd name="T0" fmla="*/ 0 w 48"/>
                            <a:gd name="T1" fmla="*/ 28 h 52"/>
                            <a:gd name="T2" fmla="*/ 0 w 48"/>
                            <a:gd name="T3" fmla="*/ 19 h 52"/>
                            <a:gd name="T4" fmla="*/ 5 w 48"/>
                            <a:gd name="T5" fmla="*/ 9 h 52"/>
                            <a:gd name="T6" fmla="*/ 14 w 48"/>
                            <a:gd name="T7" fmla="*/ 4 h 52"/>
                            <a:gd name="T8" fmla="*/ 24 w 48"/>
                            <a:gd name="T9" fmla="*/ 0 h 52"/>
                            <a:gd name="T10" fmla="*/ 34 w 48"/>
                            <a:gd name="T11" fmla="*/ 4 h 52"/>
                            <a:gd name="T12" fmla="*/ 38 w 48"/>
                            <a:gd name="T13" fmla="*/ 9 h 52"/>
                            <a:gd name="T14" fmla="*/ 43 w 48"/>
                            <a:gd name="T15" fmla="*/ 19 h 52"/>
                            <a:gd name="T16" fmla="*/ 48 w 48"/>
                            <a:gd name="T17" fmla="*/ 28 h 52"/>
                            <a:gd name="T18" fmla="*/ 43 w 48"/>
                            <a:gd name="T19" fmla="*/ 38 h 52"/>
                            <a:gd name="T20" fmla="*/ 38 w 48"/>
                            <a:gd name="T21" fmla="*/ 43 h 52"/>
                            <a:gd name="T22" fmla="*/ 34 w 48"/>
                            <a:gd name="T23" fmla="*/ 48 h 52"/>
                            <a:gd name="T24" fmla="*/ 24 w 48"/>
                            <a:gd name="T25" fmla="*/ 52 h 52"/>
                            <a:gd name="T26" fmla="*/ 14 w 48"/>
                            <a:gd name="T27" fmla="*/ 48 h 52"/>
                            <a:gd name="T28" fmla="*/ 5 w 48"/>
                            <a:gd name="T29" fmla="*/ 43 h 52"/>
                            <a:gd name="T30" fmla="*/ 0 w 48"/>
                            <a:gd name="T31" fmla="*/ 38 h 52"/>
                            <a:gd name="T32" fmla="*/ 0 w 48"/>
                            <a:gd name="T33" fmla="*/ 28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2">
                              <a:moveTo>
                                <a:pt x="0" y="28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8"/>
                              </a:lnTo>
                              <a:lnTo>
                                <a:pt x="43" y="38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2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8"/>
                              </a:lnTo>
                              <a:lnTo>
                                <a:pt x="0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Freeform 131"/>
                      <wps:cNvSpPr>
                        <a:spLocks/>
                      </wps:cNvSpPr>
                      <wps:spPr bwMode="auto">
                        <a:xfrm>
                          <a:off x="596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Freeform 132"/>
                      <wps:cNvSpPr>
                        <a:spLocks/>
                      </wps:cNvSpPr>
                      <wps:spPr bwMode="auto">
                        <a:xfrm>
                          <a:off x="483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Freeform 133"/>
                      <wps:cNvSpPr>
                        <a:spLocks/>
                      </wps:cNvSpPr>
                      <wps:spPr bwMode="auto">
                        <a:xfrm>
                          <a:off x="1660" y="1224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" name="Freeform 134"/>
                      <wps:cNvSpPr>
                        <a:spLocks/>
                      </wps:cNvSpPr>
                      <wps:spPr bwMode="auto">
                        <a:xfrm>
                          <a:off x="1660" y="798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135"/>
                      <wps:cNvSpPr>
                        <a:spLocks/>
                      </wps:cNvSpPr>
                      <wps:spPr bwMode="auto">
                        <a:xfrm>
                          <a:off x="605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Freeform 136"/>
                      <wps:cNvSpPr>
                        <a:spLocks/>
                      </wps:cNvSpPr>
                      <wps:spPr bwMode="auto">
                        <a:xfrm>
                          <a:off x="4928" y="15483"/>
                          <a:ext cx="47" cy="48"/>
                        </a:xfrm>
                        <a:custGeom>
                          <a:avLst/>
                          <a:gdLst>
                            <a:gd name="T0" fmla="*/ 23 w 47"/>
                            <a:gd name="T1" fmla="*/ 0 h 48"/>
                            <a:gd name="T2" fmla="*/ 33 w 47"/>
                            <a:gd name="T3" fmla="*/ 5 h 48"/>
                            <a:gd name="T4" fmla="*/ 43 w 47"/>
                            <a:gd name="T5" fmla="*/ 10 h 48"/>
                            <a:gd name="T6" fmla="*/ 47 w 47"/>
                            <a:gd name="T7" fmla="*/ 14 h 48"/>
                            <a:gd name="T8" fmla="*/ 47 w 47"/>
                            <a:gd name="T9" fmla="*/ 24 h 48"/>
                            <a:gd name="T10" fmla="*/ 47 w 47"/>
                            <a:gd name="T11" fmla="*/ 34 h 48"/>
                            <a:gd name="T12" fmla="*/ 43 w 47"/>
                            <a:gd name="T13" fmla="*/ 43 h 48"/>
                            <a:gd name="T14" fmla="*/ 33 w 47"/>
                            <a:gd name="T15" fmla="*/ 48 h 48"/>
                            <a:gd name="T16" fmla="*/ 23 w 47"/>
                            <a:gd name="T17" fmla="*/ 48 h 48"/>
                            <a:gd name="T18" fmla="*/ 14 w 47"/>
                            <a:gd name="T19" fmla="*/ 48 h 48"/>
                            <a:gd name="T20" fmla="*/ 4 w 47"/>
                            <a:gd name="T21" fmla="*/ 43 h 48"/>
                            <a:gd name="T22" fmla="*/ 0 w 47"/>
                            <a:gd name="T23" fmla="*/ 34 h 48"/>
                            <a:gd name="T24" fmla="*/ 0 w 47"/>
                            <a:gd name="T25" fmla="*/ 24 h 48"/>
                            <a:gd name="T26" fmla="*/ 0 w 47"/>
                            <a:gd name="T27" fmla="*/ 14 h 48"/>
                            <a:gd name="T28" fmla="*/ 4 w 47"/>
                            <a:gd name="T29" fmla="*/ 10 h 48"/>
                            <a:gd name="T30" fmla="*/ 14 w 47"/>
                            <a:gd name="T31" fmla="*/ 5 h 48"/>
                            <a:gd name="T32" fmla="*/ 23 w 47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7" h="48">
                              <a:moveTo>
                                <a:pt x="23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7" y="14"/>
                              </a:lnTo>
                              <a:lnTo>
                                <a:pt x="47" y="24"/>
                              </a:lnTo>
                              <a:lnTo>
                                <a:pt x="47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3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Freeform 137"/>
                      <wps:cNvSpPr>
                        <a:spLocks/>
                      </wps:cNvSpPr>
                      <wps:spPr bwMode="auto">
                        <a:xfrm>
                          <a:off x="1660" y="1215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Freeform 138"/>
                      <wps:cNvSpPr>
                        <a:spLocks/>
                      </wps:cNvSpPr>
                      <wps:spPr bwMode="auto">
                        <a:xfrm>
                          <a:off x="1660" y="788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Freeform 139"/>
                      <wps:cNvSpPr>
                        <a:spLocks/>
                      </wps:cNvSpPr>
                      <wps:spPr bwMode="auto">
                        <a:xfrm>
                          <a:off x="615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1" name="Freeform 140"/>
                      <wps:cNvSpPr>
                        <a:spLocks/>
                      </wps:cNvSpPr>
                      <wps:spPr bwMode="auto">
                        <a:xfrm>
                          <a:off x="502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Freeform 141"/>
                      <wps:cNvSpPr>
                        <a:spLocks/>
                      </wps:cNvSpPr>
                      <wps:spPr bwMode="auto">
                        <a:xfrm>
                          <a:off x="1660" y="1205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Freeform 142"/>
                      <wps:cNvSpPr>
                        <a:spLocks/>
                      </wps:cNvSpPr>
                      <wps:spPr bwMode="auto">
                        <a:xfrm>
                          <a:off x="1660" y="779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" name="Freeform 143"/>
                      <wps:cNvSpPr>
                        <a:spLocks/>
                      </wps:cNvSpPr>
                      <wps:spPr bwMode="auto">
                        <a:xfrm>
                          <a:off x="624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" name="Freeform 144"/>
                      <wps:cNvSpPr>
                        <a:spLocks/>
                      </wps:cNvSpPr>
                      <wps:spPr bwMode="auto">
                        <a:xfrm>
                          <a:off x="511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Freeform 145"/>
                      <wps:cNvSpPr>
                        <a:spLocks/>
                      </wps:cNvSpPr>
                      <wps:spPr bwMode="auto">
                        <a:xfrm>
                          <a:off x="1660" y="1195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" name="Freeform 146"/>
                      <wps:cNvSpPr>
                        <a:spLocks/>
                      </wps:cNvSpPr>
                      <wps:spPr bwMode="auto">
                        <a:xfrm>
                          <a:off x="1660" y="769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Freeform 147"/>
                      <wps:cNvSpPr>
                        <a:spLocks/>
                      </wps:cNvSpPr>
                      <wps:spPr bwMode="auto">
                        <a:xfrm>
                          <a:off x="6345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4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" name="Freeform 148"/>
                      <wps:cNvSpPr>
                        <a:spLocks/>
                      </wps:cNvSpPr>
                      <wps:spPr bwMode="auto">
                        <a:xfrm>
                          <a:off x="522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Freeform 149"/>
                      <wps:cNvSpPr>
                        <a:spLocks/>
                      </wps:cNvSpPr>
                      <wps:spPr bwMode="auto">
                        <a:xfrm>
                          <a:off x="1660" y="11857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9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9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9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9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" name="Freeform 150"/>
                      <wps:cNvSpPr>
                        <a:spLocks/>
                      </wps:cNvSpPr>
                      <wps:spPr bwMode="auto">
                        <a:xfrm>
                          <a:off x="1660" y="7593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" name="Freeform 151"/>
                      <wps:cNvSpPr>
                        <a:spLocks/>
                      </wps:cNvSpPr>
                      <wps:spPr bwMode="auto">
                        <a:xfrm>
                          <a:off x="644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" name="Freeform 152"/>
                      <wps:cNvSpPr>
                        <a:spLocks/>
                      </wps:cNvSpPr>
                      <wps:spPr bwMode="auto">
                        <a:xfrm>
                          <a:off x="531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" name="Freeform 153"/>
                      <wps:cNvSpPr>
                        <a:spLocks/>
                      </wps:cNvSpPr>
                      <wps:spPr bwMode="auto">
                        <a:xfrm>
                          <a:off x="1660" y="1176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5" name="Freeform 154"/>
                      <wps:cNvSpPr>
                        <a:spLocks/>
                      </wps:cNvSpPr>
                      <wps:spPr bwMode="auto">
                        <a:xfrm>
                          <a:off x="1660" y="749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" name="Freeform 155"/>
                      <wps:cNvSpPr>
                        <a:spLocks/>
                      </wps:cNvSpPr>
                      <wps:spPr bwMode="auto">
                        <a:xfrm>
                          <a:off x="654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" name="Freeform 156"/>
                      <wps:cNvSpPr>
                        <a:spLocks/>
                      </wps:cNvSpPr>
                      <wps:spPr bwMode="auto">
                        <a:xfrm>
                          <a:off x="541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" name="Freeform 157"/>
                      <wps:cNvSpPr>
                        <a:spLocks/>
                      </wps:cNvSpPr>
                      <wps:spPr bwMode="auto">
                        <a:xfrm>
                          <a:off x="1660" y="1166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" name="Freeform 158"/>
                      <wps:cNvSpPr>
                        <a:spLocks/>
                      </wps:cNvSpPr>
                      <wps:spPr bwMode="auto">
                        <a:xfrm>
                          <a:off x="1660" y="740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" name="Freeform 159"/>
                      <wps:cNvSpPr>
                        <a:spLocks/>
                      </wps:cNvSpPr>
                      <wps:spPr bwMode="auto">
                        <a:xfrm>
                          <a:off x="663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" name="Freeform 160"/>
                      <wps:cNvSpPr>
                        <a:spLocks/>
                      </wps:cNvSpPr>
                      <wps:spPr bwMode="auto">
                        <a:xfrm>
                          <a:off x="550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" name="Freeform 161"/>
                      <wps:cNvSpPr>
                        <a:spLocks/>
                      </wps:cNvSpPr>
                      <wps:spPr bwMode="auto">
                        <a:xfrm>
                          <a:off x="1660" y="1156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3" name="Freeform 162"/>
                      <wps:cNvSpPr>
                        <a:spLocks/>
                      </wps:cNvSpPr>
                      <wps:spPr bwMode="auto">
                        <a:xfrm>
                          <a:off x="1660" y="730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" name="Freeform 163"/>
                      <wps:cNvSpPr>
                        <a:spLocks/>
                      </wps:cNvSpPr>
                      <wps:spPr bwMode="auto">
                        <a:xfrm>
                          <a:off x="673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Freeform 164"/>
                      <wps:cNvSpPr>
                        <a:spLocks/>
                      </wps:cNvSpPr>
                      <wps:spPr bwMode="auto">
                        <a:xfrm>
                          <a:off x="560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Freeform 165"/>
                      <wps:cNvSpPr>
                        <a:spLocks/>
                      </wps:cNvSpPr>
                      <wps:spPr bwMode="auto">
                        <a:xfrm>
                          <a:off x="1660" y="11474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3 h 47"/>
                            <a:gd name="T2" fmla="*/ 0 w 48"/>
                            <a:gd name="T3" fmla="*/ 14 h 47"/>
                            <a:gd name="T4" fmla="*/ 5 w 48"/>
                            <a:gd name="T5" fmla="*/ 4 h 47"/>
                            <a:gd name="T6" fmla="*/ 14 w 48"/>
                            <a:gd name="T7" fmla="*/ 0 h 47"/>
                            <a:gd name="T8" fmla="*/ 24 w 48"/>
                            <a:gd name="T9" fmla="*/ 0 h 47"/>
                            <a:gd name="T10" fmla="*/ 34 w 48"/>
                            <a:gd name="T11" fmla="*/ 0 h 47"/>
                            <a:gd name="T12" fmla="*/ 38 w 48"/>
                            <a:gd name="T13" fmla="*/ 4 h 47"/>
                            <a:gd name="T14" fmla="*/ 43 w 48"/>
                            <a:gd name="T15" fmla="*/ 14 h 47"/>
                            <a:gd name="T16" fmla="*/ 48 w 48"/>
                            <a:gd name="T17" fmla="*/ 23 h 47"/>
                            <a:gd name="T18" fmla="*/ 43 w 48"/>
                            <a:gd name="T19" fmla="*/ 33 h 47"/>
                            <a:gd name="T20" fmla="*/ 38 w 48"/>
                            <a:gd name="T21" fmla="*/ 38 h 47"/>
                            <a:gd name="T22" fmla="*/ 34 w 48"/>
                            <a:gd name="T23" fmla="*/ 43 h 47"/>
                            <a:gd name="T24" fmla="*/ 24 w 48"/>
                            <a:gd name="T25" fmla="*/ 47 h 47"/>
                            <a:gd name="T26" fmla="*/ 14 w 48"/>
                            <a:gd name="T27" fmla="*/ 43 h 47"/>
                            <a:gd name="T28" fmla="*/ 5 w 48"/>
                            <a:gd name="T29" fmla="*/ 38 h 47"/>
                            <a:gd name="T30" fmla="*/ 0 w 48"/>
                            <a:gd name="T31" fmla="*/ 33 h 47"/>
                            <a:gd name="T32" fmla="*/ 0 w 48"/>
                            <a:gd name="T33" fmla="*/ 23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3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3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7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Freeform 166"/>
                      <wps:cNvSpPr>
                        <a:spLocks/>
                      </wps:cNvSpPr>
                      <wps:spPr bwMode="auto">
                        <a:xfrm>
                          <a:off x="1660" y="7210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4 h 47"/>
                            <a:gd name="T2" fmla="*/ 0 w 48"/>
                            <a:gd name="T3" fmla="*/ 14 h 47"/>
                            <a:gd name="T4" fmla="*/ 5 w 48"/>
                            <a:gd name="T5" fmla="*/ 4 h 47"/>
                            <a:gd name="T6" fmla="*/ 14 w 48"/>
                            <a:gd name="T7" fmla="*/ 0 h 47"/>
                            <a:gd name="T8" fmla="*/ 24 w 48"/>
                            <a:gd name="T9" fmla="*/ 0 h 47"/>
                            <a:gd name="T10" fmla="*/ 34 w 48"/>
                            <a:gd name="T11" fmla="*/ 0 h 47"/>
                            <a:gd name="T12" fmla="*/ 38 w 48"/>
                            <a:gd name="T13" fmla="*/ 4 h 47"/>
                            <a:gd name="T14" fmla="*/ 43 w 48"/>
                            <a:gd name="T15" fmla="*/ 14 h 47"/>
                            <a:gd name="T16" fmla="*/ 48 w 48"/>
                            <a:gd name="T17" fmla="*/ 24 h 47"/>
                            <a:gd name="T18" fmla="*/ 43 w 48"/>
                            <a:gd name="T19" fmla="*/ 33 h 47"/>
                            <a:gd name="T20" fmla="*/ 38 w 48"/>
                            <a:gd name="T21" fmla="*/ 38 h 47"/>
                            <a:gd name="T22" fmla="*/ 34 w 48"/>
                            <a:gd name="T23" fmla="*/ 43 h 47"/>
                            <a:gd name="T24" fmla="*/ 24 w 48"/>
                            <a:gd name="T25" fmla="*/ 47 h 47"/>
                            <a:gd name="T26" fmla="*/ 14 w 48"/>
                            <a:gd name="T27" fmla="*/ 43 h 47"/>
                            <a:gd name="T28" fmla="*/ 5 w 48"/>
                            <a:gd name="T29" fmla="*/ 38 h 47"/>
                            <a:gd name="T30" fmla="*/ 0 w 48"/>
                            <a:gd name="T31" fmla="*/ 33 h 47"/>
                            <a:gd name="T32" fmla="*/ 0 w 48"/>
                            <a:gd name="T33" fmla="*/ 24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7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Freeform 167"/>
                      <wps:cNvSpPr>
                        <a:spLocks/>
                      </wps:cNvSpPr>
                      <wps:spPr bwMode="auto">
                        <a:xfrm>
                          <a:off x="6830" y="1723"/>
                          <a:ext cx="52" cy="48"/>
                        </a:xfrm>
                        <a:custGeom>
                          <a:avLst/>
                          <a:gdLst>
                            <a:gd name="T0" fmla="*/ 28 w 52"/>
                            <a:gd name="T1" fmla="*/ 0 h 48"/>
                            <a:gd name="T2" fmla="*/ 38 w 52"/>
                            <a:gd name="T3" fmla="*/ 0 h 48"/>
                            <a:gd name="T4" fmla="*/ 43 w 52"/>
                            <a:gd name="T5" fmla="*/ 5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38 h 48"/>
                            <a:gd name="T14" fmla="*/ 38 w 52"/>
                            <a:gd name="T15" fmla="*/ 43 h 48"/>
                            <a:gd name="T16" fmla="*/ 28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8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8" y="0"/>
                              </a:moveTo>
                              <a:lnTo>
                                <a:pt x="38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8" y="43"/>
                              </a:lnTo>
                              <a:lnTo>
                                <a:pt x="28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" name="Freeform 168"/>
                      <wps:cNvSpPr>
                        <a:spLocks/>
                      </wps:cNvSpPr>
                      <wps:spPr bwMode="auto">
                        <a:xfrm>
                          <a:off x="570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" name="Freeform 169"/>
                      <wps:cNvSpPr>
                        <a:spLocks/>
                      </wps:cNvSpPr>
                      <wps:spPr bwMode="auto">
                        <a:xfrm>
                          <a:off x="1660" y="11373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9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9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3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3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1" name="Freeform 170"/>
                      <wps:cNvSpPr>
                        <a:spLocks/>
                      </wps:cNvSpPr>
                      <wps:spPr bwMode="auto">
                        <a:xfrm>
                          <a:off x="1660" y="710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" name="Freeform 171"/>
                      <wps:cNvSpPr>
                        <a:spLocks/>
                      </wps:cNvSpPr>
                      <wps:spPr bwMode="auto">
                        <a:xfrm>
                          <a:off x="693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Freeform 172"/>
                      <wps:cNvSpPr>
                        <a:spLocks/>
                      </wps:cNvSpPr>
                      <wps:spPr bwMode="auto">
                        <a:xfrm>
                          <a:off x="580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Freeform 173"/>
                      <wps:cNvSpPr>
                        <a:spLocks/>
                      </wps:cNvSpPr>
                      <wps:spPr bwMode="auto">
                        <a:xfrm>
                          <a:off x="1660" y="1127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" name="Freeform 174"/>
                      <wps:cNvSpPr>
                        <a:spLocks/>
                      </wps:cNvSpPr>
                      <wps:spPr bwMode="auto">
                        <a:xfrm>
                          <a:off x="1660" y="701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" name="Freeform 175"/>
                      <wps:cNvSpPr>
                        <a:spLocks/>
                      </wps:cNvSpPr>
                      <wps:spPr bwMode="auto">
                        <a:xfrm>
                          <a:off x="702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" name="Freeform 176"/>
                      <wps:cNvSpPr>
                        <a:spLocks/>
                      </wps:cNvSpPr>
                      <wps:spPr bwMode="auto">
                        <a:xfrm>
                          <a:off x="589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" name="Freeform 177"/>
                      <wps:cNvSpPr>
                        <a:spLocks/>
                      </wps:cNvSpPr>
                      <wps:spPr bwMode="auto">
                        <a:xfrm>
                          <a:off x="1660" y="691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" name="Freeform 178"/>
                      <wps:cNvSpPr>
                        <a:spLocks/>
                      </wps:cNvSpPr>
                      <wps:spPr bwMode="auto">
                        <a:xfrm>
                          <a:off x="712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" name="Freeform 179"/>
                      <wps:cNvSpPr>
                        <a:spLocks/>
                      </wps:cNvSpPr>
                      <wps:spPr bwMode="auto">
                        <a:xfrm>
                          <a:off x="599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" name="Freeform 180"/>
                      <wps:cNvSpPr>
                        <a:spLocks/>
                      </wps:cNvSpPr>
                      <wps:spPr bwMode="auto">
                        <a:xfrm>
                          <a:off x="1660" y="682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" name="Freeform 181"/>
                      <wps:cNvSpPr>
                        <a:spLocks/>
                      </wps:cNvSpPr>
                      <wps:spPr bwMode="auto">
                        <a:xfrm>
                          <a:off x="721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" name="Freeform 182"/>
                      <wps:cNvSpPr>
                        <a:spLocks/>
                      </wps:cNvSpPr>
                      <wps:spPr bwMode="auto">
                        <a:xfrm>
                          <a:off x="608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" name="Freeform 183"/>
                      <wps:cNvSpPr>
                        <a:spLocks/>
                      </wps:cNvSpPr>
                      <wps:spPr bwMode="auto">
                        <a:xfrm>
                          <a:off x="1660" y="672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" name="Freeform 184"/>
                      <wps:cNvSpPr>
                        <a:spLocks/>
                      </wps:cNvSpPr>
                      <wps:spPr bwMode="auto">
                        <a:xfrm>
                          <a:off x="731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" name="Freeform 185"/>
                      <wps:cNvSpPr>
                        <a:spLocks/>
                      </wps:cNvSpPr>
                      <wps:spPr bwMode="auto">
                        <a:xfrm>
                          <a:off x="618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" name="Freeform 186"/>
                      <wps:cNvSpPr>
                        <a:spLocks/>
                      </wps:cNvSpPr>
                      <wps:spPr bwMode="auto">
                        <a:xfrm>
                          <a:off x="1660" y="662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" name="Freeform 187"/>
                      <wps:cNvSpPr>
                        <a:spLocks/>
                      </wps:cNvSpPr>
                      <wps:spPr bwMode="auto">
                        <a:xfrm>
                          <a:off x="741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" name="Freeform 188"/>
                      <wps:cNvSpPr>
                        <a:spLocks/>
                      </wps:cNvSpPr>
                      <wps:spPr bwMode="auto">
                        <a:xfrm>
                          <a:off x="628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" name="Freeform 189"/>
                      <wps:cNvSpPr>
                        <a:spLocks/>
                      </wps:cNvSpPr>
                      <wps:spPr bwMode="auto">
                        <a:xfrm>
                          <a:off x="1703" y="3229"/>
                          <a:ext cx="48" cy="47"/>
                        </a:xfrm>
                        <a:custGeom>
                          <a:avLst/>
                          <a:gdLst>
                            <a:gd name="T0" fmla="*/ 5 w 48"/>
                            <a:gd name="T1" fmla="*/ 9 h 47"/>
                            <a:gd name="T2" fmla="*/ 15 w 48"/>
                            <a:gd name="T3" fmla="*/ 4 h 47"/>
                            <a:gd name="T4" fmla="*/ 24 w 48"/>
                            <a:gd name="T5" fmla="*/ 0 h 47"/>
                            <a:gd name="T6" fmla="*/ 34 w 48"/>
                            <a:gd name="T7" fmla="*/ 4 h 47"/>
                            <a:gd name="T8" fmla="*/ 39 w 48"/>
                            <a:gd name="T9" fmla="*/ 9 h 47"/>
                            <a:gd name="T10" fmla="*/ 48 w 48"/>
                            <a:gd name="T11" fmla="*/ 14 h 47"/>
                            <a:gd name="T12" fmla="*/ 48 w 48"/>
                            <a:gd name="T13" fmla="*/ 24 h 47"/>
                            <a:gd name="T14" fmla="*/ 48 w 48"/>
                            <a:gd name="T15" fmla="*/ 33 h 47"/>
                            <a:gd name="T16" fmla="*/ 39 w 48"/>
                            <a:gd name="T17" fmla="*/ 43 h 47"/>
                            <a:gd name="T18" fmla="*/ 34 w 48"/>
                            <a:gd name="T19" fmla="*/ 47 h 47"/>
                            <a:gd name="T20" fmla="*/ 24 w 48"/>
                            <a:gd name="T21" fmla="*/ 47 h 47"/>
                            <a:gd name="T22" fmla="*/ 15 w 48"/>
                            <a:gd name="T23" fmla="*/ 47 h 47"/>
                            <a:gd name="T24" fmla="*/ 5 w 48"/>
                            <a:gd name="T25" fmla="*/ 43 h 47"/>
                            <a:gd name="T26" fmla="*/ 0 w 48"/>
                            <a:gd name="T27" fmla="*/ 33 h 47"/>
                            <a:gd name="T28" fmla="*/ 0 w 48"/>
                            <a:gd name="T29" fmla="*/ 24 h 47"/>
                            <a:gd name="T30" fmla="*/ 0 w 48"/>
                            <a:gd name="T31" fmla="*/ 14 h 47"/>
                            <a:gd name="T32" fmla="*/ 5 w 48"/>
                            <a:gd name="T33" fmla="*/ 9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5" y="9"/>
                              </a:moveTo>
                              <a:lnTo>
                                <a:pt x="15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9" y="9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39" y="43"/>
                              </a:lnTo>
                              <a:lnTo>
                                <a:pt x="34" y="47"/>
                              </a:lnTo>
                              <a:lnTo>
                                <a:pt x="24" y="47"/>
                              </a:lnTo>
                              <a:lnTo>
                                <a:pt x="15" y="47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" name="Freeform 190"/>
                      <wps:cNvSpPr>
                        <a:spLocks/>
                      </wps:cNvSpPr>
                      <wps:spPr bwMode="auto">
                        <a:xfrm>
                          <a:off x="1660" y="652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" name="Freeform 191"/>
                      <wps:cNvSpPr>
                        <a:spLocks/>
                      </wps:cNvSpPr>
                      <wps:spPr bwMode="auto">
                        <a:xfrm>
                          <a:off x="751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" name="Freeform 192"/>
                      <wps:cNvSpPr>
                        <a:spLocks/>
                      </wps:cNvSpPr>
                      <wps:spPr bwMode="auto">
                        <a:xfrm>
                          <a:off x="638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" name="Freeform 193"/>
                      <wps:cNvSpPr>
                        <a:spLocks/>
                      </wps:cNvSpPr>
                      <wps:spPr bwMode="auto">
                        <a:xfrm>
                          <a:off x="1770" y="3161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10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3 w 48"/>
                            <a:gd name="T9" fmla="*/ 10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44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10 w 48"/>
                            <a:gd name="T25" fmla="*/ 44 h 48"/>
                            <a:gd name="T26" fmla="*/ 5 w 48"/>
                            <a:gd name="T27" fmla="*/ 34 h 48"/>
                            <a:gd name="T28" fmla="*/ 0 w 48"/>
                            <a:gd name="T29" fmla="*/ 24 h 48"/>
                            <a:gd name="T30" fmla="*/ 5 w 48"/>
                            <a:gd name="T31" fmla="*/ 15 h 48"/>
                            <a:gd name="T32" fmla="*/ 10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10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3" y="10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4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5"/>
                              </a:lnTo>
                              <a:lnTo>
                                <a:pt x="1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" name="Freeform 194"/>
                      <wps:cNvSpPr>
                        <a:spLocks/>
                      </wps:cNvSpPr>
                      <wps:spPr bwMode="auto">
                        <a:xfrm>
                          <a:off x="1660" y="6433"/>
                          <a:ext cx="48" cy="47"/>
                        </a:xfrm>
                        <a:custGeom>
                          <a:avLst/>
                          <a:gdLst>
                            <a:gd name="T0" fmla="*/ 0 w 48"/>
                            <a:gd name="T1" fmla="*/ 23 h 47"/>
                            <a:gd name="T2" fmla="*/ 0 w 48"/>
                            <a:gd name="T3" fmla="*/ 14 h 47"/>
                            <a:gd name="T4" fmla="*/ 5 w 48"/>
                            <a:gd name="T5" fmla="*/ 4 h 47"/>
                            <a:gd name="T6" fmla="*/ 14 w 48"/>
                            <a:gd name="T7" fmla="*/ 0 h 47"/>
                            <a:gd name="T8" fmla="*/ 24 w 48"/>
                            <a:gd name="T9" fmla="*/ 0 h 47"/>
                            <a:gd name="T10" fmla="*/ 34 w 48"/>
                            <a:gd name="T11" fmla="*/ 0 h 47"/>
                            <a:gd name="T12" fmla="*/ 38 w 48"/>
                            <a:gd name="T13" fmla="*/ 4 h 47"/>
                            <a:gd name="T14" fmla="*/ 43 w 48"/>
                            <a:gd name="T15" fmla="*/ 14 h 47"/>
                            <a:gd name="T16" fmla="*/ 48 w 48"/>
                            <a:gd name="T17" fmla="*/ 23 h 47"/>
                            <a:gd name="T18" fmla="*/ 43 w 48"/>
                            <a:gd name="T19" fmla="*/ 33 h 47"/>
                            <a:gd name="T20" fmla="*/ 38 w 48"/>
                            <a:gd name="T21" fmla="*/ 43 h 47"/>
                            <a:gd name="T22" fmla="*/ 34 w 48"/>
                            <a:gd name="T23" fmla="*/ 47 h 47"/>
                            <a:gd name="T24" fmla="*/ 24 w 48"/>
                            <a:gd name="T25" fmla="*/ 47 h 47"/>
                            <a:gd name="T26" fmla="*/ 14 w 48"/>
                            <a:gd name="T27" fmla="*/ 47 h 47"/>
                            <a:gd name="T28" fmla="*/ 5 w 48"/>
                            <a:gd name="T29" fmla="*/ 43 h 47"/>
                            <a:gd name="T30" fmla="*/ 0 w 48"/>
                            <a:gd name="T31" fmla="*/ 33 h 47"/>
                            <a:gd name="T32" fmla="*/ 0 w 48"/>
                            <a:gd name="T33" fmla="*/ 23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7">
                              <a:moveTo>
                                <a:pt x="0" y="23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3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7"/>
                              </a:lnTo>
                              <a:lnTo>
                                <a:pt x="24" y="47"/>
                              </a:lnTo>
                              <a:lnTo>
                                <a:pt x="14" y="47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" name="Freeform 195"/>
                      <wps:cNvSpPr>
                        <a:spLocks/>
                      </wps:cNvSpPr>
                      <wps:spPr bwMode="auto">
                        <a:xfrm>
                          <a:off x="760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" name="Freeform 196"/>
                      <wps:cNvSpPr>
                        <a:spLocks/>
                      </wps:cNvSpPr>
                      <wps:spPr bwMode="auto">
                        <a:xfrm>
                          <a:off x="647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" name="Freeform 197"/>
                      <wps:cNvSpPr>
                        <a:spLocks/>
                      </wps:cNvSpPr>
                      <wps:spPr bwMode="auto">
                        <a:xfrm>
                          <a:off x="1837" y="3094"/>
                          <a:ext cx="53" cy="48"/>
                        </a:xfrm>
                        <a:custGeom>
                          <a:avLst/>
                          <a:gdLst>
                            <a:gd name="T0" fmla="*/ 10 w 53"/>
                            <a:gd name="T1" fmla="*/ 5 h 48"/>
                            <a:gd name="T2" fmla="*/ 20 w 53"/>
                            <a:gd name="T3" fmla="*/ 0 h 48"/>
                            <a:gd name="T4" fmla="*/ 29 w 53"/>
                            <a:gd name="T5" fmla="*/ 0 h 48"/>
                            <a:gd name="T6" fmla="*/ 34 w 53"/>
                            <a:gd name="T7" fmla="*/ 0 h 48"/>
                            <a:gd name="T8" fmla="*/ 44 w 53"/>
                            <a:gd name="T9" fmla="*/ 5 h 48"/>
                            <a:gd name="T10" fmla="*/ 48 w 53"/>
                            <a:gd name="T11" fmla="*/ 15 h 48"/>
                            <a:gd name="T12" fmla="*/ 53 w 53"/>
                            <a:gd name="T13" fmla="*/ 24 h 48"/>
                            <a:gd name="T14" fmla="*/ 48 w 53"/>
                            <a:gd name="T15" fmla="*/ 34 h 48"/>
                            <a:gd name="T16" fmla="*/ 44 w 53"/>
                            <a:gd name="T17" fmla="*/ 39 h 48"/>
                            <a:gd name="T18" fmla="*/ 34 w 53"/>
                            <a:gd name="T19" fmla="*/ 48 h 48"/>
                            <a:gd name="T20" fmla="*/ 29 w 53"/>
                            <a:gd name="T21" fmla="*/ 48 h 48"/>
                            <a:gd name="T22" fmla="*/ 20 w 53"/>
                            <a:gd name="T23" fmla="*/ 48 h 48"/>
                            <a:gd name="T24" fmla="*/ 10 w 53"/>
                            <a:gd name="T25" fmla="*/ 39 h 48"/>
                            <a:gd name="T26" fmla="*/ 5 w 53"/>
                            <a:gd name="T27" fmla="*/ 34 h 48"/>
                            <a:gd name="T28" fmla="*/ 0 w 53"/>
                            <a:gd name="T29" fmla="*/ 24 h 48"/>
                            <a:gd name="T30" fmla="*/ 5 w 53"/>
                            <a:gd name="T31" fmla="*/ 15 h 48"/>
                            <a:gd name="T32" fmla="*/ 10 w 53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10" y="5"/>
                              </a:moveTo>
                              <a:lnTo>
                                <a:pt x="20" y="0"/>
                              </a:lnTo>
                              <a:lnTo>
                                <a:pt x="29" y="0"/>
                              </a:ln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5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4" y="39"/>
                              </a:lnTo>
                              <a:lnTo>
                                <a:pt x="34" y="48"/>
                              </a:lnTo>
                              <a:lnTo>
                                <a:pt x="29" y="48"/>
                              </a:lnTo>
                              <a:lnTo>
                                <a:pt x="20" y="48"/>
                              </a:lnTo>
                              <a:lnTo>
                                <a:pt x="10" y="39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5"/>
                              </a:lnTo>
                              <a:lnTo>
                                <a:pt x="1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" name="Freeform 198"/>
                      <wps:cNvSpPr>
                        <a:spLocks/>
                      </wps:cNvSpPr>
                      <wps:spPr bwMode="auto">
                        <a:xfrm>
                          <a:off x="1660" y="633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" name="Freeform 199"/>
                      <wps:cNvSpPr>
                        <a:spLocks/>
                      </wps:cNvSpPr>
                      <wps:spPr bwMode="auto">
                        <a:xfrm>
                          <a:off x="770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" name="Freeform 200"/>
                      <wps:cNvSpPr>
                        <a:spLocks/>
                      </wps:cNvSpPr>
                      <wps:spPr bwMode="auto">
                        <a:xfrm>
                          <a:off x="6573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4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4 w 53"/>
                            <a:gd name="T15" fmla="*/ 48 h 48"/>
                            <a:gd name="T16" fmla="*/ 24 w 53"/>
                            <a:gd name="T17" fmla="*/ 48 h 48"/>
                            <a:gd name="T18" fmla="*/ 14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14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" name="Freeform 201"/>
                      <wps:cNvSpPr>
                        <a:spLocks/>
                      </wps:cNvSpPr>
                      <wps:spPr bwMode="auto">
                        <a:xfrm>
                          <a:off x="1909" y="3027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39 w 48"/>
                            <a:gd name="T9" fmla="*/ 5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29 h 48"/>
                            <a:gd name="T16" fmla="*/ 39 w 48"/>
                            <a:gd name="T17" fmla="*/ 38 h 48"/>
                            <a:gd name="T18" fmla="*/ 34 w 48"/>
                            <a:gd name="T19" fmla="*/ 43 h 48"/>
                            <a:gd name="T20" fmla="*/ 24 w 48"/>
                            <a:gd name="T21" fmla="*/ 48 h 48"/>
                            <a:gd name="T22" fmla="*/ 15 w 48"/>
                            <a:gd name="T23" fmla="*/ 43 h 48"/>
                            <a:gd name="T24" fmla="*/ 5 w 48"/>
                            <a:gd name="T25" fmla="*/ 38 h 48"/>
                            <a:gd name="T26" fmla="*/ 0 w 48"/>
                            <a:gd name="T27" fmla="*/ 29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29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29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" name="Freeform 202"/>
                      <wps:cNvSpPr>
                        <a:spLocks/>
                      </wps:cNvSpPr>
                      <wps:spPr bwMode="auto">
                        <a:xfrm>
                          <a:off x="1660" y="6236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9 h 53"/>
                            <a:gd name="T2" fmla="*/ 0 w 48"/>
                            <a:gd name="T3" fmla="*/ 19 h 53"/>
                            <a:gd name="T4" fmla="*/ 5 w 48"/>
                            <a:gd name="T5" fmla="*/ 9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9 h 53"/>
                            <a:gd name="T14" fmla="*/ 43 w 48"/>
                            <a:gd name="T15" fmla="*/ 19 h 53"/>
                            <a:gd name="T16" fmla="*/ 48 w 48"/>
                            <a:gd name="T17" fmla="*/ 29 h 53"/>
                            <a:gd name="T18" fmla="*/ 43 w 48"/>
                            <a:gd name="T19" fmla="*/ 33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3 h 53"/>
                            <a:gd name="T32" fmla="*/ 0 w 48"/>
                            <a:gd name="T33" fmla="*/ 2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9"/>
                              </a:moveTo>
                              <a:lnTo>
                                <a:pt x="0" y="19"/>
                              </a:lnTo>
                              <a:lnTo>
                                <a:pt x="5" y="9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9"/>
                              </a:lnTo>
                              <a:lnTo>
                                <a:pt x="43" y="19"/>
                              </a:lnTo>
                              <a:lnTo>
                                <a:pt x="48" y="29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" name="Freeform 203"/>
                      <wps:cNvSpPr>
                        <a:spLocks/>
                      </wps:cNvSpPr>
                      <wps:spPr bwMode="auto">
                        <a:xfrm>
                          <a:off x="780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" name="Freeform 204"/>
                      <wps:cNvSpPr>
                        <a:spLocks/>
                      </wps:cNvSpPr>
                      <wps:spPr bwMode="auto">
                        <a:xfrm>
                          <a:off x="667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Freeform 205"/>
                      <wps:cNvSpPr>
                        <a:spLocks/>
                      </wps:cNvSpPr>
                      <wps:spPr bwMode="auto">
                        <a:xfrm>
                          <a:off x="1977" y="2955"/>
                          <a:ext cx="48" cy="48"/>
                        </a:xfrm>
                        <a:custGeom>
                          <a:avLst/>
                          <a:gdLst>
                            <a:gd name="T0" fmla="*/ 9 w 48"/>
                            <a:gd name="T1" fmla="*/ 10 h 48"/>
                            <a:gd name="T2" fmla="*/ 14 w 48"/>
                            <a:gd name="T3" fmla="*/ 5 h 48"/>
                            <a:gd name="T4" fmla="*/ 24 w 48"/>
                            <a:gd name="T5" fmla="*/ 0 h 48"/>
                            <a:gd name="T6" fmla="*/ 33 w 48"/>
                            <a:gd name="T7" fmla="*/ 5 h 48"/>
                            <a:gd name="T8" fmla="*/ 43 w 48"/>
                            <a:gd name="T9" fmla="*/ 10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9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9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9" y="10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9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" name="Freeform 206"/>
                      <wps:cNvSpPr>
                        <a:spLocks/>
                      </wps:cNvSpPr>
                      <wps:spPr bwMode="auto">
                        <a:xfrm>
                          <a:off x="1660" y="614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" name="Freeform 207"/>
                      <wps:cNvSpPr>
                        <a:spLocks/>
                      </wps:cNvSpPr>
                      <wps:spPr bwMode="auto">
                        <a:xfrm>
                          <a:off x="789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9" name="Freeform 208"/>
                      <wps:cNvSpPr>
                        <a:spLocks/>
                      </wps:cNvSpPr>
                      <wps:spPr bwMode="auto">
                        <a:xfrm>
                          <a:off x="677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Freeform 209"/>
                      <wps:cNvSpPr>
                        <a:spLocks/>
                      </wps:cNvSpPr>
                      <wps:spPr bwMode="auto">
                        <a:xfrm>
                          <a:off x="2044" y="2888"/>
                          <a:ext cx="53" cy="48"/>
                        </a:xfrm>
                        <a:custGeom>
                          <a:avLst/>
                          <a:gdLst>
                            <a:gd name="T0" fmla="*/ 9 w 53"/>
                            <a:gd name="T1" fmla="*/ 5 h 48"/>
                            <a:gd name="T2" fmla="*/ 19 w 53"/>
                            <a:gd name="T3" fmla="*/ 0 h 48"/>
                            <a:gd name="T4" fmla="*/ 24 w 53"/>
                            <a:gd name="T5" fmla="*/ 0 h 48"/>
                            <a:gd name="T6" fmla="*/ 33 w 53"/>
                            <a:gd name="T7" fmla="*/ 0 h 48"/>
                            <a:gd name="T8" fmla="*/ 43 w 53"/>
                            <a:gd name="T9" fmla="*/ 5 h 48"/>
                            <a:gd name="T10" fmla="*/ 48 w 53"/>
                            <a:gd name="T11" fmla="*/ 14 h 48"/>
                            <a:gd name="T12" fmla="*/ 53 w 53"/>
                            <a:gd name="T13" fmla="*/ 24 h 48"/>
                            <a:gd name="T14" fmla="*/ 48 w 53"/>
                            <a:gd name="T15" fmla="*/ 34 h 48"/>
                            <a:gd name="T16" fmla="*/ 43 w 53"/>
                            <a:gd name="T17" fmla="*/ 43 h 48"/>
                            <a:gd name="T18" fmla="*/ 33 w 53"/>
                            <a:gd name="T19" fmla="*/ 48 h 48"/>
                            <a:gd name="T20" fmla="*/ 24 w 53"/>
                            <a:gd name="T21" fmla="*/ 48 h 48"/>
                            <a:gd name="T22" fmla="*/ 19 w 53"/>
                            <a:gd name="T23" fmla="*/ 48 h 48"/>
                            <a:gd name="T24" fmla="*/ 9 w 53"/>
                            <a:gd name="T25" fmla="*/ 43 h 48"/>
                            <a:gd name="T26" fmla="*/ 5 w 53"/>
                            <a:gd name="T27" fmla="*/ 34 h 48"/>
                            <a:gd name="T28" fmla="*/ 0 w 53"/>
                            <a:gd name="T29" fmla="*/ 24 h 48"/>
                            <a:gd name="T30" fmla="*/ 5 w 53"/>
                            <a:gd name="T31" fmla="*/ 14 h 48"/>
                            <a:gd name="T32" fmla="*/ 9 w 53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9" y="5"/>
                              </a:moveTo>
                              <a:lnTo>
                                <a:pt x="19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" name="Freeform 210"/>
                      <wps:cNvSpPr>
                        <a:spLocks/>
                      </wps:cNvSpPr>
                      <wps:spPr bwMode="auto">
                        <a:xfrm>
                          <a:off x="1660" y="604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" name="Freeform 211"/>
                      <wps:cNvSpPr>
                        <a:spLocks/>
                      </wps:cNvSpPr>
                      <wps:spPr bwMode="auto">
                        <a:xfrm>
                          <a:off x="799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" name="Freeform 212"/>
                      <wps:cNvSpPr>
                        <a:spLocks/>
                      </wps:cNvSpPr>
                      <wps:spPr bwMode="auto">
                        <a:xfrm>
                          <a:off x="686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" name="Freeform 213"/>
                      <wps:cNvSpPr>
                        <a:spLocks/>
                      </wps:cNvSpPr>
                      <wps:spPr bwMode="auto">
                        <a:xfrm>
                          <a:off x="2116" y="2821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38 w 48"/>
                            <a:gd name="T9" fmla="*/ 5 h 48"/>
                            <a:gd name="T10" fmla="*/ 43 w 48"/>
                            <a:gd name="T11" fmla="*/ 14 h 48"/>
                            <a:gd name="T12" fmla="*/ 48 w 48"/>
                            <a:gd name="T13" fmla="*/ 24 h 48"/>
                            <a:gd name="T14" fmla="*/ 43 w 48"/>
                            <a:gd name="T15" fmla="*/ 33 h 48"/>
                            <a:gd name="T16" fmla="*/ 38 w 48"/>
                            <a:gd name="T17" fmla="*/ 38 h 48"/>
                            <a:gd name="T18" fmla="*/ 33 w 48"/>
                            <a:gd name="T19" fmla="*/ 43 h 48"/>
                            <a:gd name="T20" fmla="*/ 24 w 48"/>
                            <a:gd name="T21" fmla="*/ 48 h 48"/>
                            <a:gd name="T22" fmla="*/ 14 w 48"/>
                            <a:gd name="T23" fmla="*/ 43 h 48"/>
                            <a:gd name="T24" fmla="*/ 5 w 48"/>
                            <a:gd name="T25" fmla="*/ 38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" name="Freeform 214"/>
                      <wps:cNvSpPr>
                        <a:spLocks/>
                      </wps:cNvSpPr>
                      <wps:spPr bwMode="auto">
                        <a:xfrm>
                          <a:off x="1660" y="594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6" name="Freeform 215"/>
                      <wps:cNvSpPr>
                        <a:spLocks/>
                      </wps:cNvSpPr>
                      <wps:spPr bwMode="auto">
                        <a:xfrm>
                          <a:off x="809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7" name="Freeform 216"/>
                      <wps:cNvSpPr>
                        <a:spLocks/>
                      </wps:cNvSpPr>
                      <wps:spPr bwMode="auto">
                        <a:xfrm>
                          <a:off x="696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" name="Freeform 217"/>
                      <wps:cNvSpPr>
                        <a:spLocks/>
                      </wps:cNvSpPr>
                      <wps:spPr bwMode="auto">
                        <a:xfrm>
                          <a:off x="2183" y="2749"/>
                          <a:ext cx="48" cy="53"/>
                        </a:xfrm>
                        <a:custGeom>
                          <a:avLst/>
                          <a:gdLst>
                            <a:gd name="T0" fmla="*/ 9 w 48"/>
                            <a:gd name="T1" fmla="*/ 9 h 53"/>
                            <a:gd name="T2" fmla="*/ 14 w 48"/>
                            <a:gd name="T3" fmla="*/ 5 h 53"/>
                            <a:gd name="T4" fmla="*/ 24 w 48"/>
                            <a:gd name="T5" fmla="*/ 0 h 53"/>
                            <a:gd name="T6" fmla="*/ 33 w 48"/>
                            <a:gd name="T7" fmla="*/ 5 h 53"/>
                            <a:gd name="T8" fmla="*/ 43 w 48"/>
                            <a:gd name="T9" fmla="*/ 9 h 53"/>
                            <a:gd name="T10" fmla="*/ 48 w 48"/>
                            <a:gd name="T11" fmla="*/ 19 h 53"/>
                            <a:gd name="T12" fmla="*/ 48 w 48"/>
                            <a:gd name="T13" fmla="*/ 29 h 53"/>
                            <a:gd name="T14" fmla="*/ 48 w 48"/>
                            <a:gd name="T15" fmla="*/ 33 h 53"/>
                            <a:gd name="T16" fmla="*/ 43 w 48"/>
                            <a:gd name="T17" fmla="*/ 43 h 53"/>
                            <a:gd name="T18" fmla="*/ 33 w 48"/>
                            <a:gd name="T19" fmla="*/ 48 h 53"/>
                            <a:gd name="T20" fmla="*/ 24 w 48"/>
                            <a:gd name="T21" fmla="*/ 53 h 53"/>
                            <a:gd name="T22" fmla="*/ 14 w 48"/>
                            <a:gd name="T23" fmla="*/ 48 h 53"/>
                            <a:gd name="T24" fmla="*/ 9 w 48"/>
                            <a:gd name="T25" fmla="*/ 43 h 53"/>
                            <a:gd name="T26" fmla="*/ 0 w 48"/>
                            <a:gd name="T27" fmla="*/ 33 h 53"/>
                            <a:gd name="T28" fmla="*/ 0 w 48"/>
                            <a:gd name="T29" fmla="*/ 29 h 53"/>
                            <a:gd name="T30" fmla="*/ 0 w 48"/>
                            <a:gd name="T31" fmla="*/ 19 h 53"/>
                            <a:gd name="T32" fmla="*/ 9 w 48"/>
                            <a:gd name="T33" fmla="*/ 9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9" y="9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43" y="9"/>
                              </a:lnTo>
                              <a:lnTo>
                                <a:pt x="48" y="19"/>
                              </a:lnTo>
                              <a:lnTo>
                                <a:pt x="48" y="29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3"/>
                              </a:lnTo>
                              <a:lnTo>
                                <a:pt x="0" y="29"/>
                              </a:lnTo>
                              <a:lnTo>
                                <a:pt x="0" y="19"/>
                              </a:lnTo>
                              <a:lnTo>
                                <a:pt x="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218"/>
                      <wps:cNvSpPr>
                        <a:spLocks/>
                      </wps:cNvSpPr>
                      <wps:spPr bwMode="auto">
                        <a:xfrm>
                          <a:off x="1660" y="585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219"/>
                      <wps:cNvSpPr>
                        <a:spLocks/>
                      </wps:cNvSpPr>
                      <wps:spPr bwMode="auto">
                        <a:xfrm>
                          <a:off x="818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220"/>
                      <wps:cNvSpPr>
                        <a:spLocks/>
                      </wps:cNvSpPr>
                      <wps:spPr bwMode="auto">
                        <a:xfrm>
                          <a:off x="7057" y="15483"/>
                          <a:ext cx="53" cy="48"/>
                        </a:xfrm>
                        <a:custGeom>
                          <a:avLst/>
                          <a:gdLst>
                            <a:gd name="T0" fmla="*/ 24 w 53"/>
                            <a:gd name="T1" fmla="*/ 0 h 48"/>
                            <a:gd name="T2" fmla="*/ 34 w 53"/>
                            <a:gd name="T3" fmla="*/ 5 h 48"/>
                            <a:gd name="T4" fmla="*/ 44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4 w 53"/>
                            <a:gd name="T13" fmla="*/ 43 h 48"/>
                            <a:gd name="T14" fmla="*/ 34 w 53"/>
                            <a:gd name="T15" fmla="*/ 48 h 48"/>
                            <a:gd name="T16" fmla="*/ 24 w 53"/>
                            <a:gd name="T17" fmla="*/ 48 h 48"/>
                            <a:gd name="T18" fmla="*/ 20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20 w 53"/>
                            <a:gd name="T31" fmla="*/ 5 h 48"/>
                            <a:gd name="T32" fmla="*/ 24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20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20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221"/>
                      <wps:cNvSpPr>
                        <a:spLocks/>
                      </wps:cNvSpPr>
                      <wps:spPr bwMode="auto">
                        <a:xfrm>
                          <a:off x="2250" y="2682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9 h 48"/>
                            <a:gd name="T2" fmla="*/ 19 w 48"/>
                            <a:gd name="T3" fmla="*/ 5 h 48"/>
                            <a:gd name="T4" fmla="*/ 24 w 48"/>
                            <a:gd name="T5" fmla="*/ 0 h 48"/>
                            <a:gd name="T6" fmla="*/ 34 w 48"/>
                            <a:gd name="T7" fmla="*/ 5 h 48"/>
                            <a:gd name="T8" fmla="*/ 43 w 48"/>
                            <a:gd name="T9" fmla="*/ 9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9 w 48"/>
                            <a:gd name="T23" fmla="*/ 48 h 48"/>
                            <a:gd name="T24" fmla="*/ 10 w 48"/>
                            <a:gd name="T25" fmla="*/ 43 h 48"/>
                            <a:gd name="T26" fmla="*/ 5 w 48"/>
                            <a:gd name="T27" fmla="*/ 33 h 48"/>
                            <a:gd name="T28" fmla="*/ 0 w 48"/>
                            <a:gd name="T29" fmla="*/ 24 h 48"/>
                            <a:gd name="T30" fmla="*/ 5 w 48"/>
                            <a:gd name="T31" fmla="*/ 14 h 48"/>
                            <a:gd name="T32" fmla="*/ 10 w 48"/>
                            <a:gd name="T33" fmla="*/ 9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9"/>
                              </a:moveTo>
                              <a:lnTo>
                                <a:pt x="19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43" y="9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9" y="48"/>
                              </a:lnTo>
                              <a:lnTo>
                                <a:pt x="10" y="43"/>
                              </a:lnTo>
                              <a:lnTo>
                                <a:pt x="5" y="33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Freeform 222"/>
                      <wps:cNvSpPr>
                        <a:spLocks/>
                      </wps:cNvSpPr>
                      <wps:spPr bwMode="auto">
                        <a:xfrm>
                          <a:off x="1660" y="5751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5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5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4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4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4" name="Freeform 223"/>
                      <wps:cNvSpPr>
                        <a:spLocks/>
                      </wps:cNvSpPr>
                      <wps:spPr bwMode="auto">
                        <a:xfrm>
                          <a:off x="828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5" name="Freeform 224"/>
                      <wps:cNvSpPr>
                        <a:spLocks/>
                      </wps:cNvSpPr>
                      <wps:spPr bwMode="auto">
                        <a:xfrm>
                          <a:off x="715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6" name="Freeform 225"/>
                      <wps:cNvSpPr>
                        <a:spLocks/>
                      </wps:cNvSpPr>
                      <wps:spPr bwMode="auto">
                        <a:xfrm>
                          <a:off x="2322" y="2615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4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38 w 48"/>
                            <a:gd name="T9" fmla="*/ 4 h 48"/>
                            <a:gd name="T10" fmla="*/ 43 w 48"/>
                            <a:gd name="T11" fmla="*/ 14 h 48"/>
                            <a:gd name="T12" fmla="*/ 48 w 48"/>
                            <a:gd name="T13" fmla="*/ 24 h 48"/>
                            <a:gd name="T14" fmla="*/ 43 w 48"/>
                            <a:gd name="T15" fmla="*/ 33 h 48"/>
                            <a:gd name="T16" fmla="*/ 38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4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7" name="Freeform 226"/>
                      <wps:cNvSpPr>
                        <a:spLocks/>
                      </wps:cNvSpPr>
                      <wps:spPr bwMode="auto">
                        <a:xfrm>
                          <a:off x="1660" y="565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4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4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8" name="Freeform 227"/>
                      <wps:cNvSpPr>
                        <a:spLocks/>
                      </wps:cNvSpPr>
                      <wps:spPr bwMode="auto">
                        <a:xfrm>
                          <a:off x="838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9" name="Freeform 228"/>
                      <wps:cNvSpPr>
                        <a:spLocks/>
                      </wps:cNvSpPr>
                      <wps:spPr bwMode="auto">
                        <a:xfrm>
                          <a:off x="725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0" name="Freeform 229"/>
                      <wps:cNvSpPr>
                        <a:spLocks/>
                      </wps:cNvSpPr>
                      <wps:spPr bwMode="auto">
                        <a:xfrm>
                          <a:off x="2389" y="2547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3 w 48"/>
                            <a:gd name="T9" fmla="*/ 5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39 h 48"/>
                            <a:gd name="T18" fmla="*/ 34 w 48"/>
                            <a:gd name="T19" fmla="*/ 44 h 48"/>
                            <a:gd name="T20" fmla="*/ 24 w 48"/>
                            <a:gd name="T21" fmla="*/ 48 h 48"/>
                            <a:gd name="T22" fmla="*/ 15 w 48"/>
                            <a:gd name="T23" fmla="*/ 44 h 48"/>
                            <a:gd name="T24" fmla="*/ 5 w 48"/>
                            <a:gd name="T25" fmla="*/ 39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10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5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1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1" name="Freeform 230"/>
                      <wps:cNvSpPr>
                        <a:spLocks/>
                      </wps:cNvSpPr>
                      <wps:spPr bwMode="auto">
                        <a:xfrm>
                          <a:off x="1660" y="556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2" name="Freeform 231"/>
                      <wps:cNvSpPr>
                        <a:spLocks/>
                      </wps:cNvSpPr>
                      <wps:spPr bwMode="auto">
                        <a:xfrm>
                          <a:off x="848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3" name="Freeform 232"/>
                      <wps:cNvSpPr>
                        <a:spLocks/>
                      </wps:cNvSpPr>
                      <wps:spPr bwMode="auto">
                        <a:xfrm>
                          <a:off x="735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4" name="Freeform 233"/>
                      <wps:cNvSpPr>
                        <a:spLocks/>
                      </wps:cNvSpPr>
                      <wps:spPr bwMode="auto">
                        <a:xfrm>
                          <a:off x="2456" y="2475"/>
                          <a:ext cx="48" cy="53"/>
                        </a:xfrm>
                        <a:custGeom>
                          <a:avLst/>
                          <a:gdLst>
                            <a:gd name="T0" fmla="*/ 10 w 48"/>
                            <a:gd name="T1" fmla="*/ 10 h 53"/>
                            <a:gd name="T2" fmla="*/ 15 w 48"/>
                            <a:gd name="T3" fmla="*/ 5 h 53"/>
                            <a:gd name="T4" fmla="*/ 24 w 48"/>
                            <a:gd name="T5" fmla="*/ 0 h 53"/>
                            <a:gd name="T6" fmla="*/ 34 w 48"/>
                            <a:gd name="T7" fmla="*/ 5 h 53"/>
                            <a:gd name="T8" fmla="*/ 44 w 48"/>
                            <a:gd name="T9" fmla="*/ 10 h 53"/>
                            <a:gd name="T10" fmla="*/ 48 w 48"/>
                            <a:gd name="T11" fmla="*/ 20 h 53"/>
                            <a:gd name="T12" fmla="*/ 48 w 48"/>
                            <a:gd name="T13" fmla="*/ 24 h 53"/>
                            <a:gd name="T14" fmla="*/ 48 w 48"/>
                            <a:gd name="T15" fmla="*/ 34 h 53"/>
                            <a:gd name="T16" fmla="*/ 44 w 48"/>
                            <a:gd name="T17" fmla="*/ 44 h 53"/>
                            <a:gd name="T18" fmla="*/ 34 w 48"/>
                            <a:gd name="T19" fmla="*/ 48 h 53"/>
                            <a:gd name="T20" fmla="*/ 24 w 48"/>
                            <a:gd name="T21" fmla="*/ 53 h 53"/>
                            <a:gd name="T22" fmla="*/ 15 w 48"/>
                            <a:gd name="T23" fmla="*/ 48 h 53"/>
                            <a:gd name="T24" fmla="*/ 10 w 48"/>
                            <a:gd name="T25" fmla="*/ 44 h 53"/>
                            <a:gd name="T26" fmla="*/ 5 w 48"/>
                            <a:gd name="T27" fmla="*/ 34 h 53"/>
                            <a:gd name="T28" fmla="*/ 0 w 48"/>
                            <a:gd name="T29" fmla="*/ 24 h 53"/>
                            <a:gd name="T30" fmla="*/ 5 w 48"/>
                            <a:gd name="T31" fmla="*/ 20 h 53"/>
                            <a:gd name="T32" fmla="*/ 10 w 48"/>
                            <a:gd name="T33" fmla="*/ 1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10" y="10"/>
                              </a:move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20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4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5" y="48"/>
                              </a:lnTo>
                              <a:lnTo>
                                <a:pt x="10" y="44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20"/>
                              </a:lnTo>
                              <a:lnTo>
                                <a:pt x="1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5" name="Freeform 234"/>
                      <wps:cNvSpPr>
                        <a:spLocks/>
                      </wps:cNvSpPr>
                      <wps:spPr bwMode="auto">
                        <a:xfrm>
                          <a:off x="1660" y="546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6" name="Freeform 235"/>
                      <wps:cNvSpPr>
                        <a:spLocks/>
                      </wps:cNvSpPr>
                      <wps:spPr bwMode="auto">
                        <a:xfrm>
                          <a:off x="857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7" name="Freeform 236"/>
                      <wps:cNvSpPr>
                        <a:spLocks/>
                      </wps:cNvSpPr>
                      <wps:spPr bwMode="auto">
                        <a:xfrm>
                          <a:off x="744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8" name="Freeform 237"/>
                      <wps:cNvSpPr>
                        <a:spLocks/>
                      </wps:cNvSpPr>
                      <wps:spPr bwMode="auto">
                        <a:xfrm>
                          <a:off x="2528" y="2408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10 h 48"/>
                            <a:gd name="T2" fmla="*/ 15 w 48"/>
                            <a:gd name="T3" fmla="*/ 5 h 48"/>
                            <a:gd name="T4" fmla="*/ 24 w 48"/>
                            <a:gd name="T5" fmla="*/ 0 h 48"/>
                            <a:gd name="T6" fmla="*/ 34 w 48"/>
                            <a:gd name="T7" fmla="*/ 5 h 48"/>
                            <a:gd name="T8" fmla="*/ 39 w 48"/>
                            <a:gd name="T9" fmla="*/ 10 h 48"/>
                            <a:gd name="T10" fmla="*/ 43 w 48"/>
                            <a:gd name="T11" fmla="*/ 15 h 48"/>
                            <a:gd name="T12" fmla="*/ 48 w 48"/>
                            <a:gd name="T13" fmla="*/ 24 h 48"/>
                            <a:gd name="T14" fmla="*/ 43 w 48"/>
                            <a:gd name="T15" fmla="*/ 34 h 48"/>
                            <a:gd name="T16" fmla="*/ 39 w 48"/>
                            <a:gd name="T17" fmla="*/ 44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5 w 48"/>
                            <a:gd name="T25" fmla="*/ 44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5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10"/>
                              </a:move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4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4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9" name="Freeform 238"/>
                      <wps:cNvSpPr>
                        <a:spLocks/>
                      </wps:cNvSpPr>
                      <wps:spPr bwMode="auto">
                        <a:xfrm>
                          <a:off x="1660" y="536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0" name="Freeform 239"/>
                      <wps:cNvSpPr>
                        <a:spLocks/>
                      </wps:cNvSpPr>
                      <wps:spPr bwMode="auto">
                        <a:xfrm>
                          <a:off x="8672" y="1723"/>
                          <a:ext cx="52" cy="48"/>
                        </a:xfrm>
                        <a:custGeom>
                          <a:avLst/>
                          <a:gdLst>
                            <a:gd name="T0" fmla="*/ 24 w 52"/>
                            <a:gd name="T1" fmla="*/ 0 h 48"/>
                            <a:gd name="T2" fmla="*/ 33 w 52"/>
                            <a:gd name="T3" fmla="*/ 0 h 48"/>
                            <a:gd name="T4" fmla="*/ 43 w 52"/>
                            <a:gd name="T5" fmla="*/ 5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38 h 48"/>
                            <a:gd name="T14" fmla="*/ 33 w 52"/>
                            <a:gd name="T15" fmla="*/ 43 h 48"/>
                            <a:gd name="T16" fmla="*/ 24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4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1" name="Freeform 240"/>
                      <wps:cNvSpPr>
                        <a:spLocks/>
                      </wps:cNvSpPr>
                      <wps:spPr bwMode="auto">
                        <a:xfrm>
                          <a:off x="7542" y="1548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5 h 48"/>
                            <a:gd name="T4" fmla="*/ 43 w 53"/>
                            <a:gd name="T5" fmla="*/ 10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43 h 48"/>
                            <a:gd name="T14" fmla="*/ 34 w 53"/>
                            <a:gd name="T15" fmla="*/ 48 h 48"/>
                            <a:gd name="T16" fmla="*/ 29 w 53"/>
                            <a:gd name="T17" fmla="*/ 48 h 48"/>
                            <a:gd name="T18" fmla="*/ 19 w 53"/>
                            <a:gd name="T19" fmla="*/ 48 h 48"/>
                            <a:gd name="T20" fmla="*/ 10 w 53"/>
                            <a:gd name="T21" fmla="*/ 43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10 h 48"/>
                            <a:gd name="T30" fmla="*/ 19 w 53"/>
                            <a:gd name="T31" fmla="*/ 5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9" y="48"/>
                              </a:lnTo>
                              <a:lnTo>
                                <a:pt x="19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9" y="5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2" name="Freeform 241"/>
                      <wps:cNvSpPr>
                        <a:spLocks/>
                      </wps:cNvSpPr>
                      <wps:spPr bwMode="auto">
                        <a:xfrm>
                          <a:off x="2595" y="2341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4 w 48"/>
                            <a:gd name="T9" fmla="*/ 5 h 48"/>
                            <a:gd name="T10" fmla="*/ 48 w 48"/>
                            <a:gd name="T11" fmla="*/ 15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4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5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3" name="Freeform 242"/>
                      <wps:cNvSpPr>
                        <a:spLocks/>
                      </wps:cNvSpPr>
                      <wps:spPr bwMode="auto">
                        <a:xfrm>
                          <a:off x="1660" y="526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4" name="Freeform 243"/>
                      <wps:cNvSpPr>
                        <a:spLocks/>
                      </wps:cNvSpPr>
                      <wps:spPr bwMode="auto">
                        <a:xfrm>
                          <a:off x="877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5" name="Freeform 244"/>
                      <wps:cNvSpPr>
                        <a:spLocks/>
                      </wps:cNvSpPr>
                      <wps:spPr bwMode="auto">
                        <a:xfrm>
                          <a:off x="764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6" name="Freeform 245"/>
                      <wps:cNvSpPr>
                        <a:spLocks/>
                      </wps:cNvSpPr>
                      <wps:spPr bwMode="auto">
                        <a:xfrm>
                          <a:off x="2663" y="2274"/>
                          <a:ext cx="48" cy="48"/>
                        </a:xfrm>
                        <a:custGeom>
                          <a:avLst/>
                          <a:gdLst>
                            <a:gd name="T0" fmla="*/ 9 w 48"/>
                            <a:gd name="T1" fmla="*/ 5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43 w 48"/>
                            <a:gd name="T9" fmla="*/ 5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38 h 48"/>
                            <a:gd name="T18" fmla="*/ 33 w 48"/>
                            <a:gd name="T19" fmla="*/ 43 h 48"/>
                            <a:gd name="T20" fmla="*/ 24 w 48"/>
                            <a:gd name="T21" fmla="*/ 48 h 48"/>
                            <a:gd name="T22" fmla="*/ 14 w 48"/>
                            <a:gd name="T23" fmla="*/ 43 h 48"/>
                            <a:gd name="T24" fmla="*/ 9 w 48"/>
                            <a:gd name="T25" fmla="*/ 38 h 48"/>
                            <a:gd name="T26" fmla="*/ 4 w 48"/>
                            <a:gd name="T27" fmla="*/ 34 h 48"/>
                            <a:gd name="T28" fmla="*/ 0 w 48"/>
                            <a:gd name="T29" fmla="*/ 24 h 48"/>
                            <a:gd name="T30" fmla="*/ 4 w 48"/>
                            <a:gd name="T31" fmla="*/ 14 h 48"/>
                            <a:gd name="T32" fmla="*/ 9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9" y="5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7" name="Freeform 246"/>
                      <wps:cNvSpPr>
                        <a:spLocks/>
                      </wps:cNvSpPr>
                      <wps:spPr bwMode="auto">
                        <a:xfrm>
                          <a:off x="1660" y="517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8" name="Freeform 247"/>
                      <wps:cNvSpPr>
                        <a:spLocks/>
                      </wps:cNvSpPr>
                      <wps:spPr bwMode="auto">
                        <a:xfrm>
                          <a:off x="886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9" name="Freeform 248"/>
                      <wps:cNvSpPr>
                        <a:spLocks/>
                      </wps:cNvSpPr>
                      <wps:spPr bwMode="auto">
                        <a:xfrm>
                          <a:off x="773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0" name="Freeform 249"/>
                      <wps:cNvSpPr>
                        <a:spLocks/>
                      </wps:cNvSpPr>
                      <wps:spPr bwMode="auto">
                        <a:xfrm>
                          <a:off x="2735" y="2202"/>
                          <a:ext cx="48" cy="48"/>
                        </a:xfrm>
                        <a:custGeom>
                          <a:avLst/>
                          <a:gdLst>
                            <a:gd name="T0" fmla="*/ 4 w 48"/>
                            <a:gd name="T1" fmla="*/ 10 h 48"/>
                            <a:gd name="T2" fmla="*/ 14 w 48"/>
                            <a:gd name="T3" fmla="*/ 5 h 48"/>
                            <a:gd name="T4" fmla="*/ 24 w 48"/>
                            <a:gd name="T5" fmla="*/ 0 h 48"/>
                            <a:gd name="T6" fmla="*/ 33 w 48"/>
                            <a:gd name="T7" fmla="*/ 5 h 48"/>
                            <a:gd name="T8" fmla="*/ 38 w 48"/>
                            <a:gd name="T9" fmla="*/ 10 h 48"/>
                            <a:gd name="T10" fmla="*/ 43 w 48"/>
                            <a:gd name="T11" fmla="*/ 19 h 48"/>
                            <a:gd name="T12" fmla="*/ 48 w 48"/>
                            <a:gd name="T13" fmla="*/ 24 h 48"/>
                            <a:gd name="T14" fmla="*/ 43 w 48"/>
                            <a:gd name="T15" fmla="*/ 34 h 48"/>
                            <a:gd name="T16" fmla="*/ 38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4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9 h 48"/>
                            <a:gd name="T32" fmla="*/ 4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4" y="10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9"/>
                              </a:lnTo>
                              <a:lnTo>
                                <a:pt x="4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1" name="Freeform 250"/>
                      <wps:cNvSpPr>
                        <a:spLocks/>
                      </wps:cNvSpPr>
                      <wps:spPr bwMode="auto">
                        <a:xfrm>
                          <a:off x="1660" y="507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2" name="Freeform 251"/>
                      <wps:cNvSpPr>
                        <a:spLocks/>
                      </wps:cNvSpPr>
                      <wps:spPr bwMode="auto">
                        <a:xfrm>
                          <a:off x="896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3" name="Freeform 252"/>
                      <wps:cNvSpPr>
                        <a:spLocks/>
                      </wps:cNvSpPr>
                      <wps:spPr bwMode="auto">
                        <a:xfrm>
                          <a:off x="783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4" name="Freeform 253"/>
                      <wps:cNvSpPr>
                        <a:spLocks/>
                      </wps:cNvSpPr>
                      <wps:spPr bwMode="auto">
                        <a:xfrm>
                          <a:off x="2802" y="2135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10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5 h 48"/>
                            <a:gd name="T8" fmla="*/ 43 w 48"/>
                            <a:gd name="T9" fmla="*/ 10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4 h 48"/>
                            <a:gd name="T16" fmla="*/ 43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1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10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" name="Freeform 254"/>
                      <wps:cNvSpPr>
                        <a:spLocks/>
                      </wps:cNvSpPr>
                      <wps:spPr bwMode="auto">
                        <a:xfrm>
                          <a:off x="1660" y="497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6" name="Freeform 255"/>
                      <wps:cNvSpPr>
                        <a:spLocks/>
                      </wps:cNvSpPr>
                      <wps:spPr bwMode="auto">
                        <a:xfrm>
                          <a:off x="906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7" name="Freeform 256"/>
                      <wps:cNvSpPr>
                        <a:spLocks/>
                      </wps:cNvSpPr>
                      <wps:spPr bwMode="auto">
                        <a:xfrm>
                          <a:off x="793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8" name="Freeform 257"/>
                      <wps:cNvSpPr>
                        <a:spLocks/>
                      </wps:cNvSpPr>
                      <wps:spPr bwMode="auto">
                        <a:xfrm>
                          <a:off x="2869" y="2068"/>
                          <a:ext cx="48" cy="48"/>
                        </a:xfrm>
                        <a:custGeom>
                          <a:avLst/>
                          <a:gdLst>
                            <a:gd name="T0" fmla="*/ 9 w 48"/>
                            <a:gd name="T1" fmla="*/ 5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43 w 48"/>
                            <a:gd name="T9" fmla="*/ 5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3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9 w 48"/>
                            <a:gd name="T25" fmla="*/ 38 h 48"/>
                            <a:gd name="T26" fmla="*/ 5 w 48"/>
                            <a:gd name="T27" fmla="*/ 33 h 48"/>
                            <a:gd name="T28" fmla="*/ 0 w 48"/>
                            <a:gd name="T29" fmla="*/ 24 h 48"/>
                            <a:gd name="T30" fmla="*/ 5 w 48"/>
                            <a:gd name="T31" fmla="*/ 14 h 48"/>
                            <a:gd name="T32" fmla="*/ 9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9" y="5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38"/>
                              </a:lnTo>
                              <a:lnTo>
                                <a:pt x="5" y="33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9" name="Freeform 258"/>
                      <wps:cNvSpPr>
                        <a:spLocks/>
                      </wps:cNvSpPr>
                      <wps:spPr bwMode="auto">
                        <a:xfrm>
                          <a:off x="1660" y="488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" name="Freeform 259"/>
                      <wps:cNvSpPr>
                        <a:spLocks/>
                      </wps:cNvSpPr>
                      <wps:spPr bwMode="auto">
                        <a:xfrm>
                          <a:off x="9156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4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1" name="Freeform 260"/>
                      <wps:cNvSpPr>
                        <a:spLocks/>
                      </wps:cNvSpPr>
                      <wps:spPr bwMode="auto">
                        <a:xfrm>
                          <a:off x="8027" y="15483"/>
                          <a:ext cx="52" cy="48"/>
                        </a:xfrm>
                        <a:custGeom>
                          <a:avLst/>
                          <a:gdLst>
                            <a:gd name="T0" fmla="*/ 28 w 52"/>
                            <a:gd name="T1" fmla="*/ 0 h 48"/>
                            <a:gd name="T2" fmla="*/ 38 w 52"/>
                            <a:gd name="T3" fmla="*/ 5 h 48"/>
                            <a:gd name="T4" fmla="*/ 43 w 52"/>
                            <a:gd name="T5" fmla="*/ 10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43 h 48"/>
                            <a:gd name="T14" fmla="*/ 38 w 52"/>
                            <a:gd name="T15" fmla="*/ 48 h 48"/>
                            <a:gd name="T16" fmla="*/ 28 w 52"/>
                            <a:gd name="T17" fmla="*/ 48 h 48"/>
                            <a:gd name="T18" fmla="*/ 19 w 52"/>
                            <a:gd name="T19" fmla="*/ 48 h 48"/>
                            <a:gd name="T20" fmla="*/ 9 w 52"/>
                            <a:gd name="T21" fmla="*/ 43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10 h 48"/>
                            <a:gd name="T30" fmla="*/ 19 w 52"/>
                            <a:gd name="T31" fmla="*/ 5 h 48"/>
                            <a:gd name="T32" fmla="*/ 28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8" y="0"/>
                              </a:moveTo>
                              <a:lnTo>
                                <a:pt x="38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8" y="48"/>
                              </a:lnTo>
                              <a:lnTo>
                                <a:pt x="28" y="48"/>
                              </a:lnTo>
                              <a:lnTo>
                                <a:pt x="19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9" y="5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2" name="Freeform 261"/>
                      <wps:cNvSpPr>
                        <a:spLocks/>
                      </wps:cNvSpPr>
                      <wps:spPr bwMode="auto">
                        <a:xfrm>
                          <a:off x="2941" y="2001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4 h 48"/>
                            <a:gd name="T2" fmla="*/ 14 w 48"/>
                            <a:gd name="T3" fmla="*/ 0 h 48"/>
                            <a:gd name="T4" fmla="*/ 24 w 48"/>
                            <a:gd name="T5" fmla="*/ 0 h 48"/>
                            <a:gd name="T6" fmla="*/ 33 w 48"/>
                            <a:gd name="T7" fmla="*/ 0 h 48"/>
                            <a:gd name="T8" fmla="*/ 38 w 48"/>
                            <a:gd name="T9" fmla="*/ 4 h 48"/>
                            <a:gd name="T10" fmla="*/ 43 w 48"/>
                            <a:gd name="T11" fmla="*/ 14 h 48"/>
                            <a:gd name="T12" fmla="*/ 48 w 48"/>
                            <a:gd name="T13" fmla="*/ 24 h 48"/>
                            <a:gd name="T14" fmla="*/ 43 w 48"/>
                            <a:gd name="T15" fmla="*/ 33 h 48"/>
                            <a:gd name="T16" fmla="*/ 38 w 48"/>
                            <a:gd name="T17" fmla="*/ 38 h 48"/>
                            <a:gd name="T18" fmla="*/ 33 w 48"/>
                            <a:gd name="T19" fmla="*/ 43 h 48"/>
                            <a:gd name="T20" fmla="*/ 24 w 48"/>
                            <a:gd name="T21" fmla="*/ 48 h 48"/>
                            <a:gd name="T22" fmla="*/ 14 w 48"/>
                            <a:gd name="T23" fmla="*/ 43 h 48"/>
                            <a:gd name="T24" fmla="*/ 5 w 48"/>
                            <a:gd name="T25" fmla="*/ 38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4"/>
                              </a:move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3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" name="Freeform 262"/>
                      <wps:cNvSpPr>
                        <a:spLocks/>
                      </wps:cNvSpPr>
                      <wps:spPr bwMode="auto">
                        <a:xfrm>
                          <a:off x="1660" y="4783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4" name="Freeform 263"/>
                      <wps:cNvSpPr>
                        <a:spLocks/>
                      </wps:cNvSpPr>
                      <wps:spPr bwMode="auto">
                        <a:xfrm>
                          <a:off x="925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5" name="Freeform 264"/>
                      <wps:cNvSpPr>
                        <a:spLocks/>
                      </wps:cNvSpPr>
                      <wps:spPr bwMode="auto">
                        <a:xfrm>
                          <a:off x="812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6" name="Freeform 265"/>
                      <wps:cNvSpPr>
                        <a:spLocks/>
                      </wps:cNvSpPr>
                      <wps:spPr bwMode="auto">
                        <a:xfrm>
                          <a:off x="3008" y="1929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9 h 48"/>
                            <a:gd name="T2" fmla="*/ 14 w 48"/>
                            <a:gd name="T3" fmla="*/ 5 h 48"/>
                            <a:gd name="T4" fmla="*/ 24 w 48"/>
                            <a:gd name="T5" fmla="*/ 0 h 48"/>
                            <a:gd name="T6" fmla="*/ 34 w 48"/>
                            <a:gd name="T7" fmla="*/ 5 h 48"/>
                            <a:gd name="T8" fmla="*/ 43 w 48"/>
                            <a:gd name="T9" fmla="*/ 9 h 48"/>
                            <a:gd name="T10" fmla="*/ 48 w 48"/>
                            <a:gd name="T11" fmla="*/ 19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4 w 48"/>
                            <a:gd name="T23" fmla="*/ 48 h 48"/>
                            <a:gd name="T24" fmla="*/ 5 w 48"/>
                            <a:gd name="T25" fmla="*/ 43 h 48"/>
                            <a:gd name="T26" fmla="*/ 0 w 48"/>
                            <a:gd name="T27" fmla="*/ 33 h 48"/>
                            <a:gd name="T28" fmla="*/ 0 w 48"/>
                            <a:gd name="T29" fmla="*/ 24 h 48"/>
                            <a:gd name="T30" fmla="*/ 0 w 48"/>
                            <a:gd name="T31" fmla="*/ 14 h 48"/>
                            <a:gd name="T32" fmla="*/ 5 w 48"/>
                            <a:gd name="T33" fmla="*/ 9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9"/>
                              </a:move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43" y="9"/>
                              </a:lnTo>
                              <a:lnTo>
                                <a:pt x="48" y="19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Freeform 266"/>
                      <wps:cNvSpPr>
                        <a:spLocks/>
                      </wps:cNvSpPr>
                      <wps:spPr bwMode="auto">
                        <a:xfrm>
                          <a:off x="1660" y="4687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Freeform 267"/>
                      <wps:cNvSpPr>
                        <a:spLocks/>
                      </wps:cNvSpPr>
                      <wps:spPr bwMode="auto">
                        <a:xfrm>
                          <a:off x="935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9" name="Freeform 268"/>
                      <wps:cNvSpPr>
                        <a:spLocks/>
                      </wps:cNvSpPr>
                      <wps:spPr bwMode="auto">
                        <a:xfrm>
                          <a:off x="822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0" name="Freeform 269"/>
                      <wps:cNvSpPr>
                        <a:spLocks/>
                      </wps:cNvSpPr>
                      <wps:spPr bwMode="auto">
                        <a:xfrm>
                          <a:off x="3075" y="1862"/>
                          <a:ext cx="48" cy="48"/>
                        </a:xfrm>
                        <a:custGeom>
                          <a:avLst/>
                          <a:gdLst>
                            <a:gd name="T0" fmla="*/ 10 w 48"/>
                            <a:gd name="T1" fmla="*/ 9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34 w 48"/>
                            <a:gd name="T7" fmla="*/ 0 h 48"/>
                            <a:gd name="T8" fmla="*/ 43 w 48"/>
                            <a:gd name="T9" fmla="*/ 9 h 48"/>
                            <a:gd name="T10" fmla="*/ 48 w 48"/>
                            <a:gd name="T11" fmla="*/ 14 h 48"/>
                            <a:gd name="T12" fmla="*/ 48 w 48"/>
                            <a:gd name="T13" fmla="*/ 24 h 48"/>
                            <a:gd name="T14" fmla="*/ 48 w 48"/>
                            <a:gd name="T15" fmla="*/ 33 h 48"/>
                            <a:gd name="T16" fmla="*/ 43 w 48"/>
                            <a:gd name="T17" fmla="*/ 43 h 48"/>
                            <a:gd name="T18" fmla="*/ 34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10 w 48"/>
                            <a:gd name="T25" fmla="*/ 43 h 48"/>
                            <a:gd name="T26" fmla="*/ 5 w 48"/>
                            <a:gd name="T27" fmla="*/ 33 h 48"/>
                            <a:gd name="T28" fmla="*/ 0 w 48"/>
                            <a:gd name="T29" fmla="*/ 24 h 48"/>
                            <a:gd name="T30" fmla="*/ 5 w 48"/>
                            <a:gd name="T31" fmla="*/ 14 h 48"/>
                            <a:gd name="T32" fmla="*/ 10 w 48"/>
                            <a:gd name="T33" fmla="*/ 9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10" y="9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43" y="9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3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3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1" name="Freeform 270"/>
                      <wps:cNvSpPr>
                        <a:spLocks/>
                      </wps:cNvSpPr>
                      <wps:spPr bwMode="auto">
                        <a:xfrm>
                          <a:off x="1660" y="4591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4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4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4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2" name="Freeform 271"/>
                      <wps:cNvSpPr>
                        <a:spLocks/>
                      </wps:cNvSpPr>
                      <wps:spPr bwMode="auto">
                        <a:xfrm>
                          <a:off x="944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3" name="Freeform 272"/>
                      <wps:cNvSpPr>
                        <a:spLocks/>
                      </wps:cNvSpPr>
                      <wps:spPr bwMode="auto">
                        <a:xfrm>
                          <a:off x="958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4" name="Freeform 273"/>
                      <wps:cNvSpPr>
                        <a:spLocks/>
                      </wps:cNvSpPr>
                      <wps:spPr bwMode="auto">
                        <a:xfrm>
                          <a:off x="831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" name="Freeform 274"/>
                      <wps:cNvSpPr>
                        <a:spLocks/>
                      </wps:cNvSpPr>
                      <wps:spPr bwMode="auto">
                        <a:xfrm>
                          <a:off x="3147" y="1794"/>
                          <a:ext cx="48" cy="48"/>
                        </a:xfrm>
                        <a:custGeom>
                          <a:avLst/>
                          <a:gdLst>
                            <a:gd name="T0" fmla="*/ 5 w 48"/>
                            <a:gd name="T1" fmla="*/ 5 h 48"/>
                            <a:gd name="T2" fmla="*/ 15 w 48"/>
                            <a:gd name="T3" fmla="*/ 0 h 48"/>
                            <a:gd name="T4" fmla="*/ 24 w 48"/>
                            <a:gd name="T5" fmla="*/ 0 h 48"/>
                            <a:gd name="T6" fmla="*/ 29 w 48"/>
                            <a:gd name="T7" fmla="*/ 0 h 48"/>
                            <a:gd name="T8" fmla="*/ 39 w 48"/>
                            <a:gd name="T9" fmla="*/ 5 h 48"/>
                            <a:gd name="T10" fmla="*/ 43 w 48"/>
                            <a:gd name="T11" fmla="*/ 15 h 48"/>
                            <a:gd name="T12" fmla="*/ 48 w 48"/>
                            <a:gd name="T13" fmla="*/ 24 h 48"/>
                            <a:gd name="T14" fmla="*/ 43 w 48"/>
                            <a:gd name="T15" fmla="*/ 34 h 48"/>
                            <a:gd name="T16" fmla="*/ 39 w 48"/>
                            <a:gd name="T17" fmla="*/ 39 h 48"/>
                            <a:gd name="T18" fmla="*/ 29 w 48"/>
                            <a:gd name="T19" fmla="*/ 48 h 48"/>
                            <a:gd name="T20" fmla="*/ 24 w 48"/>
                            <a:gd name="T21" fmla="*/ 48 h 48"/>
                            <a:gd name="T22" fmla="*/ 15 w 48"/>
                            <a:gd name="T23" fmla="*/ 48 h 48"/>
                            <a:gd name="T24" fmla="*/ 5 w 48"/>
                            <a:gd name="T25" fmla="*/ 39 h 48"/>
                            <a:gd name="T26" fmla="*/ 0 w 48"/>
                            <a:gd name="T27" fmla="*/ 34 h 48"/>
                            <a:gd name="T28" fmla="*/ 0 w 48"/>
                            <a:gd name="T29" fmla="*/ 24 h 48"/>
                            <a:gd name="T30" fmla="*/ 0 w 48"/>
                            <a:gd name="T31" fmla="*/ 15 h 48"/>
                            <a:gd name="T32" fmla="*/ 5 w 48"/>
                            <a:gd name="T33" fmla="*/ 5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5" y="5"/>
                              </a:move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29" y="0"/>
                              </a:lnTo>
                              <a:lnTo>
                                <a:pt x="39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9" y="39"/>
                              </a:lnTo>
                              <a:lnTo>
                                <a:pt x="29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6" name="Freeform 275"/>
                      <wps:cNvSpPr>
                        <a:spLocks/>
                      </wps:cNvSpPr>
                      <wps:spPr bwMode="auto">
                        <a:xfrm>
                          <a:off x="1660" y="449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7" name="Freeform 276"/>
                      <wps:cNvSpPr>
                        <a:spLocks/>
                      </wps:cNvSpPr>
                      <wps:spPr bwMode="auto">
                        <a:xfrm>
                          <a:off x="954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8" name="Freeform 277"/>
                      <wps:cNvSpPr>
                        <a:spLocks/>
                      </wps:cNvSpPr>
                      <wps:spPr bwMode="auto">
                        <a:xfrm>
                          <a:off x="9677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9" name="Freeform 278"/>
                      <wps:cNvSpPr>
                        <a:spLocks/>
                      </wps:cNvSpPr>
                      <wps:spPr bwMode="auto">
                        <a:xfrm>
                          <a:off x="841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0" name="Freeform 279"/>
                      <wps:cNvSpPr>
                        <a:spLocks/>
                      </wps:cNvSpPr>
                      <wps:spPr bwMode="auto">
                        <a:xfrm>
                          <a:off x="1660" y="4394"/>
                          <a:ext cx="48" cy="53"/>
                        </a:xfrm>
                        <a:custGeom>
                          <a:avLst/>
                          <a:gdLst>
                            <a:gd name="T0" fmla="*/ 0 w 48"/>
                            <a:gd name="T1" fmla="*/ 24 h 53"/>
                            <a:gd name="T2" fmla="*/ 0 w 48"/>
                            <a:gd name="T3" fmla="*/ 19 h 53"/>
                            <a:gd name="T4" fmla="*/ 5 w 48"/>
                            <a:gd name="T5" fmla="*/ 10 h 53"/>
                            <a:gd name="T6" fmla="*/ 14 w 48"/>
                            <a:gd name="T7" fmla="*/ 5 h 53"/>
                            <a:gd name="T8" fmla="*/ 24 w 48"/>
                            <a:gd name="T9" fmla="*/ 0 h 53"/>
                            <a:gd name="T10" fmla="*/ 34 w 48"/>
                            <a:gd name="T11" fmla="*/ 5 h 53"/>
                            <a:gd name="T12" fmla="*/ 38 w 48"/>
                            <a:gd name="T13" fmla="*/ 10 h 53"/>
                            <a:gd name="T14" fmla="*/ 43 w 48"/>
                            <a:gd name="T15" fmla="*/ 19 h 53"/>
                            <a:gd name="T16" fmla="*/ 48 w 48"/>
                            <a:gd name="T17" fmla="*/ 24 h 53"/>
                            <a:gd name="T18" fmla="*/ 43 w 48"/>
                            <a:gd name="T19" fmla="*/ 34 h 53"/>
                            <a:gd name="T20" fmla="*/ 38 w 48"/>
                            <a:gd name="T21" fmla="*/ 43 h 53"/>
                            <a:gd name="T22" fmla="*/ 34 w 48"/>
                            <a:gd name="T23" fmla="*/ 48 h 53"/>
                            <a:gd name="T24" fmla="*/ 24 w 48"/>
                            <a:gd name="T25" fmla="*/ 53 h 53"/>
                            <a:gd name="T26" fmla="*/ 14 w 48"/>
                            <a:gd name="T27" fmla="*/ 48 h 53"/>
                            <a:gd name="T28" fmla="*/ 5 w 48"/>
                            <a:gd name="T29" fmla="*/ 43 h 53"/>
                            <a:gd name="T30" fmla="*/ 0 w 48"/>
                            <a:gd name="T31" fmla="*/ 34 h 53"/>
                            <a:gd name="T32" fmla="*/ 0 w 48"/>
                            <a:gd name="T33" fmla="*/ 24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53">
                              <a:moveTo>
                                <a:pt x="0" y="24"/>
                              </a:moveTo>
                              <a:lnTo>
                                <a:pt x="0" y="19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9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53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1" name="Freeform 280"/>
                      <wps:cNvSpPr>
                        <a:spLocks/>
                      </wps:cNvSpPr>
                      <wps:spPr bwMode="auto">
                        <a:xfrm>
                          <a:off x="9641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3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3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9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9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2" name="Freeform 281"/>
                      <wps:cNvSpPr>
                        <a:spLocks/>
                      </wps:cNvSpPr>
                      <wps:spPr bwMode="auto">
                        <a:xfrm>
                          <a:off x="977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4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4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4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4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3" name="Freeform 282"/>
                      <wps:cNvSpPr>
                        <a:spLocks/>
                      </wps:cNvSpPr>
                      <wps:spPr bwMode="auto">
                        <a:xfrm>
                          <a:off x="851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4" name="Freeform 283"/>
                      <wps:cNvSpPr>
                        <a:spLocks/>
                      </wps:cNvSpPr>
                      <wps:spPr bwMode="auto">
                        <a:xfrm>
                          <a:off x="1660" y="429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" name="Freeform 284"/>
                      <wps:cNvSpPr>
                        <a:spLocks/>
                      </wps:cNvSpPr>
                      <wps:spPr bwMode="auto">
                        <a:xfrm>
                          <a:off x="974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" name="Freeform 285"/>
                      <wps:cNvSpPr>
                        <a:spLocks/>
                      </wps:cNvSpPr>
                      <wps:spPr bwMode="auto">
                        <a:xfrm>
                          <a:off x="9873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7" name="Freeform 286"/>
                      <wps:cNvSpPr>
                        <a:spLocks/>
                      </wps:cNvSpPr>
                      <wps:spPr bwMode="auto">
                        <a:xfrm>
                          <a:off x="861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Freeform 287"/>
                      <wps:cNvSpPr>
                        <a:spLocks/>
                      </wps:cNvSpPr>
                      <wps:spPr bwMode="auto">
                        <a:xfrm>
                          <a:off x="1660" y="420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Freeform 288"/>
                      <wps:cNvSpPr>
                        <a:spLocks/>
                      </wps:cNvSpPr>
                      <wps:spPr bwMode="auto">
                        <a:xfrm>
                          <a:off x="983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Freeform 289"/>
                      <wps:cNvSpPr>
                        <a:spLocks/>
                      </wps:cNvSpPr>
                      <wps:spPr bwMode="auto">
                        <a:xfrm>
                          <a:off x="996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Freeform 290"/>
                      <wps:cNvSpPr>
                        <a:spLocks/>
                      </wps:cNvSpPr>
                      <wps:spPr bwMode="auto">
                        <a:xfrm>
                          <a:off x="870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Freeform 291"/>
                      <wps:cNvSpPr>
                        <a:spLocks/>
                      </wps:cNvSpPr>
                      <wps:spPr bwMode="auto">
                        <a:xfrm>
                          <a:off x="1660" y="410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Freeform 292"/>
                      <wps:cNvSpPr>
                        <a:spLocks/>
                      </wps:cNvSpPr>
                      <wps:spPr bwMode="auto">
                        <a:xfrm>
                          <a:off x="9933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4" name="Freeform 293"/>
                      <wps:cNvSpPr>
                        <a:spLocks/>
                      </wps:cNvSpPr>
                      <wps:spPr bwMode="auto">
                        <a:xfrm>
                          <a:off x="1006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Freeform 294"/>
                      <wps:cNvSpPr>
                        <a:spLocks/>
                      </wps:cNvSpPr>
                      <wps:spPr bwMode="auto">
                        <a:xfrm>
                          <a:off x="880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6" name="Freeform 295"/>
                      <wps:cNvSpPr>
                        <a:spLocks/>
                      </wps:cNvSpPr>
                      <wps:spPr bwMode="auto">
                        <a:xfrm>
                          <a:off x="1660" y="401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39 h 48"/>
                            <a:gd name="T22" fmla="*/ 34 w 48"/>
                            <a:gd name="T23" fmla="*/ 44 h 48"/>
                            <a:gd name="T24" fmla="*/ 24 w 48"/>
                            <a:gd name="T25" fmla="*/ 48 h 48"/>
                            <a:gd name="T26" fmla="*/ 14 w 48"/>
                            <a:gd name="T27" fmla="*/ 44 h 48"/>
                            <a:gd name="T28" fmla="*/ 5 w 48"/>
                            <a:gd name="T29" fmla="*/ 39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9"/>
                              </a:lnTo>
                              <a:lnTo>
                                <a:pt x="34" y="44"/>
                              </a:lnTo>
                              <a:lnTo>
                                <a:pt x="24" y="48"/>
                              </a:lnTo>
                              <a:lnTo>
                                <a:pt x="14" y="44"/>
                              </a:lnTo>
                              <a:lnTo>
                                <a:pt x="5" y="39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7" name="Freeform 296"/>
                      <wps:cNvSpPr>
                        <a:spLocks/>
                      </wps:cNvSpPr>
                      <wps:spPr bwMode="auto">
                        <a:xfrm>
                          <a:off x="10029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8" name="Freeform 297"/>
                      <wps:cNvSpPr>
                        <a:spLocks/>
                      </wps:cNvSpPr>
                      <wps:spPr bwMode="auto">
                        <a:xfrm>
                          <a:off x="10161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9" name="Freeform 298"/>
                      <wps:cNvSpPr>
                        <a:spLocks/>
                      </wps:cNvSpPr>
                      <wps:spPr bwMode="auto">
                        <a:xfrm>
                          <a:off x="890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9 w 48"/>
                            <a:gd name="T21" fmla="*/ 43 h 48"/>
                            <a:gd name="T22" fmla="*/ 4 w 48"/>
                            <a:gd name="T23" fmla="*/ 34 h 48"/>
                            <a:gd name="T24" fmla="*/ 0 w 48"/>
                            <a:gd name="T25" fmla="*/ 24 h 48"/>
                            <a:gd name="T26" fmla="*/ 4 w 48"/>
                            <a:gd name="T27" fmla="*/ 14 h 48"/>
                            <a:gd name="T28" fmla="*/ 9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9" y="43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" name="Freeform 299"/>
                      <wps:cNvSpPr>
                        <a:spLocks/>
                      </wps:cNvSpPr>
                      <wps:spPr bwMode="auto">
                        <a:xfrm>
                          <a:off x="1660" y="3910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" name="Freeform 300"/>
                      <wps:cNvSpPr>
                        <a:spLocks/>
                      </wps:cNvSpPr>
                      <wps:spPr bwMode="auto">
                        <a:xfrm>
                          <a:off x="10135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2" name="Freeform 301"/>
                      <wps:cNvSpPr>
                        <a:spLocks/>
                      </wps:cNvSpPr>
                      <wps:spPr bwMode="auto">
                        <a:xfrm>
                          <a:off x="1026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3" name="Freeform 302"/>
                      <wps:cNvSpPr>
                        <a:spLocks/>
                      </wps:cNvSpPr>
                      <wps:spPr bwMode="auto">
                        <a:xfrm>
                          <a:off x="9000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4" name="Freeform 303"/>
                      <wps:cNvSpPr>
                        <a:spLocks/>
                      </wps:cNvSpPr>
                      <wps:spPr bwMode="auto">
                        <a:xfrm>
                          <a:off x="1660" y="3814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9 h 48"/>
                            <a:gd name="T6" fmla="*/ 14 w 48"/>
                            <a:gd name="T7" fmla="*/ 4 h 48"/>
                            <a:gd name="T8" fmla="*/ 24 w 48"/>
                            <a:gd name="T9" fmla="*/ 0 h 48"/>
                            <a:gd name="T10" fmla="*/ 34 w 48"/>
                            <a:gd name="T11" fmla="*/ 4 h 48"/>
                            <a:gd name="T12" fmla="*/ 38 w 48"/>
                            <a:gd name="T13" fmla="*/ 9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9"/>
                              </a:lnTo>
                              <a:lnTo>
                                <a:pt x="14" y="4"/>
                              </a:lnTo>
                              <a:lnTo>
                                <a:pt x="24" y="0"/>
                              </a:lnTo>
                              <a:lnTo>
                                <a:pt x="34" y="4"/>
                              </a:lnTo>
                              <a:lnTo>
                                <a:pt x="38" y="9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5" name="Freeform 304"/>
                      <wps:cNvSpPr>
                        <a:spLocks/>
                      </wps:cNvSpPr>
                      <wps:spPr bwMode="auto">
                        <a:xfrm>
                          <a:off x="10231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6" name="Freeform 305"/>
                      <wps:cNvSpPr>
                        <a:spLocks/>
                      </wps:cNvSpPr>
                      <wps:spPr bwMode="auto">
                        <a:xfrm>
                          <a:off x="1035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7" name="Freeform 306"/>
                      <wps:cNvSpPr>
                        <a:spLocks/>
                      </wps:cNvSpPr>
                      <wps:spPr bwMode="auto">
                        <a:xfrm>
                          <a:off x="909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9 w 48"/>
                            <a:gd name="T5" fmla="*/ 10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9" y="10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8" name="Freeform 307"/>
                      <wps:cNvSpPr>
                        <a:spLocks/>
                      </wps:cNvSpPr>
                      <wps:spPr bwMode="auto">
                        <a:xfrm>
                          <a:off x="1660" y="3718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9" name="Freeform 308"/>
                      <wps:cNvSpPr>
                        <a:spLocks/>
                      </wps:cNvSpPr>
                      <wps:spPr bwMode="auto">
                        <a:xfrm>
                          <a:off x="1032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0" name="Freeform 309"/>
                      <wps:cNvSpPr>
                        <a:spLocks/>
                      </wps:cNvSpPr>
                      <wps:spPr bwMode="auto">
                        <a:xfrm>
                          <a:off x="1045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1" name="Freeform 310"/>
                      <wps:cNvSpPr>
                        <a:spLocks/>
                      </wps:cNvSpPr>
                      <wps:spPr bwMode="auto">
                        <a:xfrm>
                          <a:off x="9192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" name="Freeform 311"/>
                      <wps:cNvSpPr>
                        <a:spLocks/>
                      </wps:cNvSpPr>
                      <wps:spPr bwMode="auto">
                        <a:xfrm>
                          <a:off x="1660" y="3622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3" name="Freeform 312"/>
                      <wps:cNvSpPr>
                        <a:spLocks/>
                      </wps:cNvSpPr>
                      <wps:spPr bwMode="auto">
                        <a:xfrm>
                          <a:off x="10437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8 w 48"/>
                            <a:gd name="T5" fmla="*/ 5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4" name="Freeform 313"/>
                      <wps:cNvSpPr>
                        <a:spLocks/>
                      </wps:cNvSpPr>
                      <wps:spPr bwMode="auto">
                        <a:xfrm>
                          <a:off x="9288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5" name="Freeform 314"/>
                      <wps:cNvSpPr>
                        <a:spLocks/>
                      </wps:cNvSpPr>
                      <wps:spPr bwMode="auto">
                        <a:xfrm>
                          <a:off x="1660" y="3526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4 h 48"/>
                            <a:gd name="T4" fmla="*/ 5 w 48"/>
                            <a:gd name="T5" fmla="*/ 5 h 48"/>
                            <a:gd name="T6" fmla="*/ 14 w 48"/>
                            <a:gd name="T7" fmla="*/ 0 h 48"/>
                            <a:gd name="T8" fmla="*/ 24 w 48"/>
                            <a:gd name="T9" fmla="*/ 0 h 48"/>
                            <a:gd name="T10" fmla="*/ 34 w 48"/>
                            <a:gd name="T11" fmla="*/ 0 h 48"/>
                            <a:gd name="T12" fmla="*/ 38 w 48"/>
                            <a:gd name="T13" fmla="*/ 5 h 48"/>
                            <a:gd name="T14" fmla="*/ 43 w 48"/>
                            <a:gd name="T15" fmla="*/ 14 h 48"/>
                            <a:gd name="T16" fmla="*/ 48 w 48"/>
                            <a:gd name="T17" fmla="*/ 24 h 48"/>
                            <a:gd name="T18" fmla="*/ 43 w 48"/>
                            <a:gd name="T19" fmla="*/ 33 h 48"/>
                            <a:gd name="T20" fmla="*/ 38 w 48"/>
                            <a:gd name="T21" fmla="*/ 38 h 48"/>
                            <a:gd name="T22" fmla="*/ 34 w 48"/>
                            <a:gd name="T23" fmla="*/ 43 h 48"/>
                            <a:gd name="T24" fmla="*/ 24 w 48"/>
                            <a:gd name="T25" fmla="*/ 48 h 48"/>
                            <a:gd name="T26" fmla="*/ 14 w 48"/>
                            <a:gd name="T27" fmla="*/ 43 h 48"/>
                            <a:gd name="T28" fmla="*/ 5 w 48"/>
                            <a:gd name="T29" fmla="*/ 38 h 48"/>
                            <a:gd name="T30" fmla="*/ 0 w 48"/>
                            <a:gd name="T31" fmla="*/ 33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lnTo>
                                <a:pt x="34" y="0"/>
                              </a:lnTo>
                              <a:lnTo>
                                <a:pt x="38" y="5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3"/>
                              </a:lnTo>
                              <a:lnTo>
                                <a:pt x="38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5" y="38"/>
                              </a:lnTo>
                              <a:lnTo>
                                <a:pt x="0" y="33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6" name="Freeform 315"/>
                      <wps:cNvSpPr>
                        <a:spLocks/>
                      </wps:cNvSpPr>
                      <wps:spPr bwMode="auto">
                        <a:xfrm>
                          <a:off x="9384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7" name="Freeform 316"/>
                      <wps:cNvSpPr>
                        <a:spLocks/>
                      </wps:cNvSpPr>
                      <wps:spPr bwMode="auto">
                        <a:xfrm>
                          <a:off x="1660" y="3425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8" name="Freeform 317"/>
                      <wps:cNvSpPr>
                        <a:spLocks/>
                      </wps:cNvSpPr>
                      <wps:spPr bwMode="auto">
                        <a:xfrm>
                          <a:off x="948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3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3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9" name="Freeform 318"/>
                      <wps:cNvSpPr>
                        <a:spLocks/>
                      </wps:cNvSpPr>
                      <wps:spPr bwMode="auto">
                        <a:xfrm>
                          <a:off x="1660" y="3329"/>
                          <a:ext cx="48" cy="48"/>
                        </a:xfrm>
                        <a:custGeom>
                          <a:avLst/>
                          <a:gdLst>
                            <a:gd name="T0" fmla="*/ 0 w 48"/>
                            <a:gd name="T1" fmla="*/ 24 h 48"/>
                            <a:gd name="T2" fmla="*/ 0 w 48"/>
                            <a:gd name="T3" fmla="*/ 15 h 48"/>
                            <a:gd name="T4" fmla="*/ 5 w 48"/>
                            <a:gd name="T5" fmla="*/ 10 h 48"/>
                            <a:gd name="T6" fmla="*/ 14 w 48"/>
                            <a:gd name="T7" fmla="*/ 5 h 48"/>
                            <a:gd name="T8" fmla="*/ 24 w 48"/>
                            <a:gd name="T9" fmla="*/ 0 h 48"/>
                            <a:gd name="T10" fmla="*/ 34 w 48"/>
                            <a:gd name="T11" fmla="*/ 5 h 48"/>
                            <a:gd name="T12" fmla="*/ 38 w 48"/>
                            <a:gd name="T13" fmla="*/ 10 h 48"/>
                            <a:gd name="T14" fmla="*/ 43 w 48"/>
                            <a:gd name="T15" fmla="*/ 15 h 48"/>
                            <a:gd name="T16" fmla="*/ 48 w 48"/>
                            <a:gd name="T17" fmla="*/ 24 h 48"/>
                            <a:gd name="T18" fmla="*/ 43 w 48"/>
                            <a:gd name="T19" fmla="*/ 34 h 48"/>
                            <a:gd name="T20" fmla="*/ 38 w 48"/>
                            <a:gd name="T21" fmla="*/ 43 h 48"/>
                            <a:gd name="T22" fmla="*/ 34 w 48"/>
                            <a:gd name="T23" fmla="*/ 48 h 48"/>
                            <a:gd name="T24" fmla="*/ 24 w 48"/>
                            <a:gd name="T25" fmla="*/ 48 h 48"/>
                            <a:gd name="T26" fmla="*/ 14 w 48"/>
                            <a:gd name="T27" fmla="*/ 48 h 48"/>
                            <a:gd name="T28" fmla="*/ 5 w 48"/>
                            <a:gd name="T29" fmla="*/ 43 h 48"/>
                            <a:gd name="T30" fmla="*/ 0 w 48"/>
                            <a:gd name="T31" fmla="*/ 34 h 48"/>
                            <a:gd name="T32" fmla="*/ 0 w 48"/>
                            <a:gd name="T33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24"/>
                              </a:moveTo>
                              <a:lnTo>
                                <a:pt x="0" y="15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5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0" name="Freeform 376"/>
                      <wps:cNvSpPr>
                        <a:spLocks/>
                      </wps:cNvSpPr>
                      <wps:spPr bwMode="auto">
                        <a:xfrm>
                          <a:off x="10532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3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3 w 48"/>
                            <a:gd name="T15" fmla="*/ 43 h 48"/>
                            <a:gd name="T16" fmla="*/ 24 w 48"/>
                            <a:gd name="T17" fmla="*/ 48 h 48"/>
                            <a:gd name="T18" fmla="*/ 14 w 48"/>
                            <a:gd name="T19" fmla="*/ 43 h 48"/>
                            <a:gd name="T20" fmla="*/ 9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9 w 48"/>
                            <a:gd name="T29" fmla="*/ 5 h 48"/>
                            <a:gd name="T30" fmla="*/ 14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4" y="43"/>
                              </a:lnTo>
                              <a:lnTo>
                                <a:pt x="9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9" y="5"/>
                              </a:lnTo>
                              <a:lnTo>
                                <a:pt x="1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377"/>
                      <wps:cNvSpPr>
                        <a:spLocks/>
                      </wps:cNvSpPr>
                      <wps:spPr bwMode="auto">
                        <a:xfrm>
                          <a:off x="10628" y="1723"/>
                          <a:ext cx="52" cy="48"/>
                        </a:xfrm>
                        <a:custGeom>
                          <a:avLst/>
                          <a:gdLst>
                            <a:gd name="T0" fmla="*/ 24 w 52"/>
                            <a:gd name="T1" fmla="*/ 0 h 48"/>
                            <a:gd name="T2" fmla="*/ 33 w 52"/>
                            <a:gd name="T3" fmla="*/ 0 h 48"/>
                            <a:gd name="T4" fmla="*/ 43 w 52"/>
                            <a:gd name="T5" fmla="*/ 5 h 48"/>
                            <a:gd name="T6" fmla="*/ 48 w 52"/>
                            <a:gd name="T7" fmla="*/ 14 h 48"/>
                            <a:gd name="T8" fmla="*/ 52 w 52"/>
                            <a:gd name="T9" fmla="*/ 24 h 48"/>
                            <a:gd name="T10" fmla="*/ 48 w 52"/>
                            <a:gd name="T11" fmla="*/ 34 h 48"/>
                            <a:gd name="T12" fmla="*/ 43 w 52"/>
                            <a:gd name="T13" fmla="*/ 38 h 48"/>
                            <a:gd name="T14" fmla="*/ 33 w 52"/>
                            <a:gd name="T15" fmla="*/ 43 h 48"/>
                            <a:gd name="T16" fmla="*/ 24 w 52"/>
                            <a:gd name="T17" fmla="*/ 48 h 48"/>
                            <a:gd name="T18" fmla="*/ 19 w 52"/>
                            <a:gd name="T19" fmla="*/ 43 h 48"/>
                            <a:gd name="T20" fmla="*/ 9 w 52"/>
                            <a:gd name="T21" fmla="*/ 38 h 48"/>
                            <a:gd name="T22" fmla="*/ 4 w 52"/>
                            <a:gd name="T23" fmla="*/ 34 h 48"/>
                            <a:gd name="T24" fmla="*/ 0 w 52"/>
                            <a:gd name="T25" fmla="*/ 24 h 48"/>
                            <a:gd name="T26" fmla="*/ 4 w 52"/>
                            <a:gd name="T27" fmla="*/ 14 h 48"/>
                            <a:gd name="T28" fmla="*/ 9 w 52"/>
                            <a:gd name="T29" fmla="*/ 5 h 48"/>
                            <a:gd name="T30" fmla="*/ 19 w 52"/>
                            <a:gd name="T31" fmla="*/ 0 h 48"/>
                            <a:gd name="T32" fmla="*/ 24 w 52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48">
                              <a:moveTo>
                                <a:pt x="24" y="0"/>
                              </a:moveTo>
                              <a:lnTo>
                                <a:pt x="33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2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3" y="43"/>
                              </a:lnTo>
                              <a:lnTo>
                                <a:pt x="24" y="48"/>
                              </a:lnTo>
                              <a:lnTo>
                                <a:pt x="19" y="43"/>
                              </a:lnTo>
                              <a:lnTo>
                                <a:pt x="9" y="38"/>
                              </a:lnTo>
                              <a:lnTo>
                                <a:pt x="4" y="34"/>
                              </a:lnTo>
                              <a:lnTo>
                                <a:pt x="0" y="24"/>
                              </a:lnTo>
                              <a:lnTo>
                                <a:pt x="4" y="14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378"/>
                      <wps:cNvSpPr>
                        <a:spLocks/>
                      </wps:cNvSpPr>
                      <wps:spPr bwMode="auto">
                        <a:xfrm>
                          <a:off x="10728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4 w 48"/>
                            <a:gd name="T7" fmla="*/ 14 h 48"/>
                            <a:gd name="T8" fmla="*/ 48 w 48"/>
                            <a:gd name="T9" fmla="*/ 24 h 48"/>
                            <a:gd name="T10" fmla="*/ 44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4" y="14"/>
                              </a:lnTo>
                              <a:lnTo>
                                <a:pt x="48" y="24"/>
                              </a:lnTo>
                              <a:lnTo>
                                <a:pt x="44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379"/>
                      <wps:cNvSpPr>
                        <a:spLocks/>
                      </wps:cNvSpPr>
                      <wps:spPr bwMode="auto">
                        <a:xfrm>
                          <a:off x="10824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39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39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5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39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39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5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380"/>
                      <wps:cNvSpPr>
                        <a:spLocks/>
                      </wps:cNvSpPr>
                      <wps:spPr bwMode="auto">
                        <a:xfrm>
                          <a:off x="10920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4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4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381"/>
                      <wps:cNvSpPr>
                        <a:spLocks/>
                      </wps:cNvSpPr>
                      <wps:spPr bwMode="auto">
                        <a:xfrm>
                          <a:off x="11016" y="172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0 h 48"/>
                            <a:gd name="T4" fmla="*/ 43 w 48"/>
                            <a:gd name="T5" fmla="*/ 5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38 h 48"/>
                            <a:gd name="T14" fmla="*/ 34 w 48"/>
                            <a:gd name="T15" fmla="*/ 43 h 48"/>
                            <a:gd name="T16" fmla="*/ 24 w 48"/>
                            <a:gd name="T17" fmla="*/ 48 h 48"/>
                            <a:gd name="T18" fmla="*/ 15 w 48"/>
                            <a:gd name="T19" fmla="*/ 43 h 48"/>
                            <a:gd name="T20" fmla="*/ 10 w 48"/>
                            <a:gd name="T21" fmla="*/ 38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5 h 48"/>
                            <a:gd name="T30" fmla="*/ 15 w 48"/>
                            <a:gd name="T31" fmla="*/ 0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4" y="48"/>
                              </a:lnTo>
                              <a:lnTo>
                                <a:pt x="15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382"/>
                      <wps:cNvSpPr>
                        <a:spLocks/>
                      </wps:cNvSpPr>
                      <wps:spPr bwMode="auto">
                        <a:xfrm>
                          <a:off x="11112" y="1723"/>
                          <a:ext cx="53" cy="48"/>
                        </a:xfrm>
                        <a:custGeom>
                          <a:avLst/>
                          <a:gdLst>
                            <a:gd name="T0" fmla="*/ 29 w 53"/>
                            <a:gd name="T1" fmla="*/ 0 h 48"/>
                            <a:gd name="T2" fmla="*/ 34 w 53"/>
                            <a:gd name="T3" fmla="*/ 0 h 48"/>
                            <a:gd name="T4" fmla="*/ 43 w 53"/>
                            <a:gd name="T5" fmla="*/ 5 h 48"/>
                            <a:gd name="T6" fmla="*/ 48 w 53"/>
                            <a:gd name="T7" fmla="*/ 14 h 48"/>
                            <a:gd name="T8" fmla="*/ 53 w 53"/>
                            <a:gd name="T9" fmla="*/ 24 h 48"/>
                            <a:gd name="T10" fmla="*/ 48 w 53"/>
                            <a:gd name="T11" fmla="*/ 34 h 48"/>
                            <a:gd name="T12" fmla="*/ 43 w 53"/>
                            <a:gd name="T13" fmla="*/ 38 h 48"/>
                            <a:gd name="T14" fmla="*/ 34 w 53"/>
                            <a:gd name="T15" fmla="*/ 43 h 48"/>
                            <a:gd name="T16" fmla="*/ 29 w 53"/>
                            <a:gd name="T17" fmla="*/ 48 h 48"/>
                            <a:gd name="T18" fmla="*/ 19 w 53"/>
                            <a:gd name="T19" fmla="*/ 43 h 48"/>
                            <a:gd name="T20" fmla="*/ 10 w 53"/>
                            <a:gd name="T21" fmla="*/ 38 h 48"/>
                            <a:gd name="T22" fmla="*/ 5 w 53"/>
                            <a:gd name="T23" fmla="*/ 34 h 48"/>
                            <a:gd name="T24" fmla="*/ 0 w 53"/>
                            <a:gd name="T25" fmla="*/ 24 h 48"/>
                            <a:gd name="T26" fmla="*/ 5 w 53"/>
                            <a:gd name="T27" fmla="*/ 14 h 48"/>
                            <a:gd name="T28" fmla="*/ 10 w 53"/>
                            <a:gd name="T29" fmla="*/ 5 h 48"/>
                            <a:gd name="T30" fmla="*/ 19 w 53"/>
                            <a:gd name="T31" fmla="*/ 0 h 48"/>
                            <a:gd name="T32" fmla="*/ 29 w 53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3" h="48">
                              <a:moveTo>
                                <a:pt x="29" y="0"/>
                              </a:moveTo>
                              <a:lnTo>
                                <a:pt x="34" y="0"/>
                              </a:lnTo>
                              <a:lnTo>
                                <a:pt x="43" y="5"/>
                              </a:lnTo>
                              <a:lnTo>
                                <a:pt x="48" y="14"/>
                              </a:lnTo>
                              <a:lnTo>
                                <a:pt x="53" y="24"/>
                              </a:lnTo>
                              <a:lnTo>
                                <a:pt x="48" y="34"/>
                              </a:lnTo>
                              <a:lnTo>
                                <a:pt x="43" y="38"/>
                              </a:lnTo>
                              <a:lnTo>
                                <a:pt x="34" y="43"/>
                              </a:lnTo>
                              <a:lnTo>
                                <a:pt x="29" y="48"/>
                              </a:lnTo>
                              <a:lnTo>
                                <a:pt x="19" y="43"/>
                              </a:lnTo>
                              <a:lnTo>
                                <a:pt x="10" y="38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5"/>
                              </a:lnTo>
                              <a:lnTo>
                                <a:pt x="1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Oval 383"/>
                      <wps:cNvSpPr>
                        <a:spLocks noChangeAspect="1" noChangeArrowheads="1"/>
                      </wps:cNvSpPr>
                      <wps:spPr bwMode="auto">
                        <a:xfrm>
                          <a:off x="3501" y="1580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Oval 384"/>
                      <wps:cNvSpPr>
                        <a:spLocks noChangeAspect="1" noChangeArrowheads="1"/>
                      </wps:cNvSpPr>
                      <wps:spPr bwMode="auto">
                        <a:xfrm>
                          <a:off x="3714" y="1601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Oval 385"/>
                      <wps:cNvSpPr>
                        <a:spLocks noChangeAspect="1" noChangeArrowheads="1"/>
                      </wps:cNvSpPr>
                      <wps:spPr bwMode="auto">
                        <a:xfrm>
                          <a:off x="6056" y="1601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Oval 386"/>
                      <wps:cNvSpPr>
                        <a:spLocks noChangeAspect="1" noChangeArrowheads="1"/>
                      </wps:cNvSpPr>
                      <wps:spPr bwMode="auto">
                        <a:xfrm>
                          <a:off x="8901" y="1601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Oval 387"/>
                      <wps:cNvSpPr>
                        <a:spLocks noChangeAspect="1" noChangeArrowheads="1"/>
                      </wps:cNvSpPr>
                      <wps:spPr bwMode="auto">
                        <a:xfrm>
                          <a:off x="9441" y="15803"/>
                          <a:ext cx="85" cy="85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2" name="Freeform 388"/>
                      <wps:cNvSpPr>
                        <a:spLocks/>
                      </wps:cNvSpPr>
                      <wps:spPr bwMode="auto">
                        <a:xfrm>
                          <a:off x="10539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3" name="Freeform 389"/>
                      <wps:cNvSpPr>
                        <a:spLocks/>
                      </wps:cNvSpPr>
                      <wps:spPr bwMode="auto">
                        <a:xfrm>
                          <a:off x="10635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390"/>
                      <wps:cNvSpPr>
                        <a:spLocks/>
                      </wps:cNvSpPr>
                      <wps:spPr bwMode="auto">
                        <a:xfrm>
                          <a:off x="10736" y="15483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391"/>
                      <wps:cNvSpPr>
                        <a:spLocks/>
                      </wps:cNvSpPr>
                      <wps:spPr bwMode="auto">
                        <a:xfrm>
                          <a:off x="1790" y="2172"/>
                          <a:ext cx="1152" cy="13243"/>
                        </a:xfrm>
                        <a:custGeom>
                          <a:avLst/>
                          <a:gdLst>
                            <a:gd name="T0" fmla="*/ 0 w 1152"/>
                            <a:gd name="T1" fmla="*/ 1140 h 13524"/>
                            <a:gd name="T2" fmla="*/ 0 w 1152"/>
                            <a:gd name="T3" fmla="*/ 13524 h 13524"/>
                            <a:gd name="T4" fmla="*/ 1152 w 1152"/>
                            <a:gd name="T5" fmla="*/ 13524 h 13524"/>
                            <a:gd name="T6" fmla="*/ 1146 w 1152"/>
                            <a:gd name="T7" fmla="*/ 0 h 13524"/>
                            <a:gd name="T8" fmla="*/ 0 w 1152"/>
                            <a:gd name="T9" fmla="*/ 1140 h 135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52" h="13524">
                              <a:moveTo>
                                <a:pt x="0" y="1140"/>
                              </a:moveTo>
                              <a:lnTo>
                                <a:pt x="0" y="13524"/>
                              </a:lnTo>
                              <a:lnTo>
                                <a:pt x="1152" y="13524"/>
                              </a:lnTo>
                              <a:lnTo>
                                <a:pt x="1146" y="0"/>
                              </a:lnTo>
                              <a:lnTo>
                                <a:pt x="0" y="1140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EDFF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392"/>
                      <wps:cNvSpPr>
                        <a:spLocks/>
                      </wps:cNvSpPr>
                      <wps:spPr bwMode="auto">
                        <a:xfrm>
                          <a:off x="10839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393"/>
                      <wps:cNvSpPr>
                        <a:spLocks/>
                      </wps:cNvSpPr>
                      <wps:spPr bwMode="auto">
                        <a:xfrm>
                          <a:off x="10935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4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4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4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4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394"/>
                      <wps:cNvSpPr>
                        <a:spLocks/>
                      </wps:cNvSpPr>
                      <wps:spPr bwMode="auto">
                        <a:xfrm>
                          <a:off x="11031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43 w 48"/>
                            <a:gd name="T5" fmla="*/ 10 h 48"/>
                            <a:gd name="T6" fmla="*/ 48 w 48"/>
                            <a:gd name="T7" fmla="*/ 14 h 48"/>
                            <a:gd name="T8" fmla="*/ 48 w 48"/>
                            <a:gd name="T9" fmla="*/ 24 h 48"/>
                            <a:gd name="T10" fmla="*/ 48 w 48"/>
                            <a:gd name="T11" fmla="*/ 34 h 48"/>
                            <a:gd name="T12" fmla="*/ 43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5 w 48"/>
                            <a:gd name="T19" fmla="*/ 48 h 48"/>
                            <a:gd name="T20" fmla="*/ 10 w 48"/>
                            <a:gd name="T21" fmla="*/ 43 h 48"/>
                            <a:gd name="T22" fmla="*/ 5 w 48"/>
                            <a:gd name="T23" fmla="*/ 34 h 48"/>
                            <a:gd name="T24" fmla="*/ 0 w 48"/>
                            <a:gd name="T25" fmla="*/ 24 h 48"/>
                            <a:gd name="T26" fmla="*/ 5 w 48"/>
                            <a:gd name="T27" fmla="*/ 14 h 48"/>
                            <a:gd name="T28" fmla="*/ 10 w 48"/>
                            <a:gd name="T29" fmla="*/ 10 h 48"/>
                            <a:gd name="T30" fmla="*/ 15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43" y="10"/>
                              </a:lnTo>
                              <a:lnTo>
                                <a:pt x="48" y="14"/>
                              </a:lnTo>
                              <a:lnTo>
                                <a:pt x="48" y="24"/>
                              </a:lnTo>
                              <a:lnTo>
                                <a:pt x="48" y="34"/>
                              </a:lnTo>
                              <a:lnTo>
                                <a:pt x="43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5" y="48"/>
                              </a:lnTo>
                              <a:lnTo>
                                <a:pt x="10" y="43"/>
                              </a:lnTo>
                              <a:lnTo>
                                <a:pt x="5" y="34"/>
                              </a:lnTo>
                              <a:lnTo>
                                <a:pt x="0" y="24"/>
                              </a:lnTo>
                              <a:lnTo>
                                <a:pt x="5" y="14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395"/>
                      <wps:cNvSpPr>
                        <a:spLocks/>
                      </wps:cNvSpPr>
                      <wps:spPr bwMode="auto">
                        <a:xfrm>
                          <a:off x="11132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396"/>
                      <wps:cNvSpPr>
                        <a:spLocks/>
                      </wps:cNvSpPr>
                      <wps:spPr bwMode="auto">
                        <a:xfrm>
                          <a:off x="11228" y="15482"/>
                          <a:ext cx="48" cy="48"/>
                        </a:xfrm>
                        <a:custGeom>
                          <a:avLst/>
                          <a:gdLst>
                            <a:gd name="T0" fmla="*/ 24 w 48"/>
                            <a:gd name="T1" fmla="*/ 0 h 48"/>
                            <a:gd name="T2" fmla="*/ 34 w 48"/>
                            <a:gd name="T3" fmla="*/ 5 h 48"/>
                            <a:gd name="T4" fmla="*/ 38 w 48"/>
                            <a:gd name="T5" fmla="*/ 10 h 48"/>
                            <a:gd name="T6" fmla="*/ 43 w 48"/>
                            <a:gd name="T7" fmla="*/ 14 h 48"/>
                            <a:gd name="T8" fmla="*/ 48 w 48"/>
                            <a:gd name="T9" fmla="*/ 24 h 48"/>
                            <a:gd name="T10" fmla="*/ 43 w 48"/>
                            <a:gd name="T11" fmla="*/ 34 h 48"/>
                            <a:gd name="T12" fmla="*/ 38 w 48"/>
                            <a:gd name="T13" fmla="*/ 43 h 48"/>
                            <a:gd name="T14" fmla="*/ 34 w 48"/>
                            <a:gd name="T15" fmla="*/ 48 h 48"/>
                            <a:gd name="T16" fmla="*/ 24 w 48"/>
                            <a:gd name="T17" fmla="*/ 48 h 48"/>
                            <a:gd name="T18" fmla="*/ 14 w 48"/>
                            <a:gd name="T19" fmla="*/ 48 h 48"/>
                            <a:gd name="T20" fmla="*/ 5 w 48"/>
                            <a:gd name="T21" fmla="*/ 43 h 48"/>
                            <a:gd name="T22" fmla="*/ 0 w 48"/>
                            <a:gd name="T23" fmla="*/ 34 h 48"/>
                            <a:gd name="T24" fmla="*/ 0 w 48"/>
                            <a:gd name="T25" fmla="*/ 24 h 48"/>
                            <a:gd name="T26" fmla="*/ 0 w 48"/>
                            <a:gd name="T27" fmla="*/ 14 h 48"/>
                            <a:gd name="T28" fmla="*/ 5 w 48"/>
                            <a:gd name="T29" fmla="*/ 10 h 48"/>
                            <a:gd name="T30" fmla="*/ 14 w 48"/>
                            <a:gd name="T31" fmla="*/ 5 h 48"/>
                            <a:gd name="T32" fmla="*/ 24 w 48"/>
                            <a:gd name="T33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24" y="0"/>
                              </a:moveTo>
                              <a:lnTo>
                                <a:pt x="34" y="5"/>
                              </a:lnTo>
                              <a:lnTo>
                                <a:pt x="38" y="10"/>
                              </a:lnTo>
                              <a:lnTo>
                                <a:pt x="43" y="14"/>
                              </a:lnTo>
                              <a:lnTo>
                                <a:pt x="48" y="24"/>
                              </a:lnTo>
                              <a:lnTo>
                                <a:pt x="43" y="34"/>
                              </a:lnTo>
                              <a:lnTo>
                                <a:pt x="38" y="43"/>
                              </a:lnTo>
                              <a:lnTo>
                                <a:pt x="34" y="48"/>
                              </a:lnTo>
                              <a:lnTo>
                                <a:pt x="24" y="48"/>
                              </a:lnTo>
                              <a:lnTo>
                                <a:pt x="14" y="48"/>
                              </a:lnTo>
                              <a:lnTo>
                                <a:pt x="5" y="43"/>
                              </a:lnTo>
                              <a:lnTo>
                                <a:pt x="0" y="34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10"/>
                              </a:lnTo>
                              <a:lnTo>
                                <a:pt x="14" y="5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41" name="Group 397"/>
                      <wpg:cNvGrpSpPr>
                        <a:grpSpLocks/>
                      </wpg:cNvGrpSpPr>
                      <wpg:grpSpPr bwMode="auto">
                        <a:xfrm>
                          <a:off x="1323" y="456"/>
                          <a:ext cx="144" cy="144"/>
                          <a:chOff x="1296" y="432"/>
                          <a:chExt cx="144" cy="144"/>
                        </a:xfrm>
                      </wpg:grpSpPr>
                      <wps:wsp>
                        <wps:cNvPr id="342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1296" y="432"/>
                            <a:ext cx="0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399"/>
                        <wps:cNvCnPr>
                          <a:cxnSpLocks noChangeShapeType="1"/>
                        </wps:cNvCnPr>
                        <wps:spPr bwMode="auto">
                          <a:xfrm rot="-5376127">
                            <a:off x="1367" y="361"/>
                            <a:ext cx="1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4" name="Group 400"/>
                      <wpg:cNvGrpSpPr>
                        <a:grpSpLocks/>
                      </wpg:cNvGrpSpPr>
                      <wpg:grpSpPr bwMode="auto">
                        <a:xfrm rot="16200000">
                          <a:off x="1323" y="15989"/>
                          <a:ext cx="144" cy="144"/>
                          <a:chOff x="1296" y="432"/>
                          <a:chExt cx="144" cy="144"/>
                        </a:xfrm>
                      </wpg:grpSpPr>
                      <wps:wsp>
                        <wps:cNvPr id="345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1296" y="432"/>
                            <a:ext cx="0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402"/>
                        <wps:cNvCnPr>
                          <a:cxnSpLocks noChangeShapeType="1"/>
                        </wps:cNvCnPr>
                        <wps:spPr bwMode="auto">
                          <a:xfrm rot="-5376127">
                            <a:off x="1367" y="361"/>
                            <a:ext cx="1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pic:pic xmlns:pic="http://schemas.openxmlformats.org/drawingml/2006/picture">
                      <pic:nvPicPr>
                        <pic:cNvPr id="347" name="Picture 403" descr="logo EP NOVÉ střední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01" y="601"/>
                          <a:ext cx="1278" cy="12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07" o:spid="_x0000_s1028" style="position:absolute;margin-left:63.3pt;margin-top:22.8pt;width:513.9pt;height:796.4pt;z-index:251657728" coordorigin="1323,456" coordsize="10278,15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341;top:15456;width:10080;height: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<v:textbox>
                  <w:txbxContent>
                    <w:p w:rsidR="008A71E3" w:rsidRDefault="008A71E3">
                      <w:pPr>
                        <w:pStyle w:val="Nadpis6"/>
                        <w:rPr>
                          <w:color w:val="000080"/>
                          <w:spacing w:val="-2"/>
                        </w:rPr>
                      </w:pPr>
                    </w:p>
                    <w:p w:rsidR="008A71E3" w:rsidRDefault="008A71E3">
                      <w:pPr>
                        <w:pStyle w:val="Nadpis6"/>
                        <w:rPr>
                          <w:color w:val="000080"/>
                          <w:spacing w:val="-2"/>
                        </w:rPr>
                      </w:pPr>
                      <w:r>
                        <w:rPr>
                          <w:color w:val="000080"/>
                          <w:spacing w:val="-2"/>
                        </w:rPr>
                        <w:t xml:space="preserve">   EP Rožnov, a.s.                      Boženy Němcové 1720, CZ 756 61 Rožnov pod Radhoštěm                      Czech Republic</w:t>
                      </w:r>
                    </w:p>
                    <w:p w:rsidR="008A71E3" w:rsidRDefault="008A71E3">
                      <w:pPr>
                        <w:pStyle w:val="Nadpis6"/>
                        <w:rPr>
                          <w:color w:val="000080"/>
                          <w:spacing w:val="-2"/>
                        </w:rPr>
                      </w:pPr>
                      <w:r>
                        <w:rPr>
                          <w:color w:val="000080"/>
                          <w:spacing w:val="-2"/>
                        </w:rPr>
                        <w:t xml:space="preserve">   Tel.: +420 571 664 111           Fax: +420 571 664 400          E-mail:                                                http: // www.eproznov.cz</w:t>
                      </w:r>
                    </w:p>
                  </w:txbxContent>
                </v:textbox>
              </v:shape>
              <v:group id="Group 406" o:spid="_x0000_s1030" style="position:absolute;left:6381;top:15844;width:2304;height:432" coordorigin="6381,15664" coordsize="2304,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Text Box 3" o:spid="_x0000_s1031" type="#_x0000_t202" style="position:absolute;left:6381;top:15664;width:230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A7sAA&#10;AADaAAAADwAAAGRycy9kb3ducmV2LnhtbESPS6vCMBSE9xf8D+EI7q6pRS9SjSI+0JVwfa0PzbEt&#10;Nielidr+eyMILoeZ+YaZzhtTigfVrrCsYNCPQBCnVhecKTgdN79jEM4jaywtk4KWHMxnnZ8pJto+&#10;+Z8eB5+JAGGXoILc+yqR0qU5GXR9WxEH72prgz7IOpO6xmeAm1LGUfQnDRYcFnKsaJlTejvcjQLZ&#10;mnZ0qdrTerBdr+LmbPRoHyvV6zaLCQhPjf+GP+2dVjCE95VwA+Ts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mA7sAAAADaAAAADwAAAAAAAAAAAAAAAACYAgAAZHJzL2Rvd25y&#10;ZXYueG1sUEsFBgAAAAAEAAQA9QAAAIUDAAAAAA==&#10;" filled="f" stroked="f">
                  <v:textbox inset=",1.8mm">
                    <w:txbxContent>
                      <w:p w:rsidR="008A71E3" w:rsidRDefault="008A71E3">
                        <w:pPr>
                          <w:rPr>
                            <w:rFonts w:ascii="Arial" w:hAnsi="Arial"/>
                            <w:b/>
                            <w:color w:val="000080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80"/>
                            <w:sz w:val="18"/>
                          </w:rPr>
                          <w:t xml:space="preserve">           ep@eproznov.cz</w:t>
                        </w:r>
                      </w:p>
                    </w:txbxContent>
                  </v:textbox>
                </v:shape>
              </v:group>
              <v:shape id="_x0000_s1032" type="#_x0000_t202" style="position:absolute;left:5481;top:1084;width:6120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<v:textbox>
                  <w:txbxContent>
                    <w:p w:rsidR="008A71E3" w:rsidRDefault="008A71E3">
                      <w:pPr>
                        <w:rPr>
                          <w:rFonts w:ascii="Arial" w:hAnsi="Arial"/>
                          <w:b/>
                          <w:color w:val="000080"/>
                          <w:spacing w:val="2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color w:val="000080"/>
                          <w:spacing w:val="2"/>
                          <w:sz w:val="46"/>
                        </w:rPr>
                        <w:t xml:space="preserve">                EP Rožnov, a.s.</w:t>
                      </w:r>
                    </w:p>
                  </w:txbxContent>
                </v:textbox>
              </v:shape>
              <v:shape id="Freeform 5" o:spid="_x0000_s1033" style="position:absolute;left:1660;top:1118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STVMIA&#10;AADaAAAADwAAAGRycy9kb3ducmV2LnhtbESPQYvCMBSE7wv+h/CEva2pgq5Uo4iyKCyCVtHro3m2&#10;xealNNm2/nsjCHscZuYbZr7sTCkaql1hWcFwEIEgTq0uOFNwPv18TUE4j6yxtEwKHuRgueh9zDHW&#10;tuUjNYnPRICwi1FB7n0VS+nSnAy6ga2Ig3eztUEfZJ1JXWMb4KaUoyiaSIMFh4UcK1rnlN6TP6Ng&#10;3+6a8nDZfEt3PQzH2e9jvN0mSn32u9UMhKfO/4ff7Z1WMIHXlXA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xJNUwgAAANoAAAAPAAAAAAAAAAAAAAAAAJgCAABkcnMvZG93&#10;bnJldi54bWxQSwUGAAAAAAQABAD1AAAAhwMAAAAA&#10;" path="m,24l,14,5,10,14,5,24,,34,5r4,5l43,14r5,10l43,33,38,43r-4,5l24,48r-10,l5,43,,33,,24xe" fillcolor="#00a7d1" stroked="f">
                <v:path arrowok="t" o:connecttype="custom" o:connectlocs="0,24;0,14;5,10;14,5;24,0;34,5;38,10;43,14;48,24;43,33;38,43;34,48;24,48;14,48;5,43;0,33;0,24" o:connectangles="0,0,0,0,0,0,0,0,0,0,0,0,0,0,0,0,0"/>
              </v:shape>
              <v:shape id="Freeform 6" o:spid="_x0000_s1034" style="position:absolute;left:172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2z8QA&#10;AADaAAAADwAAAGRycy9kb3ducmV2LnhtbESPQWvCQBSE74X+h+UVems2KaglZpXSUiIUQVPR6yP7&#10;TILZtyG7TeK/d4VCj8PMfMNk68m0YqDeNZYVJFEMgri0uuFKweHn6+UNhPPIGlvLpOBKDtarx4cM&#10;U21H3tNQ+EoECLsUFdTed6mUrqzJoItsRxy8s+0N+iD7SuoexwA3rXyN47k02HBYqLGjj5rKS/Fr&#10;FGzHzdDujp8L6U67ZFZ9X2d5Xij1/DS9L0F4mvx/+K+90QoWcL8Sb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INs/EAAAA2gAAAA8AAAAAAAAAAAAAAAAAmAIAAGRycy9k&#10;b3ducmV2LnhtbFBLBQYAAAAABAAEAPUAAACJAwAAAAA=&#10;" path="m24,r9,5l43,10r5,4l48,24r,10l43,43,33,48r-9,l14,48,9,43,,34,,24,,14,9,10,14,5,24,xe" fillcolor="#00a7d1" stroked="f">
                <v:path arrowok="t" o:connecttype="custom" o:connectlocs="24,0;33,5;43,10;48,14;48,24;48,34;43,43;33,48;24,48;14,48;9,43;0,34;0,24;0,14;9,10;14,5;24,0" o:connectangles="0,0,0,0,0,0,0,0,0,0,0,0,0,0,0,0,0"/>
              </v:shape>
              <v:shape id="Freeform 7" o:spid="_x0000_s1035" style="position:absolute;left:1660;top:1108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ivcEA&#10;AADaAAAADwAAAGRycy9kb3ducmV2LnhtbERPy2rCQBTdF/yH4Ra6ayYWrBIzkWIpBkpBo+j2krlN&#10;QjN3Qmaax993FgWXh/NOd5NpxUC9aywrWEYxCOLS6oYrBZfzx/MGhPPIGlvLpGAmB7ts8ZBiou3I&#10;JxoKX4kQwi5BBbX3XSKlK2sy6CLbEQfu2/YGfYB9JXWPYwg3rXyJ41dpsOHQUGNH+5rKn+LXKPga&#10;86E9Xt/X0t2Oy1X1Oa8Oh0Kpp8fpbQvC0+Tv4n93rhWEreFKuAE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Xor3BAAAA2gAAAA8AAAAAAAAAAAAAAAAAmAIAAGRycy9kb3du&#10;cmV2LnhtbFBLBQYAAAAABAAEAPUAAACGAwAAAAA=&#10;" path="m,24l,14,5,10,14,,24,,34,r4,10l43,14r5,10l43,34r-5,9l34,48r-10,l14,48,5,43,,34,,24xe" fillcolor="#00a7d1" stroked="f">
                <v:path arrowok="t" o:connecttype="custom" o:connectlocs="0,24;0,14;5,10;14,0;24,0;34,0;38,10;43,14;48,24;43,34;38,43;34,48;24,48;14,48;5,43;0,34;0,24" o:connectangles="0,0,0,0,0,0,0,0,0,0,0,0,0,0,0,0,0"/>
              </v:shape>
              <v:shape id="Freeform 8" o:spid="_x0000_s1036" style="position:absolute;left:182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sHJsQA&#10;AADaAAAADwAAAGRycy9kb3ducmV2LnhtbESPQWvCQBSE70L/w/IKvenGQqpNXUUsJUIRNBV7fWSf&#10;STD7NmS3Sfz3XUHwOMzMN8xiNZhadNS6yrKC6SQCQZxbXXGh4PjzNZ6DcB5ZY22ZFFzJwWr5NFpg&#10;om3PB+oyX4gAYZeggtL7JpHS5SUZdBPbEAfvbFuDPsi2kLrFPsBNLV+j6E0arDgslNjQpqT8kv0Z&#10;Bbt+29X70+dMut/9NC6+r3GaZkq9PA/rDxCeBv8I39tbreAdblfCD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bBybEAAAA2gAAAA8AAAAAAAAAAAAAAAAAmAIAAGRycy9k&#10;b3ducmV2LnhtbFBLBQYAAAAABAAEAPUAAACJAwAAAAA=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9" o:spid="_x0000_s1037" style="position:absolute;left:1660;top:1098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7UsQA&#10;AADb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hV5+kQH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Fe1LEAAAA2wAAAA8AAAAAAAAAAAAAAAAAmAIAAGRycy9k&#10;b3ducmV2LnhtbFBLBQYAAAAABAAEAPUAAACJAwAAAAA=&#10;" path="m,24l,14,5,5,14,,24,,34,r4,5l43,14r5,10l43,34r-5,4l34,48r-10,l14,48,5,38,,34,,24xe" fillcolor="#00a7d1" stroked="f">
                <v:path arrowok="t" o:connecttype="custom" o:connectlocs="0,24;0,14;5,5;14,0;24,0;34,0;38,5;43,14;48,24;43,34;38,38;34,48;24,48;14,48;5,38;0,34;0,24" o:connectangles="0,0,0,0,0,0,0,0,0,0,0,0,0,0,0,0,0"/>
              </v:shape>
              <v:shape id="Freeform 10" o:spid="_x0000_s1038" style="position:absolute;left:1920;top:1548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DLsIA&#10;AADbAAAADwAAAGRycy9kb3ducmV2LnhtbERPS2vCQBC+F/oflhG81Y0FH6SuYguF2os1evE2ZKfZ&#10;YHY2zU41/feuUPA2H99zFqveN+pMXawDGxiPMlDEZbA1VwYO+/enOagoyBabwGTgjyKslo8PC8xt&#10;uPCOzoVUKoVwzNGAE2lzrWPpyGMchZY4cd+h8ygJdpW2HV5SuG/0c5ZNtceaU4PDlt4clafi1xs4&#10;vs62haWf9UyOu/3Xp9vMJ7IxZjjo1y+ghHq5i//dHzbNH8Ptl3S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F8MuwgAAANsAAAAPAAAAAAAAAAAAAAAAAJgCAABkcnMvZG93&#10;bnJldi54bWxQSwUGAAAAAAQABAD1AAAAhwMAAAAA&#10;" path="m28,r5,5l43,10r5,4l52,24,48,34r-5,9l33,48r-5,l19,48,9,43,4,34,,24,4,14,9,10,19,5,28,xe" fillcolor="#00a7d1" stroked="f">
                <v:path arrowok="t" o:connecttype="custom" o:connectlocs="28,0;33,5;43,10;48,14;52,24;48,34;43,43;33,48;28,48;19,48;9,43;4,34;0,24;4,14;9,10;19,5;28,0" o:connectangles="0,0,0,0,0,0,0,0,0,0,0,0,0,0,0,0,0"/>
              </v:shape>
              <v:shape id="Freeform 11" o:spid="_x0000_s1039" style="position:absolute;left:1660;top:1089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AvsEA&#10;AADbAAAADwAAAGRycy9kb3ducmV2LnhtbERPTYvCMBC9L/gfwgje1lTBXalGEUUUlgWtotehGdti&#10;MylNbOu/3wjC3ubxPme+7EwpGqpdYVnBaBiBIE6tLjhTcD5tP6cgnEfWWFomBU9ysFz0PuYYa9vy&#10;kZrEZyKEsItRQe59FUvp0pwMuqGtiAN3s7VBH2CdSV1jG8JNKcdR9CUNFhwacqxonVN6Tx5GwW+7&#10;b8rDZfMt3fUwmmQ/z8lulyg16HerGQhPnf8Xv917HeaP4fVLO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bQL7BAAAA2wAAAA8AAAAAAAAAAAAAAAAAmAIAAGRycy9kb3du&#10;cmV2LnhtbFBLBQYAAAAABAAEAPUAAACGAwAAAAA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12" o:spid="_x0000_s1040" style="position:absolute;left:202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flJcMA&#10;AADbAAAADwAAAGRycy9kb3ducmV2LnhtbERPTWvCQBC9C/6HZQRvZmOLbUndBLEUBSnYVOx1yE6T&#10;0OxsyK5J/PduoeBtHu9z1tloGtFT52rLCpZRDIK4sLrmUsHp633xAsJ5ZI2NZVJwJQdZOp2sMdF2&#10;4E/qc1+KEMIuQQWV920ipSsqMugi2xIH7sd2Bn2AXSl1h0MIN418iOMnabDm0FBhS9uKit/8YhR8&#10;DPu+OZ7fnqX7Pi5X5eG62u1ypeazcfMKwtPo7+J/916H+Y/w90s4QK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flJcMAAADbAAAADwAAAAAAAAAAAAAAAACYAgAAZHJzL2Rv&#10;d25yZXYueG1sUEsFBgAAAAAEAAQA9QAAAIgDAAAAAA==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13" o:spid="_x0000_s1041" style="position:absolute;left:1660;top:10792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wVNsIA&#10;AADbAAAADwAAAGRycy9kb3ducmV2LnhtbERPTWvCQBC9F/wPyxR6KbqphirRVaRYEHpqqp7H7JiE&#10;ZmfD7mqSf+8WCt7m8T5ntelNI27kfG1ZwdskAUFcWF1zqeDw8zlegPABWWNjmRQM5GGzHj2tMNO2&#10;42+65aEUMYR9hgqqENpMSl9UZNBPbEscuYt1BkOErpTaYRfDTSOnSfIuDdYcGyps6aOi4je/GgX5&#10;YVYc+/PwdW1O9W5wr/sunadKvTz32yWIQH14iP/dex3np/D3Szx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BU2wgAAANsAAAAPAAAAAAAAAAAAAAAAAJgCAABkcnMvZG93&#10;bnJldi54bWxQSwUGAAAAAAQABAD1AAAAhwMAAAAA&#10;" path="m,24l,20,5,10,14,5,24,,34,5r4,5l43,20r5,4l43,34,38,44r-4,4l24,53,14,48,5,44,,34,,24xe" fillcolor="#00a7d1" stroked="f">
                <v:path arrowok="t" o:connecttype="custom" o:connectlocs="0,24;0,20;5,10;14,5;24,0;34,5;38,10;43,20;48,24;43,34;38,44;34,48;24,53;14,48;5,44;0,34;0,24" o:connectangles="0,0,0,0,0,0,0,0,0,0,0,0,0,0,0,0,0"/>
              </v:shape>
              <v:shape id="Freeform 14" o:spid="_x0000_s1042" style="position:absolute;left:324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YysIA&#10;AADbAAAADwAAAGRycy9kb3ducmV2LnhtbERPTWvCQBC9C/0PyxR6q5sIsSW6BmkRBSnYtOh1yI5J&#10;MDsbstsk/vuuIHibx/ucZTaaRvTUudqygngagSAurK65VPD7s3l9B+E8ssbGMim4koNs9TRZYqrt&#10;wN/U574UIYRdigoq79tUSldUZNBNbUscuLPtDPoAu1LqDocQbho5i6K5NFhzaKiwpY+Kikv+ZxR8&#10;Dbu+ORw/36Q7HeKk3F+T7TZX6uV5XC9AeBr9Q3x373SYn8Dtl3C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8tjKwgAAANsAAAAPAAAAAAAAAAAAAAAAAJgCAABkcnMvZG93&#10;bnJldi54bWxQSwUGAAAAAAQABAD1AAAAhwMAAAAA&#10;" path="m24,l34,r4,5l48,14r,10l48,34,38,38r-4,5l24,48,14,43,5,38,,34,,24,,14,5,5,14,,24,xe" fillcolor="#00a7d1" stroked="f">
                <v:path arrowok="t" o:connecttype="custom" o:connectlocs="24,0;34,0;38,5;48,14;48,24;48,34;38,38;34,43;24,48;14,43;5,38;0,34;0,24;0,14;5,5;14,0;24,0" o:connectangles="0,0,0,0,0,0,0,0,0,0,0,0,0,0,0,0,0"/>
              </v:shape>
              <v:shape id="Freeform 15" o:spid="_x0000_s1043" style="position:absolute;left:211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BGvcIA&#10;AADbAAAADwAAAGRycy9kb3ducmV2LnhtbERP32vCMBB+F/Y/hBv4pqmD6qhGGRtiQQbajfl6NLe2&#10;LLmUJrb1v18GA9/u4/t5m91ojeip841jBYt5AoK4dLrhSsHnx372DMIHZI3GMSm4kYfd9mGywUy7&#10;gc/UF6ESMYR9hgrqENpMSl/WZNHPXUscuW/XWQwRdpXUHQ4x3Br5lCRLabHh2FBjS681lT/F1Sp4&#10;H/LenL7eVtJfTou0Ot7Sw6FQavo4vqxBBBrDXfzvznWcv4S/X+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Ea9wgAAANsAAAAPAAAAAAAAAAAAAAAAAJgCAABkcnMvZG93&#10;bnJldi54bWxQSwUGAAAAAAQABAD1AAAAhwMAAAAA&#10;" path="m24,l34,5r9,5l48,14r,10l48,34r-5,9l34,48r-10,l15,48,5,43,,34,,24,,14,5,10,15,5,24,xe" fillcolor="#00a7d1" stroked="f">
                <v:path arrowok="t" o:connecttype="custom" o:connectlocs="24,0;34,5;43,10;48,14;48,24;48,34;43,43;34,48;24,48;15,48;5,43;0,34;0,24;0,14;5,10;15,5;24,0" o:connectangles="0,0,0,0,0,0,0,0,0,0,0,0,0,0,0,0,0"/>
              </v:shape>
              <v:shape id="Freeform 16" o:spid="_x0000_s1044" style="position:absolute;left:1660;top:1547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zjJsEA&#10;AADbAAAADwAAAGRycy9kb3ducmV2LnhtbERP24rCMBB9X/Afwgj7pqkLXqhGEZdFYRG0ir4OzdgW&#10;m0lpsm39eyMI+zaHc53FqjOlaKh2hWUFo2EEgji1uuBMwfn0M5iBcB5ZY2mZFDzIwWrZ+1hgrG3L&#10;R2oSn4kQwi5GBbn3VSylS3My6Ia2Ig7czdYGfYB1JnWNbQg3pfyKook0WHBoyLGiTU7pPfkzCvbt&#10;rikPl++pdNfDaJz9PsbbbaLUZ79bz0F46vy/+O3e6TB/Cq9fwg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s4ybBAAAA2wAAAA8AAAAAAAAAAAAAAAAAmAIAAGRycy9kb3du&#10;cmV2LnhtbFBLBQYAAAAABAAEAPUAAACGAwAAAAA=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17" o:spid="_x0000_s1045" style="position:absolute;left:1660;top:1069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N3VMQA&#10;AADb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BVZ+kQH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d1TEAAAA2wAAAA8AAAAAAAAAAAAAAAAAmAIAAGRycy9k&#10;b3ducmV2LnhtbFBLBQYAAAAABAAEAPUAAACJAwAAAAA=&#10;" path="m,24l,15,5,10,14,5,24,,34,5r4,5l43,15r5,9l43,34,38,44r-4,4l24,48r-10,l5,44,,34,,24xe" fillcolor="#00a7d1" stroked="f">
                <v:path arrowok="t" o:connecttype="custom" o:connectlocs="0,24;0,15;5,10;14,5;24,0;34,5;38,10;43,15;48,24;43,34;38,44;34,48;24,48;14,48;5,44;0,34;0,24" o:connectangles="0,0,0,0,0,0,0,0,0,0,0,0,0,0,0,0,0"/>
              </v:shape>
              <v:shape id="Freeform 18" o:spid="_x0000_s1046" style="position:absolute;left:334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/Sz8IA&#10;AADbAAAADwAAAGRycy9kb3ducmV2LnhtbERPTWvCQBC9C/0PyxR6042FVJu6ilhKhCJoKvY6ZMck&#10;mJ0N2W0S/31XELzN433OYjWYWnTUusqygukkAkGcW11xoeD48zWeg3AeWWNtmRRcycFq+TRaYKJt&#10;zwfqMl+IEMIuQQWl900ipctLMugmtiEO3Nm2Bn2AbSF1i30IN7V8jaI3abDi0FBiQ5uS8kv2ZxTs&#10;+m1X70+fM+l+99O4+L7GaZop9fI8rD9AeBr8Q3x3b3WY/w63X8I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v9LPwgAAANsAAAAPAAAAAAAAAAAAAAAAAJgCAABkcnMvZG93&#10;bnJldi54bWxQSwUGAAAAAAQABAD1AAAAhwMAAAAA&#10;" path="m24,l34,r9,5l48,14r,10l48,34r-5,4l34,43,24,48,14,43,10,38,,34,,24,,14,10,5,14,,24,xe" fillcolor="#00a7d1" stroked="f">
                <v:path arrowok="t" o:connecttype="custom" o:connectlocs="24,0;34,0;43,5;48,14;48,24;48,34;43,38;34,43;24,48;14,43;10,38;0,34;0,24;0,14;10,5;14,0;24,0" o:connectangles="0,0,0,0,0,0,0,0,0,0,0,0,0,0,0,0,0"/>
              </v:shape>
              <v:shape id="Freeform 19" o:spid="_x0000_s1047" style="position:absolute;left:221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mx78IA&#10;AADbAAAADwAAAGRycy9kb3ducmV2LnhtbERPy2rCQBTdF/yH4Qru6kQhtqSOIkoxIIU0Sru9ZG6T&#10;YOZOyEzz+HtnUejycN7b/Wga0VPnassKVssIBHFhdc2lgtv1/fkVhPPIGhvLpGAiB/vd7GmLibYD&#10;f1Kf+1KEEHYJKqi8bxMpXVGRQbe0LXHgfmxn0AfYlVJ3OIRw08h1FG2kwZpDQ4UtHSsq7vmvUfAx&#10;pH2TfZ1epPvOVnF5meLzOVdqMR8PbyA8jf5f/OdOtYJ1WB++h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6bHvwgAAANsAAAAPAAAAAAAAAAAAAAAAAJgCAABkcnMvZG93&#10;bnJldi54bWxQSwUGAAAAAAQABAD1AAAAhwMAAAAA&#10;" path="m24,l34,5r9,5l48,14r,10l48,34r-5,9l34,48r-10,l15,48,10,43,,34,,24,,14,10,10,15,5,24,xe" fillcolor="#00a7d1" stroked="f">
                <v:path arrowok="t" o:connecttype="custom" o:connectlocs="24,0;34,5;43,10;48,14;48,24;48,34;43,43;34,48;24,48;15,48;10,43;0,34;0,24;0,14;10,10;15,5;24,0" o:connectangles="0,0,0,0,0,0,0,0,0,0,0,0,0,0,0,0,0"/>
              </v:shape>
              <v:shape id="Freeform 20" o:spid="_x0000_s1048" style="position:absolute;left:1660;top:15373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8E8UA&#10;AADbAAAADwAAAGRycy9kb3ducmV2LnhtbESPW2vCQBSE3wv9D8sRfCm68YJK6iqlVBD61Hh5PmZP&#10;k2D2bNhdTfLv3ULBx2FmvmHW287U4k7OV5YVTMYJCOLc6ooLBcfDbrQC4QOyxtoyKejJw3bz+rLG&#10;VNuWf+iehUJECPsUFZQhNKmUPi/JoB/bhjh6v9YZDFG6QmqHbYSbWk6TZCENVhwXSmzos6T8mt2M&#10;guw4y0/dpf++1efqq3dv+3a+nCs1HHQf7yACdeEZ/m/vtYLpBP6+xB8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Z3wTxQAAANsAAAAPAAAAAAAAAAAAAAAAAJgCAABkcnMv&#10;ZG93bnJldi54bWxQSwUGAAAAAAQABAD1AAAAigMAAAAA&#10;" path="m,24l,19,5,10,14,5,24,,34,5r4,5l43,19r5,5l43,34r-5,9l34,48,24,53,14,48,5,43,,34,,24xe" fillcolor="#00a7d1" stroked="f">
                <v:path arrowok="t" o:connecttype="custom" o:connectlocs="0,24;0,19;5,10;14,5;24,0;34,5;38,10;43,19;48,24;43,34;38,43;34,48;24,53;14,48;5,43;0,34;0,24" o:connectangles="0,0,0,0,0,0,0,0,0,0,0,0,0,0,0,0,0"/>
              </v:shape>
              <v:shape id="Freeform 21" o:spid="_x0000_s1049" style="position:absolute;left:1660;top:106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eKA8QA&#10;AADbAAAADwAAAGRycy9kb3ducmV2LnhtbESPQWvCQBSE7wX/w/KE3nRjwCrRVcRSFEpBo+j1kX0m&#10;wezbkN0m8d93BaHHYWa+YZbr3lSipcaVlhVMxhEI4szqknMF59PXaA7CeWSNlWVS8CAH69XgbYmJ&#10;th0fqU19LgKEXYIKCu/rREqXFWTQjW1NHLybbQz6IJtc6ga7ADeVjKPoQxosOSwUWNO2oOye/hoF&#10;P92+rQ6Xz5l018Nkmn8/prtdqtT7sN8sQHjq/X/41d5rBXEMz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3igPEAAAA2wAAAA8AAAAAAAAAAAAAAAAAmAIAAGRycy9k&#10;b3ducmV2LnhtbFBLBQYAAAAABAAEAPUAAACJAwAAAAA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22" o:spid="_x0000_s1050" style="position:absolute;left:343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svmMUA&#10;AADbAAAADwAAAGRycy9kb3ducmV2LnhtbESPQWvCQBSE70L/w/IK3sxGi21J3YSiFIUiaFr0+si+&#10;JqHZtyG7JvHfd4WCx2FmvmFW2Wga0VPnassK5lEMgriwuuZSwffXx+wVhPPIGhvLpOBKDrL0YbLC&#10;RNuBj9TnvhQBwi5BBZX3bSKlKyoy6CLbEgfvx3YGfZBdKXWHQ4CbRi7i+FkarDksVNjSuqLiN78Y&#10;Bfth1zeH0+ZFuvNhviw/r8vtNldq+ji+v4HwNPp7+L+90woWT3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Oy+YxQAAANs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23" o:spid="_x0000_s1051" style="position:absolute;left:230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K37MUA&#10;AADbAAAADwAAAGRycy9kb3ducmV2LnhtbESPQWvCQBSE70L/w/IK3sxGqW1J3YSiFIUiaFr0+si+&#10;JqHZtyG7JvHfd4WCx2FmvmFW2Wga0VPnassK5lEMgriwuuZSwffXx+wVhPPIGhvLpOBKDrL0YbLC&#10;RNuBj9TnvhQBwi5BBZX3bSKlKyoy6CLbEgfvx3YGfZBdKXWHQ4CbRi7i+FkarDksVNjSuqLiN78Y&#10;Bfth1zeH0+ZFuvNhviw/r8vtNldq+ji+v4HwNPp7+L+90woWT3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0rfsxQAAANsAAAAPAAAAAAAAAAAAAAAAAJgCAABkcnMv&#10;ZG93bnJldi54bWxQSwUGAAAAAAQABAD1AAAAig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4" o:spid="_x0000_s1052" style="position:absolute;left:1660;top:1527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4Sd8UA&#10;AADbAAAADwAAAGRycy9kb3ducmV2LnhtbESPQWvCQBSE70L/w/IK3ppNhLQluobSUhSKoKno9ZF9&#10;TUKzb0N2TeK/dwsFj8PMfMOs8sm0YqDeNZYVJFEMgri0uuFKwfH78+kVhPPIGlvLpOBKDvL1w2yF&#10;mbYjH2gofCUChF2GCmrvu0xKV9Zk0EW2Iw7ej+0N+iD7SuoexwA3rVzE8bM02HBYqLGj95rK3+Ji&#10;FOzG7dDuTx8v0p33SVp9XdPNplBq/ji9LUF4mvw9/N/eagWLFP6+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nhJ3xQAAANs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5" o:spid="_x0000_s1053" style="position:absolute;left:1660;top:1050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yMAMMA&#10;AADbAAAADwAAAGRycy9kb3ducmV2LnhtbESPQYvCMBSE7wv+h/AEb2uqoCvVKKKIgixoFb0+mmdb&#10;bF5KE9v67zcLC3scZuYbZrHqTCkaql1hWcFoGIEgTq0uOFNwvew+ZyCcR9ZYWiYFb3KwWvY+Fhhr&#10;2/KZmsRnIkDYxagg976KpXRpTgbd0FbEwXvY2qAPss6krrENcFPKcRRNpcGCw0KOFW1ySp/Jyyj4&#10;bg9Nebptv6S7n0aT7Pie7PeJUoN+t56D8NT5//Bf+6AVjKf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yMAMMAAADbAAAADwAAAAAAAAAAAAAAAACYAgAAZHJzL2Rv&#10;d25yZXYueG1sUEsFBgAAAAAEAAQA9QAAAIgDAAAAAA==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26" o:spid="_x0000_s1054" style="position:absolute;left:3534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CRNcQA&#10;AADbAAAADwAAAGRycy9kb3ducmV2LnhtbESPT2vCQBTE74LfYXlCb7qph0Sjq5RCQTwU/HPw+My+&#10;JqHZt2F3Y9J8+q5Q6HGYmd8w2/1gGvEg52vLCl4XCQjiwuqaSwXXy8d8BcIHZI2NZVLwQx72u+lk&#10;i7m2PZ/ocQ6liBD2OSqoQmhzKX1RkUG/sC1x9L6sMxiidKXUDvsIN41cJkkqDdYcFyps6b2i4vvc&#10;GQWfd5257paO9l7e2PEYjh2vlXqZDW8bEIGG8B/+ax+0gmUGzy/x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gkTXEAAAA2wAAAA8AAAAAAAAAAAAAAAAAmAIAAGRycy9k&#10;b3ducmV2LnhtbFBLBQYAAAAABAAEAPUAAACJAwAAAAA=&#10;" path="m29,r4,l43,5r5,9l53,24,48,34r-5,4l33,43r-4,5l19,43,9,38,5,34,,24,5,14,9,5,19,,29,xe" fillcolor="#00a7d1" stroked="f">
                <v:path arrowok="t" o:connecttype="custom" o:connectlocs="29,0;33,0;43,5;48,14;53,24;48,34;43,38;33,43;29,48;19,43;9,38;5,34;0,24;5,14;9,5;19,0;29,0" o:connectangles="0,0,0,0,0,0,0,0,0,0,0,0,0,0,0,0,0"/>
              </v:shape>
              <v:shape id="Freeform 27" o:spid="_x0000_s1055" style="position:absolute;left:240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+96cIA&#10;AADbAAAADwAAAGRycy9kb3ducmV2LnhtbERPy2rCQBTdF/yH4Qru6kQhtqSOIkoxIIU0Sru9ZG6T&#10;YOZOyEzz+HtnUejycN7b/Wga0VPnassKVssIBHFhdc2lgtv1/fkVhPPIGhvLpGAiB/vd7GmLibYD&#10;f1Kf+1KEEHYJKqi8bxMpXVGRQbe0LXHgfmxn0AfYlVJ3OIRw08h1FG2kwZpDQ4UtHSsq7vmvUfAx&#10;pH2TfZ1epPvOVnF5meLzOVdqMR8PbyA8jf5f/OdOtYJ1GBu+h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73pwgAAANsAAAAPAAAAAAAAAAAAAAAAAJgCAABkcnMvZG93&#10;bnJldi54bWxQSwUGAAAAAAQABAD1AAAAhw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28" o:spid="_x0000_s1056" style="position:absolute;left:1660;top:1518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YcsQA&#10;AADbAAAADwAAAGRycy9kb3ducmV2LnhtbESPQWvCQBSE74L/YXlCb7pR0LbRVaSlKIigadHrI/tM&#10;gtm3Ibsm8d+7QsHjMDPfMItVZ0rRUO0KywrGowgEcWp1wZmCv9+f4QcI55E1lpZJwZ0crJb93gJj&#10;bVs+UpP4TAQIuxgV5N5XsZQuzcmgG9mKOHgXWxv0QdaZ1DW2AW5KOYmimTRYcFjIsaKvnNJrcjMK&#10;9u22KQ+n73fpzofxNNvdp5tNotTboFvPQXjq/Cv8395qBZNP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TGHLEAAAA2wAAAA8AAAAAAAAAAAAAAAAAmAIAAGRycy9k&#10;b3ducmV2LnhtbFBLBQYAAAAABAAEAPUAAACJAwAAAAA=&#10;" path="m,24l,14,5,5,14,,24,,34,r4,5l43,14r5,10l43,34r-5,9l34,48r-10,l14,48,5,43,,34,,24xe" fillcolor="#00a7d1" stroked="f">
                <v:path arrowok="t" o:connecttype="custom" o:connectlocs="0,24;0,14;5,5;14,0;24,0;34,0;38,5;43,14;48,24;43,34;38,43;34,48;24,48;14,48;5,43;0,34;0,24" o:connectangles="0,0,0,0,0,0,0,0,0,0,0,0,0,0,0,0,0"/>
              </v:shape>
              <v:shape id="Freeform 29" o:spid="_x0000_s1057" style="position:absolute;left:1660;top:1040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AnMsEA&#10;AADb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lYH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wJzLBAAAA2wAAAA8AAAAAAAAAAAAAAAAAmAIAAGRycy9kb3du&#10;cmV2LnhtbFBLBQYAAAAABAAEAPUAAACGAwAAAAA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30" o:spid="_x0000_s1058" style="position:absolute;left:363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yCqcQA&#10;AADbAAAADwAAAGRycy9kb3ducmV2LnhtbESPQWvCQBSE70L/w/IK3nQTxVqiq5SKKBRBU9HrI/ua&#10;hGbfhuyaxH/fFQoeh5n5hlmue1OJlhpXWlYQjyMQxJnVJecKzt/b0TsI55E1VpZJwZ0crFcvgyUm&#10;2nZ8ojb1uQgQdgkqKLyvEyldVpBBN7Y1cfB+bGPQB9nkUjfYBbip5CSK3qTBksNCgTV9FpT9pjej&#10;4NDt2+p42cylux7jWf51n+12qVLD1/5jAcJT75/h//ZeK5jG8PgSf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8gqnEAAAA2wAAAA8AAAAAAAAAAAAAAAAAmAIAAGRycy9k&#10;b3ducmV2LnhtbFBLBQYAAAAABAAEAPUAAACJAwAAAAA=&#10;" path="m24,r9,l38,5r5,9l48,24,43,34r-5,4l33,43r-9,5l14,43,4,38,,34,,24,,14,4,5,14,,24,xe" fillcolor="#00a7d1" stroked="f">
                <v:path arrowok="t" o:connecttype="custom" o:connectlocs="24,0;33,0;38,5;43,14;48,24;43,34;38,38;33,43;24,48;14,43;4,38;0,34;0,24;0,14;4,5;14,0;24,0" o:connectangles="0,0,0,0,0,0,0,0,0,0,0,0,0,0,0,0,0"/>
              </v:shape>
              <v:shape id="Freeform 31" o:spid="_x0000_s1059" style="position:absolute;left:250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4c3sUA&#10;AADbAAAADwAAAGRycy9kb3ducmV2LnhtbESPQWvCQBSE70L/w/IK3sxGi21J3YSiFIUiaFr0+si+&#10;JqHZtyG7JvHfd4WCx2FmvmFW2Wga0VPnassK5lEMgriwuuZSwffXx+wVhPPIGhvLpOBKDrL0YbLC&#10;RNuBj9TnvhQBwi5BBZX3bSKlKyoy6CLbEgfvx3YGfZBdKXWHQ4CbRi7i+FkarDksVNjSuqLiN78Y&#10;Bfth1zeH0+ZFuvNhviw/r8vtNldq+ji+v4HwNPp7+L+90wqeFn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hzexQAAANsAAAAPAAAAAAAAAAAAAAAAAJgCAABkcnMv&#10;ZG93bnJldi54bWxQSwUGAAAAAAQABAD1AAAAig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32" o:spid="_x0000_s1060" style="position:absolute;left:1660;top:1508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K5RcUA&#10;AADbAAAADwAAAGRycy9kb3ducmV2LnhtbESPQWvCQBSE70L/w/IK3sxGxbakbkJRRKEINi16fWRf&#10;k9Ds25Bdk/jvu0Khx2FmvmHW2Wga0VPnassK5lEMgriwuuZSwdfnbvYCwnlkjY1lUnAjB1n6MFlj&#10;ou3AH9TnvhQBwi5BBZX3bSKlKyoy6CLbEgfv23YGfZBdKXWHQ4CbRi7i+EkarDksVNjSpqLiJ78a&#10;Bcfh0Den8/ZZustpvirfb6v9Pldq+ji+vYLwNPr/8F/7oBUsl3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4rlFxQAAANs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33" o:spid="_x0000_s1061" style="position:absolute;left:1660;top:1030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hMcUA&#10;AADbAAAADwAAAGRycy9kb3ducmV2LnhtbESP3WrCQBSE7wXfYTlC73RjrT9EV5FKUSgFjaK3h+wx&#10;CWbPhuw2iW/fLRR6OczMN8xq05lSNFS7wrKC8SgCQZxaXXCm4HL+GC5AOI+ssbRMCp7kYLPu91YY&#10;a9vyiZrEZyJA2MWoIPe+iqV0aU4G3chWxMG729qgD7LOpK6xDXBTytcomkmDBYeFHCt6zyl9JN9G&#10;wVd7aMrjdTeX7nYcT7PP53S/T5R6GXTbJQhPnf8P/7UPWsHkDX6/h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yExxQAAANs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34" o:spid="_x0000_s1062" style="position:absolute;left:3731;top:172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Mt1sUA&#10;AADbAAAADwAAAGRycy9kb3ducmV2LnhtbESPQWsCMRSE74L/ITyhF9FsKxW7GkWkSg+9aAvF23Pz&#10;3KxuXpZNVtf++qYgeBxm5htmtmhtKS5U+8KxgudhAoI4c7rgXMH313owAeEDssbSMSm4kYfFvNuZ&#10;Yardlbd02YVcRAj7FBWYEKpUSp8ZsuiHriKO3tHVFkOUdS51jdcIt6V8SZKxtFhwXDBY0cpQdt41&#10;VsHpd//T9PeHVaDPt/HmZrh5tyOlnnrtcgoiUBse4Xv7QysYvcL/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y3WxQAAANsAAAAPAAAAAAAAAAAAAAAAAJgCAABkcnMv&#10;ZG93bnJldi54bWxQSwUGAAAAAAQABAD1AAAAigMAAAAA&#10;" path="m24,r9,l38,5r9,9l47,24r,10l38,38r-5,5l24,48,14,43,4,38,,34,,24,,14,4,5,14,,24,xe" fillcolor="#00a7d1" stroked="f">
                <v:path arrowok="t" o:connecttype="custom" o:connectlocs="24,0;33,0;38,5;47,14;47,24;47,34;38,38;33,43;24,48;14,43;4,38;0,34;0,24;0,14;4,5;14,0;24,0" o:connectangles="0,0,0,0,0,0,0,0,0,0,0,0,0,0,0,0,0"/>
              </v:shape>
              <v:shape id="Freeform 35" o:spid="_x0000_s1063" style="position:absolute;left:260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Ua3cUA&#10;AADbAAAADwAAAGRycy9kb3ducmV2LnhtbESPQWvCQBSE74X+h+UVvDUbFW1J3YSiiEIRNC16fWRf&#10;k9Ds25DdJvHfdwuCx2FmvmFW2Wga0VPnassKplEMgriwuuZSwdfn9vkVhPPIGhvLpOBKDrL08WGF&#10;ibYDn6jPfSkChF2CCirv20RKV1Rk0EW2JQ7et+0M+iC7UuoOhwA3jZzF8VIarDksVNjSuqLiJ/81&#10;Cg7Dvm+O582LdJfjdFF+XBe7Xa7U5Gl8fwPhafT38K291wrmS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RrdxQAAANsAAAAPAAAAAAAAAAAAAAAAAJgCAABkcnMv&#10;ZG93bnJldi54bWxQSwUGAAAAAAQABAD1AAAAigMAAAAA&#10;" path="m24,r9,5l43,10r5,4l48,24r,10l43,43,33,48r-9,l14,48,5,43,,34,,24,,14,5,10,14,5,24,xe" fillcolor="#00a7d1" stroked="f">
                <v:path arrowok="t" o:connecttype="custom" o:connectlocs="24,0;33,5;43,10;48,14;48,24;48,34;43,43;33,48;24,48;14,48;5,43;0,34;0,24;0,14;5,10;14,5;24,0" o:connectangles="0,0,0,0,0,0,0,0,0,0,0,0,0,0,0,0,0"/>
              </v:shape>
              <v:shape id="Freeform 36" o:spid="_x0000_s1064" style="position:absolute;left:1660;top:1498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/RsQA&#10;AADbAAAADwAAAGRycy9kb3ducmV2LnhtbESPQWvCQBSE7wX/w/IEb3WjYpXoKqKIQinYKHp9ZJ9J&#10;MPs2ZNck/vtuodDjMDPfMMt1Z0rRUO0KywpGwwgEcWp1wZmCy3n/PgfhPLLG0jIpeJGD9ar3tsRY&#10;25a/qUl8JgKEXYwKcu+rWEqX5mTQDW1FHLy7rQ36IOtM6hrbADelHEfRhzRYcFjIsaJtTukjeRoF&#10;X+2xKU/X3Uy622k0zT5f08MhUWrQ7zYLEJ46/x/+ax+1gskM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Zv0bEAAAA2wAAAA8AAAAAAAAAAAAAAAAAmAIAAGRycy9k&#10;b3ducmV2LnhtbFBLBQYAAAAABAAEAPUAAACJAwAAAAA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37" o:spid="_x0000_s1065" style="position:absolute;left:1660;top:1021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YrNMEA&#10;AADb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kYG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GKzTBAAAA2wAAAA8AAAAAAAAAAAAAAAAAmAIAAGRycy9kb3du&#10;cmV2LnhtbFBLBQYAAAAABAAEAPUAAACGAwAAAAA=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38" o:spid="_x0000_s1066" style="position:absolute;left:382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Or8QA&#10;AADbAAAADwAAAGRycy9kb3ducmV2LnhtbESPQWvCQBSE74L/YXmCN93Yoq3RVUpLURDBpqLXR/aZ&#10;hGbfhuyaxH/fFQSPw8x8wyzXnSlFQ7UrLCuYjCMQxKnVBWcKjr/fo3cQziNrLC2Tghs5WK/6vSXG&#10;2rb8Q03iMxEg7GJUkHtfxVK6NCeDbmwr4uBdbG3QB1lnUtfYBrgp5UsUzaTBgsNCjhV95pT+JVej&#10;YN9um/Jw+nqT7nyYTLPdbbrZJEoNB93HAoSnzj/Dj/ZWK3idw/1L+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Kjq/EAAAA2wAAAA8AAAAAAAAAAAAAAAAAmAIAAGRycy9k&#10;b3ducmV2LnhtbFBLBQYAAAAABAAEAPUAAACJAwAAAAA=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39" o:spid="_x0000_s1067" style="position:absolute;left:269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ZUT8EA&#10;AADbAAAADwAAAGRycy9kb3ducmV2LnhtbERPTYvCMBC9C/6HMII3TV10XapRZEUUZEHrsnsdmrEt&#10;NpPSxLb+e3MQPD7e93LdmVI0VLvCsoLJOAJBnFpdcKbg97IbfYFwHlljaZkUPMjBetXvLTHWtuUz&#10;NYnPRAhhF6OC3PsqltKlORl0Y1sRB+5qa4M+wDqTusY2hJtSfkTRpzRYcGjIsaLvnNJbcjcKftpD&#10;U57+tnPp/k+TWXZ8zPb7RKnhoNssQHjq/Fv8ch+0gmlYH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2VE/BAAAA2wAAAA8AAAAAAAAAAAAAAAAAmAIAAGRycy9kb3du&#10;cmV2LnhtbFBLBQYAAAAABAAEAPUAAACGAwAAAAA=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40" o:spid="_x0000_s1068" style="position:absolute;left:1660;top:14889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02cUA&#10;AADbAAAADwAAAGRycy9kb3ducmV2LnhtbESPQWvCQBSE7wX/w/IKvZS6sUqw0VVEKfYmmlB7fGSf&#10;SWj2bdzdavrvuwXB4zDzzTDzZW9acSHnG8sKRsMEBHFpdcOVgiJ/f5mC8AFZY2uZFPySh+Vi8DDH&#10;TNsr7+lyCJWIJewzVFCH0GVS+rImg35oO+LonawzGKJ0ldQOr7HctPI1SVJpsOG4UGNH65rK78OP&#10;UTAp3qbP+Wa9/yrSstj1n+Pt8XxU6umxX81ABOrDPXyjP3TkRvD/Jf4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zTZxQAAANsAAAAPAAAAAAAAAAAAAAAAAJgCAABkcnMv&#10;ZG93bnJldi54bWxQSwUGAAAAAAQABAD1AAAAigMAAAAA&#10;" path="m,24l,14,5,9,14,4,24,,34,4r4,5l43,14r5,10l43,33,38,43r-4,4l24,47r-10,l5,43,,33,,24xe" fillcolor="#00a7d1" stroked="f">
                <v:path arrowok="t" o:connecttype="custom" o:connectlocs="0,24;0,14;5,9;14,4;24,0;34,4;38,9;43,14;48,24;43,33;38,43;34,47;24,47;14,47;5,43;0,33;0,24" o:connectangles="0,0,0,0,0,0,0,0,0,0,0,0,0,0,0,0,0"/>
              </v:shape>
              <v:shape id="Freeform 41" o:spid="_x0000_s1069" style="position:absolute;left:1660;top:1011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hvo8UA&#10;AADbAAAADwAAAGRycy9kb3ducmV2LnhtbESPQWvCQBSE70L/w/IK3sxGqW1J3YSiFIUiaFr0+si+&#10;JqHZtyG7JvHfd4WCx2FmvmFW2Wga0VPnassK5lEMgriwuuZSwffXx+wVhPPIGhvLpOBKDrL0YbLC&#10;RNuBj9TnvhQBwi5BBZX3bSKlKyoy6CLbEgfvx3YGfZBdKXWHQ4CbRi7i+FkarDksVNjSuqLiN78Y&#10;Bfth1zeH0+ZFuvNhviw/r8vtNldq+ji+v4HwNPp7+L+90wqeFn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G+jxQAAANsAAAAPAAAAAAAAAAAAAAAAAJgCAABkcnMv&#10;ZG93bnJldi54bWxQSwUGAAAAAAQABAD1AAAAigMAAAAA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42" o:spid="_x0000_s1070" style="position:absolute;left:392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TKOMUA&#10;AADbAAAADwAAAGRycy9kb3ducmV2LnhtbESP3WrCQBSE7wXfYTlC73RjrT9EV5FKUSgFjaK3h+wx&#10;CWbPhuw2iW/fLRR6OczMN8xq05lSNFS7wrKC8SgCQZxaXXCm4HL+GC5AOI+ssbRMCp7kYLPu91YY&#10;a9vyiZrEZyJA2MWoIPe+iqV0aU4G3chWxMG729qgD7LOpK6xDXBTytcomkmDBYeFHCt6zyl9JN9G&#10;wVd7aMrjdTeX7nYcT7PP53S/T5R6GXTbJQhPnf8P/7UPWsHbBH6/h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5Mo4xQAAANsAAAAPAAAAAAAAAAAAAAAAAJgCAABkcnMv&#10;ZG93bnJldi54bWxQSwUGAAAAAAQABAD1AAAAigMAAAAA&#10;" path="m24,l34,,44,5r4,9l48,24r,10l44,38,34,43,24,48,15,43,10,38,5,34,,24,5,14,10,5,15,r9,xe" fillcolor="#00a7d1" stroked="f">
                <v:path arrowok="t" o:connecttype="custom" o:connectlocs="24,0;34,0;44,5;48,14;48,24;48,34;44,38;34,43;24,48;15,43;10,38;5,34;0,24;5,14;10,5;15,0;24,0" o:connectangles="0,0,0,0,0,0,0,0,0,0,0,0,0,0,0,0,0"/>
              </v:shape>
              <v:shape id="Freeform 43" o:spid="_x0000_s1071" style="position:absolute;left:279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1STMUA&#10;AADbAAAADwAAAGRycy9kb3ducmV2LnhtbESPQWvCQBSE70L/w/IK3sxG0bakbkJRRKEINi16fWRf&#10;k9Ds25Bdk/jvu0Khx2FmvmHW2Wga0VPnassK5lEMgriwuuZSwdfnbvYCwnlkjY1lUnAjB1n6MFlj&#10;ou3AH9TnvhQBwi5BBZX3bSKlKyoy6CLbEgfv23YGfZBdKXWHQ4CbRi7i+EkarDksVNjSpqLiJ78a&#10;Bcfh0Den8/ZZustpvirfb6v9Pldq+ji+vYLwNPr/8F/7oBUsl3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VJMxQAAANsAAAAPAAAAAAAAAAAAAAAAAJgCAABkcnMv&#10;ZG93bnJldi54bWxQSwUGAAAAAAQABAD1AAAAig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44" o:spid="_x0000_s1072" style="position:absolute;left:1660;top:1479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318UA&#10;AADbAAAADwAAAGRycy9kb3ducmV2LnhtbESPQWvCQBSE74X+h+UVeqsbS6OSugliKQpS0Fja6yP7&#10;TILZtyG7TeK/dwuCx2FmvmGW2Wga0VPnassKppMIBHFhdc2lgu/j58sChPPIGhvLpOBCDrL08WGJ&#10;ibYDH6jPfSkChF2CCirv20RKV1Rk0E1sSxy8k+0M+iC7UuoOhwA3jXyNopk0WHNYqLCldUXFOf8z&#10;Cr6Gbd/sfz7m0v3up3G5u8SbTa7U89O4egfhafT38K291QreYvj/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ffXxQAAANsAAAAPAAAAAAAAAAAAAAAAAJgCAABkcnMv&#10;ZG93bnJldi54bWxQSwUGAAAAAAQABAD1AAAAig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45" o:spid="_x0000_s1073" style="position:absolute;left:1660;top:1002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NpoMUA&#10;AADbAAAADwAAAGRycy9kb3ducmV2LnhtbESPQWvCQBSE74X+h+UVvDUbRW1J3YSiiEIRNC16fWRf&#10;k9Ds25DdJvHfdwuCx2FmvmFW2Wga0VPnassKplEMgriwuuZSwdfn9vkVhPPIGhvLpOBKDrL08WGF&#10;ibYDn6jPfSkChF2CCirv20RKV1Rk0EW2JQ7et+0M+iC7UuoOhwA3jZzF8VIarDksVNjSuqLiJ/81&#10;Cg7Dvm+O582LdJfjdFF+XBe7Xa7U5Gl8fwPhafT38K291wrmS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2mgxQAAANs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46" o:spid="_x0000_s1074" style="position:absolute;left:4018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90lcMA&#10;AADbAAAADwAAAGRycy9kb3ducmV2LnhtbESPzYvCMBTE7wv+D+EJ3tZUET+qUURYWPaw4Mehx2fz&#10;bIvNS0lS7frXbwTB4zAzv2FWm87U4kbOV5YVjIYJCOLc6ooLBafj1+cchA/IGmvLpOCPPGzWvY8V&#10;ptreeU+3QyhEhLBPUUEZQpNK6fOSDPqhbYijd7HOYIjSFVI7vEe4qeU4SabSYMVxocSGdiXl10Nr&#10;FPye9cy12fRhz0XGjh/hp+WFUoN+t12CCNSFd/jV/tYKJjN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90lcMAAADbAAAADwAAAAAAAAAAAAAAAACYAgAAZHJzL2Rv&#10;d25yZXYueG1sUEsFBgAAAAAEAAQA9QAAAIgDAAAAAA==&#10;" path="m29,l39,r5,5l48,14r5,10l48,34r-4,4l39,43,29,48,20,43,10,38,5,34,,24,5,14,10,5,20,r9,xe" fillcolor="#00a7d1" stroked="f">
                <v:path arrowok="t" o:connecttype="custom" o:connectlocs="29,0;39,0;44,5;48,14;53,24;48,34;44,38;39,43;29,48;20,43;10,38;5,34;0,24;5,14;10,5;20,0;29,0" o:connectangles="0,0,0,0,0,0,0,0,0,0,0,0,0,0,0,0,0"/>
              </v:shape>
              <v:shape id="Freeform 47" o:spid="_x0000_s1075" style="position:absolute;left:289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YScEA&#10;AADbAAAADwAAAGRycy9kb3ducmV2LnhtbERPTYvCMBC9C/6HMII3TV10XapRZEUUZEHrsnsdmrEt&#10;NpPSxLb+e3MQPD7e93LdmVI0VLvCsoLJOAJBnFpdcKbg97IbfYFwHlljaZkUPMjBetXvLTHWtuUz&#10;NYnPRAhhF6OC3PsqltKlORl0Y1sRB+5qa4M+wDqTusY2hJtSfkTRpzRYcGjIsaLvnNJbcjcKftpD&#10;U57+tnPp/k+TWXZ8zPb7RKnhoNssQHjq/Fv8ch+0gmkYG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AWEnBAAAA2wAAAA8AAAAAAAAAAAAAAAAAmAIAAGRycy9kb3du&#10;cmV2LnhtbFBLBQYAAAAABAAEAPUAAACGAwAAAAA=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48" o:spid="_x0000_s1076" style="position:absolute;left:1660;top:1469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z90sQA&#10;AADbAAAADwAAAGRycy9kb3ducmV2LnhtbESPQWvCQBSE74L/YXmCN91Yqq3RVUpLURDBpqLXR/aZ&#10;hGbfhuyaxH/fFQSPw8x8wyzXnSlFQ7UrLCuYjCMQxKnVBWcKjr/fo3cQziNrLC2Tghs5WK/6vSXG&#10;2rb8Q03iMxEg7GJUkHtfxVK6NCeDbmwr4uBdbG3QB1lnUtfYBrgp5UsUzaTBgsNCjhV95pT+JVej&#10;YN9um/Jw+nqT7nyYTLPdbbrZJEoNB93HAoSnzj/Dj/ZWK3idw/1L+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M/dLEAAAA2wAAAA8AAAAAAAAAAAAAAAAAmAIAAGRycy9k&#10;b3ducmV2LnhtbFBLBQYAAAAABAAEAPUAAACJAwAAAAA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49" o:spid="_x0000_s1077" style="position:absolute;left:1660;top:992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/CksAA&#10;AADbAAAADwAAAGRycy9kb3ducmV2LnhtbERPTYvCMBC9C/sfwizsTVOF6lKNsqyIwiJoV/Q6NGNb&#10;bCaliW399+YgeHy878WqN5VoqXGlZQXjUQSCOLO65FzB6X8z/AbhPLLGyjIpeJCD1fJjsMBE246P&#10;1KY+FyGEXYIKCu/rREqXFWTQjWxNHLirbQz6AJtc6ga7EG4qOYmiqTRYcmgosKbfgrJbejcK9t2u&#10;rQ7n9Uy6y2Ec53+PeLtNlfr67H/mIDz1/i1+uXdaQRzWhy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/CksAAAADbAAAADwAAAAAAAAAAAAAAAACYAgAAZHJzL2Rvd25y&#10;ZXYueG1sUEsFBgAAAAAEAAQA9QAAAIUDAAAAAA=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50" o:spid="_x0000_s1078" style="position:absolute;left:411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nCcQA&#10;AADbAAAADwAAAGRycy9kb3ducmV2LnhtbESPQWvCQBSE74L/YXmCt7pJIW2JriJKUSgFG0Wvj+wz&#10;CWbfhuyaxH/fLRQ8DjPzDbNYDaYWHbWusqwgnkUgiHOrKy4UnI6fLx8gnEfWWFsmBQ9ysFqORwtM&#10;te35h7rMFyJA2KWooPS+SaV0eUkG3cw2xMG72tagD7ItpG6xD3BTy9coepMGKw4LJTa0KSm/ZXej&#10;4Lvfd/XhvH2X7nKIk+Lrkex2mVLTybCeg/A0+Gf4v73XCpIY/r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jZwnEAAAA2wAAAA8AAAAAAAAAAAAAAAAAmAIAAGRycy9k&#10;b3ducmV2LnhtbFBLBQYAAAAABAAEAPUAAACJAwAAAAA=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51" o:spid="_x0000_s1079" style="position:absolute;left:298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5fsUA&#10;AADbAAAADwAAAGRycy9kb3ducmV2LnhtbESPQWvCQBSE70L/w/IK3ppNhLQluobSUhSKoKno9ZF9&#10;TUKzb0N2TeK/dwsFj8PMfMOs8sm0YqDeNZYVJFEMgri0uuFKwfH78+kVhPPIGlvLpOBKDvL1w2yF&#10;mbYjH2gofCUChF2GCmrvu0xKV9Zk0EW2Iw7ej+0N+iD7SuoexwA3rVzE8bM02HBYqLGj95rK3+Ji&#10;FOzG7dDuTx8v0p33SVp9XdPNplBq/ji9LUF4mvw9/N/eagXpAv6+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fl+xQAAANsAAAAPAAAAAAAAAAAAAAAAAJgCAABkcnMv&#10;ZG93bnJldi54bWxQSwUGAAAAAAQABAD1AAAAigMAAAAA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52" o:spid="_x0000_s1080" style="position:absolute;left:1660;top:146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1c5cUA&#10;AADbAAAADwAAAGRycy9kb3ducmV2LnhtbESPQWvCQBSE74X+h+UVeqsbW6KSugliKQpS0Fja6yP7&#10;TILZtyG7TeK/dwuCx2FmvmGW2Wga0VPnassKppMIBHFhdc2lgu/j58sChPPIGhvLpOBCDrL08WGJ&#10;ibYDH6jPfSkChF2CCirv20RKV1Rk0E1sSxy8k+0M+iC7UuoOhwA3jXyNopk0WHNYqLCldUXFOf8z&#10;Cr6Gbd/sfz7m0v3up3G5u8SbTa7U89O4egfhafT38K291QriN/j/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VzlxQAAANs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53" o:spid="_x0000_s1081" style="position:absolute;left:1660;top:982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EkcUA&#10;AADbAAAADwAAAGRycy9kb3ducmV2LnhtbESPQWvCQBSE74X+h+UVeqsbS6OSugliKQpS0Fja6yP7&#10;TILZtyG7TeK/dwuCx2FmvmGW2Wga0VPnassKppMIBHFhdc2lgu/j58sChPPIGhvLpOBCDrL08WGJ&#10;ibYDH6jPfSkChF2CCirv20RKV1Rk0E1sSxy8k+0M+iC7UuoOhwA3jXyNopk0WHNYqLCldUXFOf8z&#10;Cr6Gbd/sfz7m0v3up3G5u8SbTa7U89O4egfhafT38K291QriN/j/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1MSRxQAAANsAAAAPAAAAAAAAAAAAAAAAAJgCAABkcnMv&#10;ZG93bnJldi54bWxQSwUGAAAAAAQABAD1AAAAig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54" o:spid="_x0000_s1082" style="position:absolute;left:421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hCsMA&#10;AADbAAAADwAAAGRycy9kb3ducmV2LnhtbESPQWvCQBSE7wX/w/IEb3WjkLZEVxFFFErBRtHrI/tM&#10;gtm3Ibsm8d93BaHHYWa+YebL3lSipcaVlhVMxhEI4szqknMFp+P2/QuE88gaK8uk4EEOlovB2xwT&#10;bTv+pTb1uQgQdgkqKLyvEyldVpBBN7Y1cfCutjHog2xyqRvsAtxUchpFH9JgyWGhwJrWBWW39G4U&#10;/HT7tjqcN5/SXQ6TOP9+xLtdqtRo2K9mIDz1/j/8au+1gjiG55fw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5hhCsMAAADbAAAADwAAAAAAAAAAAAAAAACYAgAAZHJzL2Rv&#10;d25yZXYueG1sUEsFBgAAAAAEAAQA9QAAAIgDAAAAAA==&#10;" path="m24,l34,r9,5l48,14r,10l48,34r-5,4l34,43,24,48,14,43,5,38,,34,,24,,14,5,5,14,,24,xe" fillcolor="#00a7d1" stroked="f">
                <v:path arrowok="t" o:connecttype="custom" o:connectlocs="24,0;34,0;43,5;48,14;48,24;48,34;43,38;34,43;24,48;14,43;5,38;0,34;0,24;0,14;5,5;14,0;24,0" o:connectangles="0,0,0,0,0,0,0,0,0,0,0,0,0,0,0,0,0"/>
              </v:shape>
              <v:shape id="Freeform 55" o:spid="_x0000_s1083" style="position:absolute;left:308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r/fcUA&#10;AADbAAAADwAAAGRycy9kb3ducmV2LnhtbESPQWvCQBSE70L/w/KE3swmQrSkrkEqRaEUNC3t9ZF9&#10;JsHs25DdJvHfdwsFj8PMfMNs8sm0YqDeNZYVJFEMgri0uuFKwefH6+IJhPPIGlvLpOBGDvLtw2yD&#10;mbYjn2kofCUChF2GCmrvu0xKV9Zk0EW2Iw7exfYGfZB9JXWPY4CbVi7jeCUNNhwWauzopabyWvwY&#10;Be/jcWhPX/u1dN+nJK3ebunhUCj1OJ92zyA8Tf4e/m8ftYJ0BX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v99xQAAANsAAAAPAAAAAAAAAAAAAAAAAJgCAABkcnMv&#10;ZG93bnJldi54bWxQSwUGAAAAAAQABAD1AAAAigMAAAAA&#10;" path="m24,l34,5r10,5l48,14r,10l48,34r-4,9l34,48r-10,l15,48,5,43,,34,,24,,14,5,10,15,5,24,xe" fillcolor="#00a7d1" stroked="f">
                <v:path arrowok="t" o:connecttype="custom" o:connectlocs="24,0;34,5;44,10;48,14;48,24;48,34;44,43;34,48;24,48;15,48;5,43;0,34;0,24;0,14;5,10;15,5;24,0" o:connectangles="0,0,0,0,0,0,0,0,0,0,0,0,0,0,0,0,0"/>
              </v:shape>
              <v:shape id="Freeform 56" o:spid="_x0000_s1084" style="position:absolute;left:1660;top:1450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a5sUA&#10;AADbAAAADwAAAGRycy9kb3ducmV2LnhtbESPQWvCQBSE74X+h+UVems2EaIluoZSEYVS0FT0+si+&#10;JqHZtyG7JvHfu4VCj8PMfMOs8sm0YqDeNZYVJFEMgri0uuFKwelr+/IKwnlkja1lUnAjB/n68WGF&#10;mbYjH2kofCUChF2GCmrvu0xKV9Zk0EW2Iw7et+0N+iD7SuoexwA3rZzF8VwabDgs1NjRe03lT3E1&#10;Cj7H/dAezpuFdJdDklYft3S3K5R6fpreliA8Tf4//NfeawXpAn6/h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lrmxQAAANs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57" o:spid="_x0000_s1085" style="position:absolute;left:1660;top:972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OlMAA&#10;AADbAAAADwAAAGRycy9kb3ducmV2LnhtbERPTYvCMBC9C/sfwizsTVOF6lKNsqyIwiJoV/Q6NGNb&#10;bCaliW399+YgeHy878WqN5VoqXGlZQXjUQSCOLO65FzB6X8z/AbhPLLGyjIpeJCD1fJjsMBE246P&#10;1KY+FyGEXYIKCu/rREqXFWTQjWxNHLirbQz6AJtc6ga7EG4qOYmiqTRYcmgosKbfgrJbejcK9t2u&#10;rQ7n9Uy6y2Ec53+PeLtNlfr67H/mIDz1/i1+uXdaQRzGhi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nOlMAAAADbAAAADwAAAAAAAAAAAAAAAACYAgAAZHJzL2Rvd25y&#10;ZXYueG1sUEsFBgAAAAAEAAQA9QAAAIUDAAAAAA==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58" o:spid="_x0000_s1086" style="position:absolute;left:431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rD8UA&#10;AADbAAAADwAAAGRycy9kb3ducmV2LnhtbESPQWvCQBSE74X+h+UVeqsbC2k1ugmlpSgUQaPo9ZF9&#10;JsHs25DdJvHfd4WCx2FmvmGW2Wga0VPnassKppMIBHFhdc2lgsP++2UGwnlkjY1lUnAlB1n6+LDE&#10;RNuBd9TnvhQBwi5BBZX3bSKlKyoy6Ca2JQ7e2XYGfZBdKXWHQ4CbRr5G0Zs0WHNYqLClz4qKS/5r&#10;FGyGdd9sj1/v0p2207j8ucarVa7U89P4sQDhafT38H97rRXEc7h9CT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1WsPxQAAANsAAAAPAAAAAAAAAAAAAAAAAJgCAABkcnMv&#10;ZG93bnJldi54bWxQSwUGAAAAAAQABAD1AAAAig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59" o:spid="_x0000_s1087" style="position:absolute;left:318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IL8IA&#10;AADbAAAADwAAAGRycy9kb3ducmV2LnhtbERPy2rCQBTdF/yH4QrdNRMFraSZSGkRAyJoWtrtJXOb&#10;hGbuhMw0j793FkKXh/NO95NpxUC9aywrWEUxCOLS6oYrBZ8fh6cdCOeRNbaWScFMDvbZ4iHFRNuR&#10;rzQUvhIhhF2CCmrvu0RKV9Zk0EW2Iw7cj+0N+gD7SuoexxBuWrmO46002HBoqLGjt5rK3+LPKDiP&#10;+dBevt6fpfu+rDbVad4cj4VSj8vp9QWEp8n/i+/uXCvYhvXhS/g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wgvwgAAANsAAAAPAAAAAAAAAAAAAAAAAJgCAABkcnMvZG93&#10;bnJldi54bWxQSwUGAAAAAAQABAD1AAAAhw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60" o:spid="_x0000_s1088" style="position:absolute;left:1660;top:1439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+ttMQA&#10;AADbAAAADwAAAGRycy9kb3ducmV2LnhtbESPQWvCQBSE70L/w/IKvdVNBK1EVykVUSiCRtHrI/tM&#10;gtm3Ibsm8d+7hYLHYWa+YebL3lSipcaVlhXEwwgEcWZ1ybmC03H9OQXhPLLGyjIpeJCD5eJtMMdE&#10;244P1KY+FwHCLkEFhfd1IqXLCjLohrYmDt7VNgZ9kE0udYNdgJtKjqJoIg2WHBYKrOmnoOyW3o2C&#10;Xbdtq/159SXdZR+P89/HeLNJlfp4779nIDz1/hX+b2+1gkkMf1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PrbTEAAAA2wAAAA8AAAAAAAAAAAAAAAAAmAIAAGRycy9k&#10;b3ducmV2LnhtbFBLBQYAAAAABAAEAPUAAACJAwAAAAA=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61" o:spid="_x0000_s1089" style="position:absolute;left:1660;top:1389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0zw8MA&#10;AADbAAAADwAAAGRycy9kb3ducmV2LnhtbESPQYvCMBSE7wv+h/AEb2uqoCvVKKKIgixoFb0+mmdb&#10;bF5KE9v67zcLC3scZuYbZrHqTCkaql1hWcFoGIEgTq0uOFNwvew+ZyCcR9ZYWiYFb3KwWvY+Fhhr&#10;2/KZmsRnIkDYxagg976KpXRpTgbd0FbEwXvY2qAPss6krrENcFPKcRRNpcGCw0KOFW1ySp/Jyyj4&#10;bg9Nebptv6S7n0aT7Pie7PeJUoN+t56D8NT5//Bf+6AVTMf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0zw8MAAADbAAAADwAAAAAAAAAAAAAAAACYAgAAZHJzL2Rv&#10;d25yZXYueG1sUEsFBgAAAAAEAAQA9QAAAIgDAAAAAA=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62" o:spid="_x0000_s1090" style="position:absolute;left:1660;top:963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GWWMUA&#10;AADbAAAADwAAAGRycy9kb3ducmV2LnhtbESPQWvCQBSE74X+h+UVvDUbFW1J3YSiiEIRNC16fWRf&#10;k9Ds25DdJvHfdwuCx2FmvmFW2Wga0VPnassKplEMgriwuuZSwdfn9vkVhPPIGhvLpOBKDrL08WGF&#10;ibYDn6jPfSkChF2CCirv20RKV1Rk0EW2JQ7et+0M+iC7UuoOhwA3jZzF8VIarDksVNjSuqLiJ/81&#10;Cg7Dvm+O582LdJfjdFF+XBe7Xa7U5Gl8fwPhafT38K291wqWc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ZZYxQAAANsAAAAPAAAAAAAAAAAAAAAAAJgCAABkcnMv&#10;ZG93bnJldi54bWxQSwUGAAAAAAQABAD1AAAAigMAAAAA&#10;" path="m,24l,14,5,4,14,,24,,34,r4,4l43,14r5,10l43,33r-5,5l34,48r-10,l14,48,5,38,,33,,24xe" fillcolor="#00a7d1" stroked="f">
                <v:path arrowok="t" o:connecttype="custom" o:connectlocs="0,24;0,14;5,4;14,0;24,0;34,0;38,4;43,14;48,24;43,33;38,38;34,48;24,48;14,48;5,38;0,33;0,24" o:connectangles="0,0,0,0,0,0,0,0,0,0,0,0,0,0,0,0,0"/>
              </v:shape>
              <v:shape id="Freeform 63" o:spid="_x0000_s1091" style="position:absolute;left:440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OLMUA&#10;AADbAAAADwAAAGRycy9kb3ducmV2LnhtbESPQWvCQBSE74X+h+UVvDUbRW1J3YSiiEIRNC16fWRf&#10;k9Ds25DdJvHfdwuCx2FmvmFW2Wga0VPnassKplEMgriwuuZSwdfn9vkVhPPIGhvLpOBKDrL08WGF&#10;ibYDn6jPfSkChF2CCirv20RKV1Rk0EW2JQ7et+0M+iC7UuoOhwA3jZzF8VIarDksVNjSuqLiJ/81&#10;Cg7Dvm+O582LdJfjdFF+XBe7Xa7U5Gl8fwPhafT38K291wqWc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A4sxQAAANsAAAAPAAAAAAAAAAAAAAAAAJgCAABkcnMv&#10;ZG93bnJldi54bWxQSwUGAAAAAAQABAD1AAAAig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64" o:spid="_x0000_s1092" style="position:absolute;left:327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rt8UA&#10;AADbAAAADwAAAGRycy9kb3ducmV2LnhtbESPQWvCQBSE70L/w/KE3swmQrSkrkEqRaEUNC3t9ZF9&#10;JsHs25DdJvHfdwsFj8PMfMNs8sm0YqDeNZYVJFEMgri0uuFKwefH6+IJhPPIGlvLpOBGDvLtw2yD&#10;mbYjn2kofCUChF2GCmrvu0xKV9Zk0EW2Iw7exfYGfZB9JXWPY4CbVi7jeCUNNhwWauzopabyWvwY&#10;Be/jcWhPX/u1dN+nJK3ebunhUCj1OJ92zyA8Tf4e/m8ftYJVCn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Ku3xQAAANsAAAAPAAAAAAAAAAAAAAAAAJgCAABkcnMv&#10;ZG93bnJldi54bWxQSwUGAAAAAAQABAD1AAAAig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65" o:spid="_x0000_s1093" style="position:absolute;left:1660;top:1429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Y1wMUA&#10;AADbAAAADwAAAGRycy9kb3ducmV2LnhtbESPQWvCQBSE7wX/w/IK3swmBaOkrqFYREEKGkt7fWRf&#10;k9Ds25Bdk/jvu4VCj8PMfMNs8sm0YqDeNZYVJFEMgri0uuFKwft1v1iDcB5ZY2uZFNzJQb6dPWww&#10;03bkCw2Fr0SAsMtQQe19l0npypoMush2xMH7sr1BH2RfSd3jGOCmlU9xnEqDDYeFGjva1VR+Fzej&#10;4G08Du3543Ul3ec5WVan+/JwKJSaP04vzyA8Tf4//Nc+agVpCr9fw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JjXAxQAAANsAAAAPAAAAAAAAAAAAAAAAAJgCAABkcnMv&#10;ZG93bnJldi54bWxQSwUGAAAAAAQABAD1AAAAigMAAAAA&#10;" path="m,24l,14,5,5,14,,24,,34,r4,5l43,14r5,10l43,33r-5,5l34,48r-10,l14,48,5,38,,33,,24xe" fillcolor="#00a7d1" stroked="f">
                <v:path arrowok="t" o:connecttype="custom" o:connectlocs="0,24;0,14;5,5;14,0;24,0;34,0;38,5;43,14;48,24;43,33;38,38;34,48;24,48;14,48;5,38;0,33;0,24" o:connectangles="0,0,0,0,0,0,0,0,0,0,0,0,0,0,0,0,0"/>
              </v:shape>
              <v:shape id="Freeform 66" o:spid="_x0000_s1094" style="position:absolute;left:1660;top:1380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qQW8UA&#10;AADbAAAADwAAAGRycy9kb3ducmV2LnhtbESPQWvCQBSE7wX/w/KE3uomBbWkbkJRSgQp2Ch6fWRf&#10;k9Ds25DdJvHfu4VCj8PMfMNsssm0YqDeNZYVxIsIBHFpdcOVgvPp/ekFhPPIGlvLpOBGDrJ09rDB&#10;RNuRP2kofCUChF2CCmrvu0RKV9Zk0C1sRxy8L9sb9EH2ldQ9jgFuWvkcRStpsOGwUGNH25rK7+LH&#10;KPgY90N7vOzW0l2P8bI63JZ5Xij1OJ/eXkF4mvx/+K+91wpWa/j9En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apBbxQAAANs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67" o:spid="_x0000_s1095" style="position:absolute;left:1660;top:953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UEKcIA&#10;AADbAAAADwAAAGRycy9kb3ducmV2LnhtbERPy2rCQBTdF/yH4QrdNRMFraSZSGkRAyJoWtrtJXOb&#10;hGbuhMw0j793FkKXh/NO95NpxUC9aywrWEUxCOLS6oYrBZ8fh6cdCOeRNbaWScFMDvbZ4iHFRNuR&#10;rzQUvhIhhF2CCmrvu0RKV9Zk0EW2Iw7cj+0N+gD7SuoexxBuWrmO46002HBoqLGjt5rK3+LPKDiP&#10;+dBevt6fpfu+rDbVad4cj4VSj8vp9QWEp8n/i+/uXCvYhrHhS/g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9QQpwgAAANsAAAAPAAAAAAAAAAAAAAAAAJgCAABkcnMvZG93&#10;bnJldi54bWxQSwUGAAAAAAQABAD1AAAAhw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68" o:spid="_x0000_s1096" style="position:absolute;left:450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hssUA&#10;AADbAAAADwAAAGRycy9kb3ducmV2LnhtbESPQWvCQBSE70L/w/IK3sxGQdumbkJRRKEINi16fWRf&#10;k9Ds25Bdk/jvu0Khx2FmvmHW2Wga0VPnassK5lEMgriwuuZSwdfnbvYMwnlkjY1lUnAjB1n6MFlj&#10;ou3AH9TnvhQBwi5BBZX3bSKlKyoy6CLbEgfv23YGfZBdKXWHQ4CbRi7ieCUN1hwWKmxpU1Hxk1+N&#10;guNw6JvTefsk3eU0X5bvt+V+nys1fRzfXkF4Gv1/+K990ApWL3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aGyxQAAANsAAAAPAAAAAAAAAAAAAAAAAJgCAABkcnMv&#10;ZG93bnJldi54bWxQSwUGAAAAAAQABAD1AAAAigMAAAAA&#10;" path="m24,r9,l38,5r5,9l48,24,43,34r-5,4l33,43r-9,5l14,43,4,38,,34,,24,,14,4,5,14,,24,xe" fillcolor="#00a7d1" stroked="f">
                <v:path arrowok="t" o:connecttype="custom" o:connectlocs="24,0;33,0;38,5;43,14;48,24;43,34;38,38;33,43;24,48;14,43;4,38;0,34;0,24;0,14;4,5;14,0;24,0" o:connectangles="0,0,0,0,0,0,0,0,0,0,0,0,0,0,0,0,0"/>
              </v:shape>
              <v:shape id="Freeform 69" o:spid="_x0000_s1097" style="position:absolute;left:337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e8sIA&#10;AADbAAAADwAAAGRycy9kb3ducmV2LnhtbERPyWrDMBC9F/IPYgK91XICWXAth9ISYgiBxC3tdbCm&#10;tqk1Mpbq5e+jQ6HHx9vTw2RaMVDvGssKVlEMgri0uuFKwcf78WkPwnlkja1lUjCTg0O2eEgx0Xbk&#10;Gw2Fr0QIYZeggtr7LpHSlTUZdJHtiAP3bXuDPsC+krrHMYSbVq7jeCsNNhwaauzotabyp/g1Ci5j&#10;PrTXz7eddF/X1aY6z5vTqVDqcTm9PIPwNPl/8Z871wp2YX34En6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p7ywgAAANsAAAAPAAAAAAAAAAAAAAAAAJgCAABkcnMvZG93&#10;bnJldi54bWxQSwUGAAAAAAQABAD1AAAAhw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70" o:spid="_x0000_s1098" style="position:absolute;left:1660;top:1419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7acQA&#10;AADbAAAADwAAAGRycy9kb3ducmV2LnhtbESPQWvCQBSE74L/YXmCN92kYC3RVcRSFETQVPT6yL4m&#10;odm3IbtN4r/vCoLHYWa+YZbr3lSipcaVlhXE0wgEcWZ1ybmCy/fX5AOE88gaK8uk4E4O1qvhYImJ&#10;th2fqU19LgKEXYIKCu/rREqXFWTQTW1NHLwf2xj0QTa51A12AW4q+RZF79JgyWGhwJq2BWW/6Z9R&#10;cOz2bXW6fs6lu53iWX64z3a7VKnxqN8sQHjq/Sv8bO+1gnkMj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WO2nEAAAA2wAAAA8AAAAAAAAAAAAAAAAAmAIAAGRycy9k&#10;b3ducmV2LnhtbFBLBQYAAAAABAAEAPUAAACJAwAAAAA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71" o:spid="_x0000_s1099" style="position:absolute;left:1660;top:1370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lHsMA&#10;AADbAAAADwAAAGRycy9kb3ducmV2LnhtbESPQYvCMBSE7wv+h/AEb2uq4CrVKKKIgixoFb0+mmdb&#10;bF5KE9v67zcLC3scZuYbZrHqTCkaql1hWcFoGIEgTq0uOFNwvew+ZyCcR9ZYWiYFb3KwWvY+Fhhr&#10;2/KZmsRnIkDYxagg976KpXRpTgbd0FbEwXvY2qAPss6krrENcFPKcRR9SYMFh4UcK9rklD6Tl1Hw&#10;3R6a8nTbTqW7n0aT7Pie7PeJUoN+t56D8NT5//Bf+6AVTMf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SlHsMAAADbAAAADwAAAAAAAAAAAAAAAACYAgAAZHJzL2Rv&#10;d25yZXYueG1sUEsFBgAAAAAEAAQA9QAAAIg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72" o:spid="_x0000_s1100" style="position:absolute;left:1660;top:9435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po4sQA&#10;AADbAAAADwAAAGRycy9kb3ducmV2LnhtbESPQWvCQBSE7wX/w/IEL0U3VakSXaWUCkJPTdXzM/tM&#10;gtm3YXc1yb93CwWPw8x8w6y3nanFnZyvLCt4myQgiHOrKy4UHH534yUIH5A11pZJQU8etpvByxpT&#10;bVv+oXsWChEh7FNUUIbQpFL6vCSDfmIb4uhdrDMYonSF1A7bCDe1nCbJuzRYcVwosaHPkvJrdjMK&#10;ssMsP3bn/vtWn6qv3r3u2/lirtRo2H2sQATqwjP8395rBYsZ/H2JP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KaOLEAAAA2wAAAA8AAAAAAAAAAAAAAAAAmAIAAGRycy9k&#10;b3ducmV2LnhtbFBLBQYAAAAABAAEAPUAAACJAwAAAAA=&#10;" path="m,29l,19,5,10,14,5,24,,34,5r4,5l43,19r5,10l43,34r-5,9l34,48,24,53,14,48,5,43,,34,,29xe" fillcolor="#00a7d1" stroked="f">
                <v:path arrowok="t" o:connecttype="custom" o:connectlocs="0,29;0,19;5,10;14,5;24,0;34,5;38,10;43,19;48,29;43,34;38,43;34,48;24,53;14,48;5,43;0,34;0,29" o:connectangles="0,0,0,0,0,0,0,0,0,0,0,0,0,0,0,0,0"/>
              </v:shape>
              <v:shape id="Freeform 73" o:spid="_x0000_s1101" style="position:absolute;left:460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GY8cQA&#10;AADbAAAADwAAAGRycy9kb3ducmV2LnhtbESPQWvCQBSE7wX/w/IEb3WjaJXoKqKIQinYKHp9ZJ9J&#10;MPs2ZNck/vtuodDjMDPfMMt1Z0rRUO0KywpGwwgEcWp1wZmCy3n/PgfhPLLG0jIpeJGD9ar3tsRY&#10;25a/qUl8JgKEXYwKcu+rWEqX5mTQDW1FHLy7rQ36IOtM6hrbADelHEfRhzRYcFjIsaJtTukjeRoF&#10;X+2xKU/X3Uy622k0zT5f08MhUWrQ7zYLEJ46/x/+ax+1gtkE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hmPHEAAAA2wAAAA8AAAAAAAAAAAAAAAAAmAIAAGRycy9k&#10;b3ducmV2LnhtbFBLBQYAAAAABAAEAPUAAACJAwAAAAA=&#10;" path="m24,r9,l38,5r5,9l48,24,43,34r-5,4l33,43r-9,5l14,43,4,38,,34,,24,,14,4,5,14,,24,xe" fillcolor="#00a7d1" stroked="f">
                <v:path arrowok="t" o:connecttype="custom" o:connectlocs="24,0;33,0;38,5;43,14;48,24;43,34;38,38;33,43;24,48;14,43;4,38;0,34;0,24;0,14;4,5;14,0;24,0" o:connectangles="0,0,0,0,0,0,0,0,0,0,0,0,0,0,0,0,0"/>
              </v:shape>
              <v:shape id="Freeform 74" o:spid="_x0000_s1102" style="position:absolute;left:347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09asUA&#10;AADbAAAADwAAAGRycy9kb3ducmV2LnhtbESPQWvCQBSE74X+h+UVems2EaIluoZSEYVS0FT0+si+&#10;JqHZtyG7JvHfu4VCj8PMfMOs8sm0YqDeNZYVJFEMgri0uuFKwelr+/IKwnlkja1lUnAjB/n68WGF&#10;mbYjH2kofCUChF2GCmrvu0xKV9Zk0EW2Iw7et+0N+iD7SuoexwA3rZzF8VwabDgs1NjRe03lT3E1&#10;Cj7H/dAezpuFdJdDklYft3S3K5R6fpreliA8Tf4//NfeawWLFH6/h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LT1qxQAAANsAAAAPAAAAAAAAAAAAAAAAAJgCAABkcnMv&#10;ZG93bnJldi54bWxQSwUGAAAAAAQABAD1AAAAig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75" o:spid="_x0000_s1103" style="position:absolute;left:1660;top:14097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3LesQA&#10;AADbAAAADwAAAGRycy9kb3ducmV2LnhtbESPT2vCQBTE7wW/w/KEXopuakUluooUC0JPjX/Oz+wz&#10;CWbfht3VJN++Wyh4HGbmN8xq05laPMj5yrKC93ECgji3uuJCwfHwNVqA8AFZY22ZFPTkYbMevKww&#10;1bblH3pkoRARwj5FBWUITSqlz0sy6Me2IY7e1TqDIUpXSO2wjXBTy0mSzKTBiuNCiQ19lpTfsrtR&#10;kB0/8lN36b/v9bna9e5t307nU6Veh912CSJQF57h//ZeK5jP4O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9y3rEAAAA2wAAAA8AAAAAAAAAAAAAAAAAmAIAAGRycy9k&#10;b3ducmV2LnhtbFBLBQYAAAAABAAEAPUAAACJAwAAAAA=&#10;" path="m,24l,15,5,10,14,5,24,,34,5r4,5l43,15r5,9l43,34r-5,9l34,48,24,53,14,48,5,43,,34,,24xe" fillcolor="#00a7d1" stroked="f">
                <v:path arrowok="t" o:connecttype="custom" o:connectlocs="0,24;0,15;5,10;14,5;24,0;34,5;38,10;43,15;48,24;43,34;38,43;34,48;24,53;14,48;5,43;0,34;0,24" o:connectangles="0,0,0,0,0,0,0,0,0,0,0,0,0,0,0,0,0"/>
              </v:shape>
              <v:shape id="Freeform 76" o:spid="_x0000_s1104" style="position:absolute;left:1660;top:1360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MGhsUA&#10;AADbAAAADwAAAGRycy9kb3ducmV2LnhtbESPQWvCQBSE70L/w/IKvZlNCjYluobSUhSKoKno9ZF9&#10;TUKzb0N2m8R/3xUEj8PMfMOs8sm0YqDeNZYVJFEMgri0uuFKwfH7c/4Kwnlkja1lUnAhB/n6YbbC&#10;TNuRDzQUvhIBwi5DBbX3XSalK2sy6CLbEQfvx/YGfZB9JXWPY4CbVj7H8Ys02HBYqLGj95rK3+LP&#10;KNiN26Hdnz5S6c77ZFF9XRabTaHU0+P0tgThafL38K291QrSFK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swaGxQAAANs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77" o:spid="_x0000_s1105" style="position:absolute;left:1660;top:933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S9MIA&#10;AADbAAAADwAAAGRycy9kb3ducmV2LnhtbERPyWrDMBC9F/IPYgK91XICWXAth9ISYgiBxC3tdbCm&#10;tqk1Mpbq5e+jQ6HHx9vTw2RaMVDvGssKVlEMgri0uuFKwcf78WkPwnlkja1lUjCTg0O2eEgx0Xbk&#10;Gw2Fr0QIYZeggtr7LpHSlTUZdJHtiAP3bXuDPsC+krrHMYSbVq7jeCsNNhwaauzotabyp/g1Ci5j&#10;PrTXz7eddF/X1aY6z5vTqVDqcTm9PIPwNPl/8Z871wp2YWz4En6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JL0wgAAANsAAAAPAAAAAAAAAAAAAAAAAJgCAABkcnMvZG93&#10;bnJldi54bWxQSwUGAAAAAAQABAD1AAAAhw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78" o:spid="_x0000_s1106" style="position:absolute;left:470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3b8UA&#10;AADbAAAADwAAAGRycy9kb3ducmV2LnhtbESPzWrDMBCE74W+g9hCb7WcgvPjRgmlIThQCokTkuti&#10;bW1Ta2Us1XbePioUchxm5htmuR5NI3rqXG1ZwSSKQRAXVtdcKjgdty9zEM4ja2wsk4IrOVivHh+W&#10;mGo78IH63JciQNilqKDyvk2ldEVFBl1kW+LgfdvOoA+yK6XucAhw08jXOJ5KgzWHhQpb+qio+Ml/&#10;jYKvYdc3+/NmJt1lP0nKz2uSZblSz0/j+xsIT6O/h//bO61gtoC/L+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DdvxQAAANsAAAAPAAAAAAAAAAAAAAAAAJgCAABkcnMv&#10;ZG93bnJldi54bWxQSwUGAAAAAAQABAD1AAAAigMAAAAA&#10;" path="m24,r9,l43,5r5,9l48,24r,10l43,38,33,43r-9,5l14,43,4,38,,34,,24,,14,4,5,14,,24,xe" fillcolor="#00a7d1" stroked="f">
                <v:path arrowok="t" o:connecttype="custom" o:connectlocs="24,0;33,0;43,5;48,14;48,24;48,34;43,38;33,43;24,48;14,43;4,38;0,34;0,24;0,14;4,5;14,0;24,0" o:connectangles="0,0,0,0,0,0,0,0,0,0,0,0,0,0,0,0,0"/>
              </v:shape>
              <v:shape id="Freeform 79" o:spid="_x0000_s1107" style="position:absolute;left:357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u1cIA&#10;AADbAAAADwAAAGRycy9kb3ducmV2LnhtbERPy2rCQBTdF/oPwxW6q5MUtBIdRVokQimkqej2krkm&#10;wcydkBnz+HtnUejycN6b3Wga0VPnassK4nkEgriwuuZSwen38LoC4TyyxsYyKZjIwW77/LTBRNuB&#10;f6jPfSlCCLsEFVTet4mUrqjIoJvbljhwV9sZ9AF2pdQdDiHcNPItipbSYM2hocKWPioqbvndKPge&#10;jn2TnT/fpbtk8aL8mhZpmiv1Mhv3axCeRv8v/nMftYJVWB++hB8gt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j+7VwgAAANsAAAAPAAAAAAAAAAAAAAAAAJgCAABkcnMvZG93&#10;bnJldi54bWxQSwUGAAAAAAQABAD1AAAAhwMAAAAA&#10;" path="m24,r9,5l43,10r5,4l48,24r,10l43,43,33,48r-9,l14,48,5,43,,34,,24,,14,5,10,14,5,24,xe" fillcolor="#00a7d1" stroked="f">
                <v:path arrowok="t" o:connecttype="custom" o:connectlocs="24,0;33,5;43,10;48,14;48,24;48,34;43,43;33,48;24,48;14,48;5,43;0,34;0,24;0,14;5,10;14,5;24,0" o:connectangles="0,0,0,0,0,0,0,0,0,0,0,0,0,0,0,0,0"/>
              </v:shape>
              <v:shape id="Freeform 80" o:spid="_x0000_s1108" style="position:absolute;left:1660;top:140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NLTsQA&#10;AADbAAAADwAAAGRycy9kb3ducmV2LnhtbESP3WrCQBSE74W+w3IKvTObCP4QXaVUikIRbCp6e8ie&#10;JqHZsyG7TeLbu4Lg5TAz3zCrzWBq0VHrKssKkigGQZxbXXGh4PTzOV6AcB5ZY22ZFFzJwWb9Mlph&#10;qm3P39RlvhABwi5FBaX3TSqly0sy6CLbEAfv17YGfZBtIXWLfYCbWk7ieCYNVhwWSmzoo6T8L/s3&#10;Cg79vquP5+1cussxmRZf1+lulyn19jq8L0F4Gvwz/GjvtYJFAvcv4Q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DS07EAAAA2wAAAA8AAAAAAAAAAAAAAAAAmAIAAGRycy9k&#10;b3ducmV2LnhtbFBLBQYAAAAABAAEAPUAAACJAwAAAAA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81" o:spid="_x0000_s1109" style="position:absolute;left:1660;top:1350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VOcMA&#10;AADbAAAADwAAAGRycy9kb3ducmV2LnhtbESPQYvCMBSE7wv+h/AEb2uq4K5Uo4iyKIigVfT6aJ5t&#10;sXkpTbat/34jLHgcZuYbZr7sTCkaql1hWcFoGIEgTq0uOFNwOf98TkE4j6yxtEwKnuRgueh9zDHW&#10;tuUTNYnPRICwi1FB7n0VS+nSnAy6oa2Ig3e3tUEfZJ1JXWMb4KaU4yj6kgYLDgs5VrTOKX0kv0bB&#10;od015fG6+ZbudhxNsv1zst0mSg363WoGwlPn3+H/9k4rmI7h9S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HVOcMAAADbAAAADwAAAAAAAAAAAAAAAACYAgAAZHJzL2Rv&#10;d25yZXYueG1sUEsFBgAAAAAEAAQA9QAAAIgDAAAAAA==&#10;" path="m,24l,15,5,10,14,,24,,34,r4,10l43,15r5,9l43,34r-5,9l34,48r-10,l14,48,5,43,,34,,24xe" fillcolor="#00a7d1" stroked="f">
                <v:path arrowok="t" o:connecttype="custom" o:connectlocs="0,24;0,15;5,10;14,0;24,0;34,0;38,10;43,15;48,24;43,34;38,43;34,48;24,48;14,48;5,43;0,34;0,24" o:connectangles="0,0,0,0,0,0,0,0,0,0,0,0,0,0,0,0,0"/>
              </v:shape>
              <v:shape id="Freeform 82" o:spid="_x0000_s1110" style="position:absolute;left:1660;top:924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wosQA&#10;AADbAAAADwAAAGRycy9kb3ducmV2LnhtbESPQWvCQBSE7wX/w/IEb3WjYpXoKqKIQinYKHp9ZJ9J&#10;MPs2ZNck/vtuodDjMDPfMMt1Z0rRUO0KywpGwwgEcWp1wZmCy3n/PgfhPLLG0jIpeJGD9ar3tsRY&#10;25a/qUl8JgKEXYwKcu+rWEqX5mTQDW1FHLy7rQ36IOtM6hrbADelHEfRhzRYcFjIsaJtTukjeRoF&#10;X+2xKU/X3Uy622k0zT5f08MhUWrQ7zYLEJ46/x/+ax+1gvkEfr+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dcKLEAAAA2wAAAA8AAAAAAAAAAAAAAAAAmAIAAGRycy9k&#10;b3ducmV2LnhtbFBLBQYAAAAABAAEAPUAAACJAwAAAAA=&#10;" path="m,24l,15,5,10,14,,24,,34,r4,10l43,15r5,9l43,34r-5,9l34,48r-10,l14,48,5,43,,34,,24xe" fillcolor="#00a7d1" stroked="f">
                <v:path arrowok="t" o:connecttype="custom" o:connectlocs="0,24;0,15;5,10;14,0;24,0;34,0;38,10;43,15;48,24;43,34;38,43;34,48;24,48;14,48;5,43;0,34;0,24" o:connectangles="0,0,0,0,0,0,0,0,0,0,0,0,0,0,0,0,0"/>
              </v:shape>
              <v:shape id="Freeform 83" o:spid="_x0000_s1111" style="position:absolute;left:4796;top:172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BBqsYA&#10;AADbAAAADwAAAGRycy9kb3ducmV2LnhtbESPzWsCMRTE74L/Q3gFL6LZfiC6GqVILR568QPE23Pz&#10;3GzdvCybrK7+9U2h0OMwM79hZovWluJKtS8cK3geJiCIM6cLzhXsd6vBGIQPyBpLx6TgTh4W825n&#10;hql2N97QdRtyESHsU1RgQqhSKX1myKIfuoo4emdXWwxR1rnUNd4i3JbyJUlG0mLBccFgRUtD2WXb&#10;WAXfj+Oh6R9Py0Bfk9Hn3XDzYV+V6j2171MQgdrwH/5rr7WC8Rv8fok/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BBqsYAAADbAAAADwAAAAAAAAAAAAAAAACYAgAAZHJz&#10;L2Rvd25yZXYueG1sUEsFBgAAAAAEAAQA9QAAAIsDAAAAAA==&#10;" path="m23,l33,,43,5r4,9l47,24r,10l43,38,33,43,23,48,14,43,9,38,4,34,,24,4,14,9,5,14,r9,xe" fillcolor="#00a7d1" stroked="f">
                <v:path arrowok="t" o:connecttype="custom" o:connectlocs="23,0;33,0;43,5;47,14;47,24;47,34;43,38;33,43;23,48;14,43;9,38;4,34;0,24;4,14;9,5;14,0;23,0" o:connectangles="0,0,0,0,0,0,0,0,0,0,0,0,0,0,0,0,0"/>
              </v:shape>
              <v:shape id="Freeform 84" o:spid="_x0000_s1112" style="position:absolute;left:366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NTcUA&#10;AADbAAAADwAAAGRycy9kb3ducmV2LnhtbESPQWvCQBSE7wX/w/IK3ppNhLSSuoaiiIIUNJb2+si+&#10;JqHZtyG7JvHfdwsFj8PMfMOs8sm0YqDeNZYVJFEMgri0uuFKwcdl97QE4TyyxtYyKbiRg3w9e1hh&#10;pu3IZxoKX4kAYZehgtr7LpPSlTUZdJHtiIP3bXuDPsi+krrHMcBNKxdx/CwNNhwWauxoU1P5U1yN&#10;gvfxMLSnz+2LdF+nJK2Ot3S/L5SaP05vryA8Tf4e/m8ftIJlCn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+E1NxQAAANsAAAAPAAAAAAAAAAAAAAAAAJgCAABkcnMv&#10;ZG93bnJldi54bWxQSwUGAAAAAAQABAD1AAAAig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85" o:spid="_x0000_s1113" style="position:absolute;left:1660;top:1341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rTOsUA&#10;AADbAAAADwAAAGRycy9kb3ducmV2LnhtbESPQWvCQBSE7wX/w/KE3uomBa2kbkJRSgQp2Ch6fWRf&#10;k9Ds25DdJvHfu4VCj8PMfMNsssm0YqDeNZYVxIsIBHFpdcOVgvPp/WkNwnlkja1lUnAjB1k6e9hg&#10;ou3InzQUvhIBwi5BBbX3XSKlK2sy6Ba2Iw7el+0N+iD7SuoexwA3rXyOopU02HBYqLGjbU3ld/Fj&#10;FHyM+6E9XnYv0l2P8bI63JZ5Xij1OJ/eXkF4mvx/+K+91wrWK/j9En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tM6xQAAANsAAAAPAAAAAAAAAAAAAAAAAJgCAABkcnMv&#10;ZG93bnJldi54bWxQSwUGAAAAAAQABAD1AAAAigMAAAAA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86" o:spid="_x0000_s1114" style="position:absolute;left:1660;top:914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Z2ocUA&#10;AADbAAAADwAAAGRycy9kb3ducmV2LnhtbESPzWrDMBCE74W8g9hAb43sQn5wI5uSUBwIhdQJyXWx&#10;traptTKWajtvXxUKPQ4z8w2zzSbTioF611hWEC8iEMSl1Q1XCi7nt6cNCOeRNbaWScGdHGTp7GGL&#10;ibYjf9BQ+EoECLsEFdTed4mUrqzJoFvYjjh4n7Y36IPsK6l7HAPctPI5ilbSYMNhocaOdjWVX8W3&#10;UfA+Hob2dN2vpbud4mV1vC/zvFDqcT69voDwNPn/8F/7oBVs1v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nahxQAAANsAAAAPAAAAAAAAAAAAAAAAAJgCAABkcnMv&#10;ZG93bnJldi54bWxQSwUGAAAAAAQABAD1AAAAigMAAAAA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87" o:spid="_x0000_s1115" style="position:absolute;left:489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ni08IA&#10;AADbAAAADwAAAGRycy9kb3ducmV2LnhtbERPy2rCQBTdF/oPwxW6q5MUtBIdRVokQimkqej2krkm&#10;wcydkBnz+HtnUejycN6b3Wga0VPnassK4nkEgriwuuZSwen38LoC4TyyxsYyKZjIwW77/LTBRNuB&#10;f6jPfSlCCLsEFVTet4mUrqjIoJvbljhwV9sZ9AF2pdQdDiHcNPItipbSYM2hocKWPioqbvndKPge&#10;jn2TnT/fpbtk8aL8mhZpmiv1Mhv3axCeRv8v/nMftYJVGBu+hB8gt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+eLTwgAAANsAAAAPAAAAAAAAAAAAAAAAAJgCAABkcnMvZG93&#10;bnJldi54bWxQSwUGAAAAAAQABAD1AAAAhwMAAAAA&#10;" path="m24,l34,,44,5r4,9l48,24r,10l44,38,34,43,24,48,15,43,10,38,5,34,,24,5,14,10,5,15,r9,xe" fillcolor="#00a7d1" stroked="f">
                <v:path arrowok="t" o:connecttype="custom" o:connectlocs="24,0;34,0;44,5;48,14;48,24;48,34;44,38;34,43;24,48;15,43;10,38;5,34;0,24;5,14;10,5;15,0;24,0" o:connectangles="0,0,0,0,0,0,0,0,0,0,0,0,0,0,0,0,0"/>
              </v:shape>
              <v:shape id="Freeform 88" o:spid="_x0000_s1116" style="position:absolute;left:3762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X/5sIA&#10;AADbAAAADwAAAGRycy9kb3ducmV2LnhtbESPQYvCMBSE7wv+h/AEb2vqHlytxiLCgngQ1vXg8dk8&#10;22LzUpK0Vn+9EYQ9DjPzDbPMelOLjpyvLCuYjBMQxLnVFRcKjn8/nzMQPiBrrC2Tgjt5yFaDjyWm&#10;2t74l7pDKESEsE9RQRlCk0rp85IM+rFtiKN3sc5giNIVUju8Rbip5VeSTKXBiuNCiQ1tSsqvh9Yo&#10;2J/1t2tP04c9Fyd2/Ai7ludKjYb9egEiUB/+w+/2ViuYzeH1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f/mwgAAANsAAAAPAAAAAAAAAAAAAAAAAJgCAABkcnMvZG93&#10;bnJldi54bWxQSwUGAAAAAAQABAD1AAAAhwMAAAAA&#10;" path="m24,r9,5l43,10r5,4l53,24,48,34r-5,9l33,48r-9,l14,48,9,43,5,34,,24,5,14,9,10,14,5,24,xe" fillcolor="#00a7d1" stroked="f">
                <v:path arrowok="t" o:connecttype="custom" o:connectlocs="24,0;33,5;43,10;48,14;53,24;48,34;43,43;33,48;24,48;14,48;9,43;5,34;0,24;5,14;9,10;14,5;24,0" o:connectangles="0,0,0,0,0,0,0,0,0,0,0,0,0,0,0,0,0"/>
              </v:shape>
              <v:shape id="Freeform 89" o:spid="_x0000_s1117" style="position:absolute;left:1660;top:1331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Z4CMIA&#10;AADbAAAADwAAAGRycy9kb3ducmV2LnhtbERPy2rCQBTdF/yH4Ra6qxMFa42OIpaSQBHSVHR7yVyT&#10;0MydkJnm8fedRaHLw3nvDqNpRE+dqy0rWMwjEMSF1TWXCi5f78+vIJxH1thYJgUTOTjsZw87jLUd&#10;+JP63JcihLCLUUHlfRtL6YqKDLq5bYkDd7edQR9gV0rd4RDCTSOXUfQiDdYcGips6VRR8Z3/GAXn&#10;Ie2b7Pq2lu6WLVblx7RKklypp8fxuAXhafT/4j93qhVswvrwJfw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VngIwgAAANsAAAAPAAAAAAAAAAAAAAAAAJgCAABkcnMvZG93&#10;bnJldi54bWxQSwUGAAAAAAQABAD1AAAAhw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90" o:spid="_x0000_s1118" style="position:absolute;left:1660;top:905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dk8UA&#10;AADbAAAADwAAAGRycy9kb3ducmV2LnhtbESPQWvCQBSE7wX/w/KE3uomBdsa3YTSUhSKYKPo9ZF9&#10;JsHs25DdJvHfd4WCx2FmvmFW2Wga0VPnassK4lkEgriwuuZSwWH/9fQGwnlkjY1lUnAlB1k6eVhh&#10;ou3AP9TnvhQBwi5BBZX3bSKlKyoy6Ga2JQ7e2XYGfZBdKXWHQ4CbRj5H0Ys0WHNYqLClj4qKS/5r&#10;FGyHTd/sjp+v0p128bz8vs7X61ypx+n4vgThafT38H97oxUsYrh9CT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t2TxQAAANs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91" o:spid="_x0000_s1119" style="position:absolute;left:499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hD5MQA&#10;AADbAAAADwAAAGRycy9kb3ducmV2LnhtbESPQWvCQBSE74L/YXlCb7pR0LbRVaSlKIigadHrI/tM&#10;gtm3Ibsm8d+7QsHjMDPfMItVZ0rRUO0KywrGowgEcWp1wZmCv9+f4QcI55E1lpZJwZ0crJb93gJj&#10;bVs+UpP4TAQIuxgV5N5XsZQuzcmgG9mKOHgXWxv0QdaZ1DW2AW5KOYmimTRYcFjIsaKvnNJrcjMK&#10;9u22KQ+n73fpzofxNNvdp5tNotTboFvPQXjq/Cv8395qBZ8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IQ+TEAAAA2wAAAA8AAAAAAAAAAAAAAAAAmAIAAGRycy9k&#10;b3ducmV2LnhtbFBLBQYAAAAABAAEAPUAAACJAwAAAAA=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92" o:spid="_x0000_s1120" style="position:absolute;left:3863;top:1548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PA8YA&#10;AADbAAAADwAAAGRycy9kb3ducmV2LnhtbESPQWvCQBSE74X+h+UVvBSzUUE0ZhWRtvTgpVoo3p7Z&#10;ZzZt9m3IbjT667sFocdhZr5h8lVva3Gm1leOFYySFARx4XTFpYLP/etwBsIHZI21Y1JwJQ+r5eND&#10;jpl2F/6g8y6UIkLYZ6jAhNBkUvrCkEWfuIY4eifXWgxRtqXULV4i3NZynKZTabHiuGCwoY2h4mfX&#10;WQXft8NX93w4bgJt59O3q+HuxU6UGjz16wWIQH34D9/b71rBfAJ/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BPA8YAAADbAAAADwAAAAAAAAAAAAAAAACYAgAAZHJz&#10;L2Rvd25yZXYueG1sUEsFBgAAAAAEAAQA9QAAAIsDAAAAAA==&#10;" path="m23,l33,5r5,5l43,14r4,10l43,34r-5,9l33,48r-10,l14,48,4,43,,34,,24,,14,4,10,14,5,23,xe" fillcolor="#00a7d1" stroked="f">
                <v:path arrowok="t" o:connecttype="custom" o:connectlocs="23,0;33,5;38,10;43,14;47,24;43,34;38,43;33,48;23,48;14,48;4,43;0,34;0,24;0,14;4,10;14,5;23,0" o:connectangles="0,0,0,0,0,0,0,0,0,0,0,0,0,0,0,0,0"/>
              </v:shape>
              <v:shape id="Freeform 93" o:spid="_x0000_s1121" style="position:absolute;left:1660;top:13215;width:48;height:52;visibility:visible;mso-wrap-style:square;v-text-anchor:top" coordsize="4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T4sQA&#10;AADbAAAADwAAAGRycy9kb3ducmV2LnhtbESPT4vCMBTE7wt+h/CEva2pspS1GkVl/+hhD6vi+dk8&#10;22LzUppY47c3woLHYWZ+w0znwdSio9ZVlhUMBwkI4tzqigsF+93X2wcI55E11pZJwY0czGe9lylm&#10;2l75j7qtL0SEsMtQQel9k0np8pIMuoFtiKN3sq1BH2VbSN3iNcJNLUdJkkqDFceFEhtalZSftxej&#10;IF1/jt3y5/jd2XRzOZx3vz4ErdRrPywmIDwF/wz/t9dawfgdHl/i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oU+LEAAAA2wAAAA8AAAAAAAAAAAAAAAAAmAIAAGRycy9k&#10;b3ducmV2LnhtbFBLBQYAAAAABAAEAPUAAACJAwAAAAA=&#10;" path="m,24l,19,5,9,14,4,24,,34,4r4,5l43,19r5,5l43,33,38,43r-4,5l24,52,14,48,5,43,,33,,24xe" fillcolor="#00a7d1" stroked="f">
                <v:path arrowok="t" o:connecttype="custom" o:connectlocs="0,24;0,19;5,9;14,4;24,0;34,4;38,9;43,19;48,24;43,33;38,43;34,48;24,52;14,48;5,43;0,33;0,24" o:connectangles="0,0,0,0,0,0,0,0,0,0,0,0,0,0,0,0,0"/>
              </v:shape>
              <v:shape id="Freeform 94" o:spid="_x0000_s1122" style="position:absolute;left:1660;top:8951;width:48;height:52;visibility:visible;mso-wrap-style:square;v-text-anchor:top" coordsize="4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2ecQA&#10;AADbAAAADwAAAGRycy9kb3ducmV2LnhtbESPT4vCMBTE7wt+h/CEva2pwpa1GkVl/+hhD6vi+dk8&#10;22LzUppY47c3woLHYWZ+w0znwdSio9ZVlhUMBwkI4tzqigsF+93X2wcI55E11pZJwY0czGe9lylm&#10;2l75j7qtL0SEsMtQQel9k0np8pIMuoFtiKN3sq1BH2VbSN3iNcJNLUdJkkqDFceFEhtalZSftxej&#10;IF1/jt3y5/jd2XRzOZx3vz4ErdRrPywmIDwF/wz/t9dawfgdHl/i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k9nnEAAAA2wAAAA8AAAAAAAAAAAAAAAAAmAIAAGRycy9k&#10;b3ducmV2LnhtbFBLBQYAAAAABAAEAPUAAACJAwAAAAA=&#10;" path="m,24l,14,5,9,14,4,24,,34,4r4,5l43,14r5,10l43,33,38,43r-4,5l24,52,14,48,5,43,,33,,24xe" fillcolor="#00a7d1" stroked="f">
                <v:path arrowok="t" o:connecttype="custom" o:connectlocs="0,24;0,14;5,9;14,4;24,0;34,4;38,9;43,14;48,24;43,33;38,43;34,48;24,52;14,48;5,43;0,33;0,24" o:connectangles="0,0,0,0,0,0,0,0,0,0,0,0,0,0,0,0,0"/>
              </v:shape>
              <v:shape id="Freeform 95" o:spid="_x0000_s1123" style="position:absolute;left:508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NF58UA&#10;AADbAAAADwAAAGRycy9kb3ducmV2LnhtbESPQWvCQBSE70L/w/IK3sxGQdumbkJRRKEINi16fWRf&#10;k9Ds25Bdk/jvu0Khx2FmvmHW2Wga0VPnassK5lEMgriwuuZSwdfnbvYMwnlkjY1lUnAjB1n6MFlj&#10;ou3AH9TnvhQBwi5BBZX3bSKlKyoy6CLbEgfv23YGfZBdKXWHQ4CbRi7ieCUN1hwWKmxpU1Hxk1+N&#10;guNw6JvTefsk3eU0X5bvt+V+nys1fRzfXkF4Gv1/+K990ApeVnD/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80XnxQAAANsAAAAPAAAAAAAAAAAAAAAAAJgCAABkcnMv&#10;ZG93bnJldi54bWxQSwUGAAAAAAQABAD1AAAAigMAAAAA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96" o:spid="_x0000_s1124" style="position:absolute;left:395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/gfMUA&#10;AADbAAAADwAAAGRycy9kb3ducmV2LnhtbESPzWrDMBCE74W+g9hCb7WcgvPjRgmlIThQCokTkuti&#10;bW1Ta2Us1XbePioUchxm5htmuR5NI3rqXG1ZwSSKQRAXVtdcKjgdty9zEM4ja2wsk4IrOVivHh+W&#10;mGo78IH63JciQNilqKDyvk2ldEVFBl1kW+LgfdvOoA+yK6XucAhw08jXOJ5KgzWHhQpb+qio+Ml/&#10;jYKvYdc3+/NmJt1lP0nKz2uSZblSz0/j+xsIT6O/h//bO61gMYO/L+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+B8xQAAANsAAAAPAAAAAAAAAAAAAAAAAJgCAABkcnMv&#10;ZG93bnJldi54bWxQSwUGAAAAAAQABAD1AAAAigMAAAAA&#10;" path="m24,l34,5r5,5l48,14r,10l48,34r-9,9l34,48r-10,l15,48,5,43,,34,,24,,14,5,10,15,5,24,xe" fillcolor="#00a7d1" stroked="f">
                <v:path arrowok="t" o:connecttype="custom" o:connectlocs="24,0;34,5;39,10;48,14;48,24;48,34;39,43;34,48;24,48;15,48;5,43;0,34;0,24;0,14;5,10;15,5;24,0" o:connectangles="0,0,0,0,0,0,0,0,0,0,0,0,0,0,0,0,0"/>
              </v:shape>
              <v:shape id="Freeform 97" o:spid="_x0000_s1125" style="position:absolute;left:1660;top:1311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B0DsIA&#10;AADbAAAADwAAAGRycy9kb3ducmV2LnhtbERPy2rCQBTdF/yH4Ra6qxMFa42OIpaSQBHSVHR7yVyT&#10;0MydkJnm8fedRaHLw3nvDqNpRE+dqy0rWMwjEMSF1TWXCi5f78+vIJxH1thYJgUTOTjsZw87jLUd&#10;+JP63JcihLCLUUHlfRtL6YqKDLq5bYkDd7edQR9gV0rd4RDCTSOXUfQiDdYcGips6VRR8Z3/GAXn&#10;Ie2b7Pq2lu6WLVblx7RKklypp8fxuAXhafT/4j93qhVswtjwJfw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IHQOwgAAANsAAAAPAAAAAAAAAAAAAAAAAJgCAABkcnMvZG93&#10;bnJldi54bWxQSwUGAAAAAAQABAD1AAAAhw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98" o:spid="_x0000_s1126" style="position:absolute;left:1660;top:885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zRlcQA&#10;AADbAAAADwAAAGRycy9kb3ducmV2LnhtbESPQWvCQBSE74X+h+UVvNWNgtVEVykVUZCCRtHrI/ua&#10;hGbfhuw2if/eLQgeh5n5hlmselOJlhpXWlYwGkYgiDOrS84VnE+b9xkI55E1VpZJwY0crJavLwtM&#10;tO34SG3qcxEg7BJUUHhfJ1K6rCCDbmhr4uD92MagD7LJpW6wC3BTyXEUfUiDJYeFAmv6Kij7Tf+M&#10;gu9u11aHy3oq3fUwmuT722S7TZUavPWfcxCeev8MP9o7rSCO4f9L+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s0ZXEAAAA2wAAAA8AAAAAAAAAAAAAAAAAmAIAAGRycy9k&#10;b3ducmV2LnhtbFBLBQYAAAAABAAEAPUAAACJAwAAAAA=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99" o:spid="_x0000_s1127" style="position:absolute;left:518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oHtsUA&#10;AADc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E8GX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ge2xQAAANwAAAAPAAAAAAAAAAAAAAAAAJgCAABkcnMv&#10;ZG93bnJldi54bWxQSwUGAAAAAAQABAD1AAAAigMAAAAA&#10;" path="m24,l34,r9,5l48,14r,10l48,34r-5,4l34,43,24,48,14,43,5,38,,34,,24,,14,5,5,14,,24,xe" fillcolor="#00a7d1" stroked="f">
                <v:path arrowok="t" o:connecttype="custom" o:connectlocs="24,0;34,0;43,5;48,14;48,24;48,34;43,38;34,43;24,48;14,43;5,38;0,34;0,24;0,14;5,5;14,0;24,0" o:connectangles="0,0,0,0,0,0,0,0,0,0,0,0,0,0,0,0,0"/>
              </v:shape>
              <v:shape id="Freeform 100" o:spid="_x0000_s1128" style="position:absolute;left:405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aiLcMA&#10;AADcAAAADwAAAGRycy9kb3ducmV2LnhtbERPTWvCQBC9C/0PyxS8NZsUtCV1DUUpEUSwadHrkJ0m&#10;odnZkF2T+O/dQsHbPN7nrLLJtGKg3jWWFSRRDIK4tLrhSsH318fTKwjnkTW2lknBlRxk64fZClNt&#10;R/6kofCVCCHsUlRQe9+lUrqyJoMush1x4H5sb9AH2FdS9ziGcNPK5zheSoMNh4YaO9rUVP4WF6Pg&#10;MO6G9njavkh3PiaLan9d5Hmh1Pxxen8D4Wnyd/G/e6fD/DiBv2fCB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aiLcMAAADcAAAADwAAAAAAAAAAAAAAAACYAgAAZHJzL2Rv&#10;d25yZXYueG1sUEsFBgAAAAAEAAQA9QAAAIgDAAAAAA==&#10;" path="m24,l34,5r10,5l48,14r,10l48,34r-4,9l34,48r-10,l15,48,10,43,,34,,24,,14,10,10,15,5,24,xe" fillcolor="#00a7d1" stroked="f">
                <v:path arrowok="t" o:connecttype="custom" o:connectlocs="24,0;34,5;44,10;48,14;48,24;48,34;44,43;34,48;24,48;15,48;10,43;0,34;0,24;0,14;10,10;15,5;24,0" o:connectangles="0,0,0,0,0,0,0,0,0,0,0,0,0,0,0,0,0"/>
              </v:shape>
              <v:shape id="Freeform 101" o:spid="_x0000_s1129" style="position:absolute;left:1660;top:130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Q8WsIA&#10;AADcAAAADwAAAGRycy9kb3ducmV2LnhtbERPTYvCMBC9C/sfwizsTVMFdalGWVZEQQTtil6HZmyL&#10;zaQ02bb+eyMI3ubxPme+7EwpGqpdYVnBcBCBIE6tLjhTcPpb979BOI+ssbRMCu7kYLn46M0x1rbl&#10;IzWJz0QIYRejgtz7KpbSpTkZdANbEQfuamuDPsA6k7rGNoSbUo6iaCINFhwacqzoN6f0lvwbBft2&#10;25SH82oq3eUwHGe7+3izSZT6+ux+ZiA8df4tfrm3OsyPRvB8Jl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DxawgAAANwAAAAPAAAAAAAAAAAAAAAAAJgCAABkcnMvZG93&#10;bnJldi54bWxQSwUGAAAAAAQABAD1AAAAhwMAAAAA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102" o:spid="_x0000_s1130" style="position:absolute;left:1660;top:875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ZwcMA&#10;AADcAAAADwAAAGRycy9kb3ducmV2LnhtbERPTWvCQBC9F/wPywi91Y0tVolugliKQiloFL0O2TEJ&#10;ZmdDdpvEf98tFLzN433OKh1MLTpqXWVZwXQSgSDOra64UHA6fr4sQDiPrLG2TAru5CBNRk8rjLXt&#10;+UBd5gsRQtjFqKD0vomldHlJBt3ENsSBu9rWoA+wLaRusQ/hppavUfQuDVYcGkpsaFNSfst+jILv&#10;ftfV+/PHXLrLfjorvu6z7TZT6nk8rJcgPA3+If5373SYH73B3zPhAp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iZwcMAAADcAAAADwAAAAAAAAAAAAAAAACYAgAAZHJzL2Rv&#10;d25yZXYueG1sUEsFBgAAAAAEAAQA9QAAAIgDAAAAAA==&#10;" path="m,24l,14,5,5,14,,24,,34,r4,5l43,14r5,10l43,33,38,43r-4,5l24,48r-10,l5,43,,33,,24xe" fillcolor="#00a7d1" stroked="f">
                <v:path arrowok="t" o:connecttype="custom" o:connectlocs="0,24;0,14;5,5;14,0;24,0;34,0;38,5;43,14;48,24;43,33;38,43;34,48;24,48;14,48;5,43;0,33;0,24" o:connectangles="0,0,0,0,0,0,0,0,0,0,0,0,0,0,0,0,0"/>
              </v:shape>
              <v:shape id="Freeform 103" o:spid="_x0000_s1131" style="position:absolute;left:528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BtcMA&#10;AADcAAAADwAAAGRycy9kb3ducmV2LnhtbERPTWvCQBC9F/wPywi91Y2lVolugliKQiloFL0O2TEJ&#10;ZmdDdpvEf98tFLzN433OKh1MLTpqXWVZwXQSgSDOra64UHA6fr4sQDiPrLG2TAru5CBNRk8rjLXt&#10;+UBd5gsRQtjFqKD0vomldHlJBt3ENsSBu9rWoA+wLaRusQ/hppavUfQuDVYcGkpsaFNSfst+jILv&#10;ftfV+/PHXLrLfjorvu6z7TZT6nk8rJcgPA3+If5373SYH73B3zPhAp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EBtcMAAADcAAAADwAAAAAAAAAAAAAAAACYAgAAZHJzL2Rv&#10;d25yZXYueG1sUEsFBgAAAAAEAAQA9QAAAIgDAAAAAA==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104" o:spid="_x0000_s1132" style="position:absolute;left:415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2kLsIA&#10;AADcAAAADwAAAGRycy9kb3ducmV2LnhtbERPTWvCQBC9F/wPywje6kYhbYmuIooolIKNotchOybB&#10;7GzIrkn8911B6G0e73Pmy95UoqXGlZYVTMYRCOLM6pJzBafj9v0LhPPIGivLpOBBDpaLwdscE207&#10;/qU29bkIIewSVFB4XydSuqwgg25sa+LAXW1j0AfY5FI32IVwU8lpFH1IgyWHhgJrWheU3dK7UfDT&#10;7dvqcN58Snc5TOL8+xHvdqlSo2G/moHw1Pt/8cu912F+FMPzmXCB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TaQuwgAAANwAAAAPAAAAAAAAAAAAAAAAAJgCAABkcnMvZG93&#10;bnJldi54bWxQSwUGAAAAAAQABAD1AAAAhw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05" o:spid="_x0000_s1133" style="position:absolute;left:1660;top:1292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86WcIA&#10;AADcAAAADwAAAGRycy9kb3ducmV2LnhtbERPTYvCMBC9L/gfwgh7W1MFXalGEWVRWAStotehGdti&#10;MylNtq3/3gjC3ubxPme+7EwpGqpdYVnBcBCBIE6tLjhTcD79fE1BOI+ssbRMCh7kYLnofcwx1rbl&#10;IzWJz0QIYRejgtz7KpbSpTkZdANbEQfuZmuDPsA6k7rGNoSbUo6iaCINFhwacqxonVN6T/6Mgn27&#10;a8rDZfMt3fUwHGe/j/F2myj12e9WMxCeOv8vfrt3OsyPJvB6Jl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nzpZwgAAANwAAAAPAAAAAAAAAAAAAAAAAJgCAABkcnMvZG93&#10;bnJldi54bWxQSwUGAAAAAAQABAD1AAAAhwMAAAAA&#10;" path="m,24l,14,5,5,14,,24,,34,r4,5l43,14r5,10l43,33r-5,5l34,48r-10,l14,48,5,38,,33,,24xe" fillcolor="#00a7d1" stroked="f">
                <v:path arrowok="t" o:connecttype="custom" o:connectlocs="0,24;0,14;5,5;14,0;24,0;34,0;38,5;43,14;48,24;43,33;38,38;34,48;24,48;14,48;5,38;0,33;0,24" o:connectangles="0,0,0,0,0,0,0,0,0,0,0,0,0,0,0,0,0"/>
              </v:shape>
              <v:shape id="Freeform 106" o:spid="_x0000_s1134" style="position:absolute;left:1660;top:866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OfwsIA&#10;AADcAAAADwAAAGRycy9kb3ducmV2LnhtbERP24rCMBB9X/Afwgj7pqkLXqhGEZdFYRG0ir4OzdgW&#10;m0lpsm39eyMI+zaHc53FqjOlaKh2hWUFo2EEgji1uuBMwfn0M5iBcB5ZY2mZFDzIwWrZ+1hgrG3L&#10;R2oSn4kQwi5GBbn3VSylS3My6Ia2Ig7czdYGfYB1JnWNbQg3pfyKook0WHBoyLGiTU7pPfkzCvbt&#10;rikPl++pdNfDaJz9PsbbbaLUZ79bz0F46vy/+O3e6TA/msLrmXCB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05/CwgAAANwAAAAPAAAAAAAAAAAAAAAAAJgCAABkcnMvZG93&#10;bnJldi54bWxQSwUGAAAAAAQABAD1AAAAhw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107" o:spid="_x0000_s1135" style="position:absolute;left:537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wLsMUA&#10;AADcAAAADwAAAGRycy9kb3ducmV2LnhtbESPQWvCQBCF7wX/wzKCt7qxYCupq4hFFKSgsbTXITsm&#10;wexsyK5J/PedQ6G3Gd6b975ZrgdXq47aUHk2MJsmoIhzbysuDHxdds8LUCEiW6w9k4EHBVivRk9L&#10;TK3v+UxdFgslIRxSNFDG2KRah7wkh2HqG2LRrr51GGVtC21b7CXc1folSV61w4qlocSGtiXlt+zu&#10;DHz2h64+fX+86fBzms2L42O+32fGTMbD5h1UpCH+m/+uD1bwE6GV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TAuwxQAAANwAAAAPAAAAAAAAAAAAAAAAAJgCAABkcnMv&#10;ZG93bnJldi54bWxQSwUGAAAAAAQABAD1AAAAig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108" o:spid="_x0000_s1136" style="position:absolute;left:4246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LdTMIA&#10;AADcAAAADwAAAGRycy9kb3ducmV2LnhtbERPTWvCQBC9C/0PyxR60409xBpdRQSh9FAw9eBxzE6T&#10;0Oxs2N2YNL/eFQRv83ifs94OphFXcr62rGA+S0AQF1bXXCo4/RymHyB8QNbYWCYF/+Rhu3mZrDHT&#10;tucjXfNQihjCPkMFVQhtJqUvKjLoZ7YljtyvdQZDhK6U2mEfw00j35MklQZrjg0VtrSvqPjLO6Pg&#10;+6IXrjuno72UZ3Y8hq+Ol0q9vQ67FYhAQ3iKH+5PHecnS7g/Ey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8t1MwgAAANwAAAAPAAAAAAAAAAAAAAAAAJgCAABkcnMvZG93&#10;bnJldi54bWxQSwUGAAAAAAQABAD1AAAAhwMAAAAA&#10;" path="m24,l34,5r9,5l48,14r5,10l48,34r-5,9l34,48r-10,l19,48,10,43,5,34,,24,5,14r5,-4l19,5,24,xe" fillcolor="#00a7d1" stroked="f">
                <v:path arrowok="t" o:connecttype="custom" o:connectlocs="24,0;34,5;43,10;48,14;53,24;48,34;43,43;34,48;24,48;19,48;10,43;5,34;0,24;5,14;10,10;19,5;24,0" o:connectangles="0,0,0,0,0,0,0,0,0,0,0,0,0,0,0,0,0"/>
              </v:shape>
              <v:shape id="Freeform 109" o:spid="_x0000_s1137" style="position:absolute;left:1660;top:1283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ORa8YA&#10;AADcAAAADwAAAGRycy9kb3ducmV2LnhtbESPQWvCQBCF74X+h2UEb3UTwbZEV5FKURBB01KvQ3aa&#10;hGZnQ3abxH/fOQi9zfDevPfNajO6RvXUhdqzgXSWgCIuvK25NPD58f70CipEZIuNZzJwowCb9ePD&#10;CjPrB75Qn8dSSQiHDA1UMbaZ1qGoyGGY+ZZYtG/fOYyydqW2HQ4S7ho9T5Jn7bBmaaiwpbeKip/8&#10;1xk4DYe+OX/tXnS4ntNFebwt9vvcmOlk3C5BRRrjv/l+fbCCnwq+PCMT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ORa8YAAADcAAAADwAAAAAAAAAAAAAAAACYAgAAZHJz&#10;L2Rvd25yZXYueG1sUEsFBgAAAAAEAAQA9QAAAIs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110" o:spid="_x0000_s1138" style="position:absolute;left:1660;top:856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808MMA&#10;AADcAAAADwAAAGRycy9kb3ducmV2LnhtbERPTWvCQBC9F/wPywi9NZsUtCV1DUUpEUSwUfQ6ZKdJ&#10;aHY2ZLdJ/PduodDbPN7nrLLJtGKg3jWWFSRRDIK4tLrhSsH59PH0CsJ5ZI2tZVJwIwfZevawwlTb&#10;kT9pKHwlQgi7FBXU3neplK6syaCLbEccuC/bG/QB9pXUPY4h3LTyOY6X0mDDoaHGjjY1ld/Fj1Fw&#10;GHdDe7xsX6S7HpNFtb8t8rxQ6nE+vb+B8DT5f/Gfe6fD/CSB32fCB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808MMAAADcAAAADwAAAAAAAAAAAAAAAACYAgAAZHJzL2Rv&#10;d25yZXYueG1sUEsFBgAAAAAEAAQA9QAAAIg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111" o:spid="_x0000_s1139" style="position:absolute;left:547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2qh8MA&#10;AADcAAAADwAAAGRycy9kb3ducmV2LnhtbERPTWvCQBC9C/0PyxS81U0C2hJdQ6mIghQ0Fb0O2WkS&#10;mp0N2TWJ/75bKHibx/ucVTaaRvTUudqygngWgSAurK65VHD+2r68gXAeWWNjmRTcyUG2fpqsMNV2&#10;4BP1uS9FCGGXooLK+zaV0hUVGXQz2xIH7tt2Bn2AXSl1h0MIN41MomghDdYcGips6aOi4ie/GQWf&#10;w75vjpfNq3TXYzwvD/f5bpcrNX0e35cgPI3+If5373WYHyf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2qh8MAAADcAAAADwAAAAAAAAAAAAAAAACYAgAAZHJzL2Rv&#10;d25yZXYueG1sUEsFBgAAAAAEAAQA9QAAAIgDAAAAAA==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12" o:spid="_x0000_s1140" style="position:absolute;left:434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PHMMA&#10;AADcAAAADwAAAGRycy9kb3ducmV2LnhtbERPTWvCQBC9C/0PyxS86SaKtURXKRVRKIKmotchO01C&#10;s7Mhuybx33eFgrd5vM9ZrntTiZYaV1pWEI8jEMSZ1SXnCs7f29E7COeRNVaWScGdHKxXL4MlJtp2&#10;fKI29bkIIewSVFB4XydSuqwgg25sa+LA/djGoA+wyaVusAvhppKTKHqTBksODQXW9FlQ9pvejIJD&#10;t2+r42Uzl+56jGf5132226VKDV/7jwUIT71/iv/dex3mx1N4PB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EPHMMAAADcAAAADwAAAAAAAAAAAAAAAACYAgAAZHJzL2Rv&#10;d25yZXYueG1sUEsFBgAAAAAEAAQA9QAAAIg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113" o:spid="_x0000_s1141" style="position:absolute;left:1660;top:1273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XaMMA&#10;AADcAAAADwAAAGRycy9kb3ducmV2LnhtbERPTWvCQBC9C/0PyxS86SaitURXKRVRKIKmotchO01C&#10;s7Mhuybx33eFgrd5vM9ZrntTiZYaV1pWEI8jEMSZ1SXnCs7f29E7COeRNVaWScGdHKxXL4MlJtp2&#10;fKI29bkIIewSVFB4XydSuqwgg25sa+LA/djGoA+wyaVusAvhppKTKHqTBksODQXW9FlQ9pvejIJD&#10;t2+r42Uzl+56jGf5132226VKDV/7jwUIT71/iv/dex3mx1N4PB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XaMMAAADcAAAADwAAAAAAAAAAAAAAAACYAgAAZHJzL2Rv&#10;d25yZXYueG1sUEsFBgAAAAAEAAQA9QAAAIg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4" o:spid="_x0000_s1142" style="position:absolute;left:1660;top:846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Qy88IA&#10;AADcAAAADwAAAGRycy9kb3ducmV2LnhtbERPTWvCQBC9F/wPywi91U2EWEldRRRRkIJGaa9DdpoE&#10;s7Mhu03iv+8KQm/zeJ+zWA2mFh21rrKsIJ5EIIhzqysuFFwvu7c5COeRNdaWScGdHKyWo5cFptr2&#10;fKYu84UIIexSVFB636RSurwkg25iG+LA/djWoA+wLaRusQ/hppbTKJpJgxWHhhIb2pSU37Jfo+Cz&#10;P3T16Wv7Lt33KU6K4z3Z7zOlXsfD+gOEp8H/i5/ugw7z4wQez4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DLzwgAAANwAAAAPAAAAAAAAAAAAAAAAAJgCAABkcnMvZG93&#10;bnJldi54bWxQSwUGAAAAAAQABAD1AAAAhw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5" o:spid="_x0000_s1143" style="position:absolute;left:557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shMMA&#10;AADcAAAADwAAAGRycy9kb3ducmV2LnhtbERPTWvCQBC9C/0PyxR6M5sIaomuoVRKhFLQVPQ6ZKdJ&#10;aHY2ZLdJ/PfdQsHbPN7nbLPJtGKg3jWWFSRRDIK4tLrhSsH5823+DMJ5ZI2tZVJwIwfZ7mG2xVTb&#10;kU80FL4SIYRdigpq77tUSlfWZNBFtiMO3JftDfoA+0rqHscQblq5iOOVNNhwaKixo9eayu/ixyj4&#10;GA9De7zs19Jdj8myer8t87xQ6ulxetmA8DT5u/jffdBhfrKCv2fCB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ashMMAAADcAAAADwAAAAAAAAAAAAAAAACYAgAAZHJzL2Rv&#10;d25yZXYueG1sUEsFBgAAAAAEAAQA9QAAAIgDAAAAAA==&#10;" path="m24,r9,l38,5r10,9l48,24r,10l38,38r-5,5l24,48,14,43,4,38,,34,,24,,14,4,5,14,,24,xe" fillcolor="#00a7d1" stroked="f">
                <v:path arrowok="t" o:connecttype="custom" o:connectlocs="24,0;33,0;38,5;48,14;48,24;48,34;38,38;33,43;24,48;14,43;4,38;0,34;0,24;0,14;4,5;14,0;24,0" o:connectangles="0,0,0,0,0,0,0,0,0,0,0,0,0,0,0,0,0"/>
              </v:shape>
              <v:shape id="Freeform 116" o:spid="_x0000_s1144" style="position:absolute;left:444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JH8IA&#10;AADcAAAADwAAAGRycy9kb3ducmV2LnhtbERPTWvCQBC9C/6HZQRvuknBWqKriKUoiKCp6HXITpPQ&#10;7GzIbpP477uC4G0e73OW695UoqXGlZYVxNMIBHFmdcm5gsv31+QDhPPIGivLpOBODtar4WCJibYd&#10;n6lNfS5CCLsEFRTe14mULivIoJvamjhwP7Yx6ANscqkb7EK4qeRbFL1LgyWHhgJr2haU/aZ/RsGx&#10;27fV6fo5l+52imf54T7b7VKlxqN+swDhqfcv8dO912F+PIfHM+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gkfwgAAANwAAAAPAAAAAAAAAAAAAAAAAJgCAABkcnMvZG93&#10;bnJldi54bWxQSwUGAAAAAAQABAD1AAAAhwMAAAAA&#10;" path="m24,l34,5r4,5l48,14r,10l48,34,38,43r-4,5l24,48r-10,l5,43,,34,,24,,14,5,10,14,5,24,xe" fillcolor="#00a7d1" stroked="f">
                <v:path arrowok="t" o:connecttype="custom" o:connectlocs="24,0;34,5;38,10;48,14;48,24;48,34;38,43;34,48;24,48;14,48;5,43;0,34;0,24;0,14;5,10;14,5;24,0" o:connectangles="0,0,0,0,0,0,0,0,0,0,0,0,0,0,0,0,0"/>
              </v:shape>
              <v:shape id="Freeform 117" o:spid="_x0000_s1145" style="position:absolute;left:1660;top:1263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dbcYA&#10;AADcAAAADwAAAGRycy9kb3ducmV2LnhtbESPQWvCQBCF74X+h2UEb3UTwbZEV5FKURBB01KvQ3aa&#10;hGZnQ3abxH/fOQi9zfDevPfNajO6RvXUhdqzgXSWgCIuvK25NPD58f70CipEZIuNZzJwowCb9ePD&#10;CjPrB75Qn8dSSQiHDA1UMbaZ1qGoyGGY+ZZYtG/fOYyydqW2HQ4S7ho9T5Jn7bBmaaiwpbeKip/8&#10;1xk4DYe+OX/tXnS4ntNFebwt9vvcmOlk3C5BRRrjv/l+fbCCnwqtPCMT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WdbcYAAADcAAAADwAAAAAAAAAAAAAAAACYAgAAZHJz&#10;L2Rvd25yZXYueG1sUEsFBgAAAAAEAAQA9QAAAIs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8" o:spid="_x0000_s1146" style="position:absolute;left:1660;top:837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k49sMA&#10;AADcAAAADwAAAGRycy9kb3ducmV2LnhtbERPTWvCQBC9F/wPywi91U0KtjW6CaWlKBTBRtHrkB2T&#10;YHY2ZLdJ/PddoeBtHu9zVtloGtFT52rLCuJZBIK4sLrmUsFh//X0BsJ5ZI2NZVJwJQdZOnlYYaLt&#10;wD/U574UIYRdggoq79tESldUZNDNbEscuLPtDPoAu1LqDocQbhr5HEUv0mDNoaHClj4qKi75r1Gw&#10;HTZ9szt+vkp32sXz8vs6X69zpR6n4/sShKfR38X/7o0O8+MF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k49sMAAADcAAAADwAAAAAAAAAAAAAAAACYAgAAZHJzL2Rv&#10;d25yZXYueG1sUEsFBgAAAAAEAAQA9QAAAIg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19" o:spid="_x0000_s1147" style="position:absolute;left:566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9b1sUA&#10;AADcAAAADwAAAGRycy9kb3ducmV2LnhtbESPQWvCQBCF7wX/wzJCb3WjYFuiqxRFFIpg06LXITsm&#10;odnZkF2T+O87B6G3Gd6b975ZrgdXq47aUHk2MJ0koIhzbysuDPx8717eQYWIbLH2TAbuFGC9Gj0t&#10;MbW+5y/qslgoCeGQooEyxibVOuQlOQwT3xCLdvWtwyhrW2jbYi/hrtazJHnVDiuWhhIb2pSU/2Y3&#10;Z+DYH7r6dN6+6XA5TefF532+32fGPI+HjwWoSEP8Nz+uD1bwZ4Ivz8gE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1vWxQAAANwAAAAPAAAAAAAAAAAAAAAAAJgCAABkcnMv&#10;ZG93bnJldi54bWxQSwUGAAAAAAQABAD1AAAAigMAAAAA&#10;" path="m24,r9,l43,5r5,9l48,24r,10l43,38,33,43r-9,5l14,43,4,38,,34,,24,,14,4,5,14,,24,xe" fillcolor="#00a7d1" stroked="f">
                <v:path arrowok="t" o:connecttype="custom" o:connectlocs="24,0;33,0;43,5;48,14;48,24;48,34;43,38;33,43;24,48;14,43;4,38;0,34;0,24;0,14;4,5;14,0;24,0" o:connectangles="0,0,0,0,0,0,0,0,0,0,0,0,0,0,0,0,0"/>
              </v:shape>
              <v:shape id="Freeform 120" o:spid="_x0000_s1148" style="position:absolute;left:453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P+TcMA&#10;AADcAAAADwAAAGRycy9kb3ducmV2LnhtbERPTWvCQBC9C/0PyxS81U0C2hJdQ6mIghQ0Fb0O2WkS&#10;mp0N2TWJ/75bKHibx/ucVTaaRvTUudqygngWgSAurK65VHD+2r68gXAeWWNjmRTcyUG2fpqsMNV2&#10;4BP1uS9FCGGXooLK+zaV0hUVGXQz2xIH7tt2Bn2AXSl1h0MIN41MomghDdYcGips6aOi4ie/GQWf&#10;w75vjpfNq3TXYzwvD/f5bpcrNX0e35cgPI3+If5373WYn8T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P+TcMAAADcAAAADwAAAAAAAAAAAAAAAACYAgAAZHJzL2Rv&#10;d25yZXYueG1sUEsFBgAAAAAEAAQA9QAAAIgDAAAAAA==&#10;" path="m24,l34,5r9,5l48,14r,10l48,34r-5,9l34,48r-10,l14,48,10,43,,34,,24,,14,10,10,14,5,24,xe" fillcolor="#00a7d1" stroked="f">
                <v:path arrowok="t" o:connecttype="custom" o:connectlocs="24,0;34,5;43,10;48,14;48,24;48,34;43,43;34,48;24,48;14,48;10,43;0,34;0,24;0,14;10,10;14,5;24,0" o:connectangles="0,0,0,0,0,0,0,0,0,0,0,0,0,0,0,0,0"/>
              </v:shape>
              <v:shape id="Freeform 121" o:spid="_x0000_s1149" style="position:absolute;left:1660;top:1253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FgOsIA&#10;AADcAAAADwAAAGRycy9kb3ducmV2LnhtbERPTWvCQBC9F/wPywi96caAVaKriKUolIJG0euQHZNg&#10;djZkt0n8911B6G0e73OW695UoqXGlZYVTMYRCOLM6pJzBefT12gOwnlkjZVlUvAgB+vV4G2JibYd&#10;H6lNfS5CCLsEFRTe14mULivIoBvbmjhwN9sY9AE2udQNdiHcVDKOog9psOTQUGBN24Kye/prFPx0&#10;+7Y6XD5n0l0Pk2n+/ZjudqlS78N+swDhqff/4pd7r8P8OIbnM+E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WA6wgAAANwAAAAPAAAAAAAAAAAAAAAAAJgCAABkcnMvZG93&#10;bnJldi54bWxQSwUGAAAAAAQABAD1AAAAhwMAAAAA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122" o:spid="_x0000_s1150" style="position:absolute;left:1660;top:827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3FocQA&#10;AADcAAAADwAAAGRycy9kb3ducmV2LnhtbERPTWvCQBC9F/wPyxR6azZa1BLdBFGKQinYWPQ6ZMck&#10;NDsbstsk/vtuQehtHu9z1tloGtFT52rLCqZRDIK4sLrmUsHX6e35FYTzyBoby6TgRg6ydPKwxkTb&#10;gT+pz30pQgi7BBVU3reJlK6oyKCLbEscuKvtDPoAu1LqDocQbho5i+OFNFhzaKiwpW1FxXf+YxR8&#10;DIe+OZ53S+kux+m8fL/N9/tcqafHcbMC4Wn0/+K7+6DD/NkL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dxaHEAAAA3AAAAA8AAAAAAAAAAAAAAAAAmAIAAGRycy9k&#10;b3ducmV2LnhtbFBLBQYAAAAABAAEAPUAAACJAwAAAAA=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123" o:spid="_x0000_s1151" style="position:absolute;left:576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Rd1cQA&#10;AADcAAAADwAAAGRycy9kb3ducmV2LnhtbERPTWvCQBC9F/wPyxR6azZK1RLdBFGKQinYWPQ6ZMck&#10;NDsbstsk/vtuQehtHu9z1tloGtFT52rLCqZRDIK4sLrmUsHX6e35FYTzyBoby6TgRg6ydPKwxkTb&#10;gT+pz30pQgi7BBVU3reJlK6oyKCLbEscuKvtDPoAu1LqDocQbho5i+OFNFhzaKiwpW1FxXf+YxR8&#10;DIe+OZ53S+kux+m8fL/N9/tcqafHcbMC4Wn0/+K7+6DD/NkL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0XdXEAAAA3AAAAA8AAAAAAAAAAAAAAAAAmAIAAGRycy9k&#10;b3ducmV2LnhtbFBLBQYAAAAABAAEAPUAAACJAwAAAAA=&#10;" path="m24,r9,l43,5r5,9l48,24r,10l43,38,33,43r-9,5l14,43,9,38,4,34,,24,4,14,9,5,14,,24,xe" fillcolor="#00a7d1" stroked="f">
                <v:path arrowok="t" o:connecttype="custom" o:connectlocs="24,0;33,0;43,5;48,14;48,24;48,34;43,38;33,43;24,48;14,43;9,38;4,34;0,24;4,14;9,5;14,0;24,0" o:connectangles="0,0,0,0,0,0,0,0,0,0,0,0,0,0,0,0,0"/>
              </v:shape>
              <v:shape id="Freeform 124" o:spid="_x0000_s1152" style="position:absolute;left:463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4TsIA&#10;AADcAAAADwAAAGRycy9kb3ducmV2LnhtbERPTWvCQBC9C/6HZQRvdaOQVqKriKUolIJG0euQHZNg&#10;djZk1yT++26h4G0e73OW695UoqXGlZYVTCcRCOLM6pJzBefT19schPPIGivLpOBJDtar4WCJibYd&#10;H6lNfS5CCLsEFRTe14mULivIoJvYmjhwN9sY9AE2udQNdiHcVHIWRe/SYMmhocCatgVl9/RhFPx0&#10;+7Y6XD4/pLsepnH+/Yx3u1Sp8ajfLEB46v1L/O/e6zB/FsPfM+E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+PhOwgAAANwAAAAPAAAAAAAAAAAAAAAAAJgCAABkcnMvZG93&#10;bnJldi54bWxQSwUGAAAAAAQABAD1AAAAhw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125" o:spid="_x0000_s1153" style="position:absolute;left:1660;top:1244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pmOcIA&#10;AADcAAAADwAAAGRycy9kb3ducmV2LnhtbERPTYvCMBC9L/gfwgje1lRBV6pRRBEFWdAqeh2asS02&#10;k9LEtv77zcLC3ubxPmex6kwpGqpdYVnBaBiBIE6tLjhTcL3sPmcgnEfWWFomBW9ysFr2PhYYa9vy&#10;mZrEZyKEsItRQe59FUvp0pwMuqGtiAP3sLVBH2CdSV1jG8JNKcdRNJUGCw4NOVa0ySl9Ji+j4Ls9&#10;NOXptv2S7n4aTbLje7LfJ0oN+t16DsJT5//Ff+6DDvPHU/h9Jlw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mY5wgAAANwAAAAPAAAAAAAAAAAAAAAAAJgCAABkcnMvZG93&#10;bnJldi54bWxQSwUGAAAAAAQABAD1AAAAhwMAAAAA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126" o:spid="_x0000_s1154" style="position:absolute;left:1660;top:817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DosMA&#10;AADcAAAADwAAAGRycy9kb3ducmV2LnhtbERP22rCQBB9F/oPyxT6phuFaEldpbSUBIpg06KvQ3aa&#10;hGZnQ3aby9+7guDbHM51tvvRNKKnztWWFSwXEQjiwuqaSwU/3x/zZxDOI2tsLJOCiRzsdw+zLSba&#10;DvxFfe5LEULYJaig8r5NpHRFRQbdwrbEgfu1nUEfYFdK3eEQwk0jV1G0lgZrDg0VtvRWUfGX/xsF&#10;hyHrm+PpfSPd+biMy88pTtNcqafH8fUFhKfR38U3d6bD/NUGrs+EC+Tu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bDosMAAADcAAAADwAAAAAAAAAAAAAAAACYAgAAZHJzL2Rv&#10;d25yZXYueG1sUEsFBgAAAAAEAAQA9QAAAIgDAAAAAA==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127" o:spid="_x0000_s1155" style="position:absolute;left:5861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1isUA&#10;AADcAAAADwAAAGRycy9kb3ducmV2LnhtbESPQU/DMAyF70j8h8hI3Fi6SbCpLJsGEhLjAut22c1q&#10;TFOtcUpjtvLv8QGJm633/N7n5XqMnTnTkNvEDqaTAgxxnXzLjYPD/uVuASYLsscuMTn4oQzr1fXV&#10;EkufLryjcyWN0RDOJToIIn1pba4DRcyT1BOr9pmGiKLr0Fg/4EXDY2dnRfFgI7asDQF7eg5Un6rv&#10;6OD4NH+vPH1t5nLc7T/ewnZxL1vnbm/GzSMYoVH+zX/Xr17xZ0qrz+gEd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O7WKxQAAANwAAAAPAAAAAAAAAAAAAAAAAJgCAABkcnMv&#10;ZG93bnJldi54bWxQSwUGAAAAAAQABAD1AAAAigMAAAAA&#10;" path="m23,l33,,43,5r4,9l52,24,47,34r-4,4l33,43,23,48,19,43,9,38,4,34,,24,4,14,9,5,19,r4,xe" fillcolor="#00a7d1" stroked="f">
                <v:path arrowok="t" o:connecttype="custom" o:connectlocs="23,0;33,0;43,5;47,14;52,24;47,34;43,38;33,43;23,48;19,43;9,38;4,34;0,24;4,14;9,5;19,0;23,0" o:connectangles="0,0,0,0,0,0,0,0,0,0,0,0,0,0,0,0,0"/>
              </v:shape>
              <v:shape id="Freeform 128" o:spid="_x0000_s1156" style="position:absolute;left:4731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BLMIA&#10;AADcAAAADwAAAGRycy9kb3ducmV2LnhtbERPPWvDMBDdC/kP4grdGrkenNqJYkKgUDoUmmbweLEu&#10;tol1MpKcuP71VaDQ7R7v8zblZHpxJec7ywpelgkI4trqjhsFx++351cQPiBr7C2Tgh/yUG4XDxss&#10;tL3xF10PoRExhH2BCtoQhkJKX7dk0C/tQBy5s3UGQ4SukdrhLYabXqZJkkmDHceGFgfat1RfDqNR&#10;8HnSKzdW2WxPTcWO5/Axcq7U0+O0W4MINIV/8Z/7Xcf5aQ73Z+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R4EswgAAANwAAAAPAAAAAAAAAAAAAAAAAJgCAABkcnMvZG93&#10;bnJldi54bWxQSwUGAAAAAAQABAD1AAAAhwMAAAAA&#10;" path="m29,r4,5l43,10r5,4l53,24,48,34r-5,9l33,48r-4,l19,48,9,43,5,34,,24,5,14,9,10,19,5,29,xe" fillcolor="#00a7d1" stroked="f">
                <v:path arrowok="t" o:connecttype="custom" o:connectlocs="29,0;33,5;43,10;48,14;53,24;48,34;43,43;33,48;29,48;19,48;9,43;5,34;0,24;5,14;9,10;19,5;29,0" o:connectangles="0,0,0,0,0,0,0,0,0,0,0,0,0,0,0,0,0"/>
              </v:shape>
              <v:shape id="Freeform 129" o:spid="_x0000_s1157" style="position:absolute;left:1660;top:1234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NC8YA&#10;AADcAAAADwAAAGRycy9kb3ducmV2LnhtbESPQWvCQBCF74L/YZlCb7qxxbZEV5GWoiAFTUt7HbJj&#10;EpqdDdk1if/eOQjeZnhv3vtmuR5crTpqQ+XZwGyagCLOva24MPDz/Tl5AxUissXaMxm4UID1ajxa&#10;Ymp9z0fqslgoCeGQooEyxibVOuQlOQxT3xCLdvKtwyhrW2jbYi/hrtZPSfKiHVYsDSU29F5S/p+d&#10;nYGvftfVh9+PVx3+DrN5sb/Mt9vMmMeHYbMAFWmId/PtemcF/1nw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bNC8YAAADcAAAADwAAAAAAAAAAAAAAAACYAgAAZHJz&#10;L2Rvd25yZXYueG1sUEsFBgAAAAAEAAQA9QAAAIsDAAAAAA==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130" o:spid="_x0000_s1158" style="position:absolute;left:1660;top:8078;width:48;height:52;visibility:visible;mso-wrap-style:square;v-text-anchor:top" coordsize="4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SOYMIA&#10;AADcAAAADwAAAGRycy9kb3ducmV2LnhtbERPTWvCQBC9C/6HZYTe6kYLQVNXUbGtHjyopedpdkyC&#10;2dmQXeP237tCwds83ufMFsHUoqPWVZYVjIYJCOLc6ooLBd+nj9cJCOeRNdaWScEfOVjM+70ZZtre&#10;+EDd0RcihrDLUEHpfZNJ6fKSDLqhbYgjd7atQR9hW0jd4i2Gm1qOkySVBiuODSU2tC4pvxyvRkG6&#10;3Uzd6uv3s7Pp7vpzOe19CFqpl0FYvoPwFPxT/O/e6jj/bQSPZ+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pI5gwgAAANwAAAAPAAAAAAAAAAAAAAAAAJgCAABkcnMvZG93&#10;bnJldi54bWxQSwUGAAAAAAQABAD1AAAAhwMAAAAA&#10;" path="m,28l,19,5,9,14,4,24,,34,4r4,5l43,19r5,9l43,38r-5,5l34,48,24,52,14,48,5,43,,38,,28xe" fillcolor="#00a7d1" stroked="f">
                <v:path arrowok="t" o:connecttype="custom" o:connectlocs="0,28;0,19;5,9;14,4;24,0;34,4;38,9;43,19;48,28;43,38;38,43;34,48;24,52;14,48;5,43;0,38;0,28" o:connectangles="0,0,0,0,0,0,0,0,0,0,0,0,0,0,0,0,0"/>
              </v:shape>
              <v:shape id="Freeform 131" o:spid="_x0000_s1159" style="position:absolute;left:596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j258QA&#10;AADcAAAADwAAAGRycy9kb3ducmV2LnhtbERPTWvCQBC9F/wPyxR6azZa1BLdBFGKQinYWPQ6ZMck&#10;NDsbstsk/vtuQehtHu9z1tloGtFT52rLCqZRDIK4sLrmUsHX6e35FYTzyBoby6TgRg6ydPKwxkTb&#10;gT+pz30pQgi7BBVU3reJlK6oyKCLbEscuKvtDPoAu1LqDocQbho5i+OFNFhzaKiwpW1FxXf+YxR8&#10;DIe+OZ53S+kux+m8fL/N9/tcqafHcbMC4Wn0/+K7+6DD/JcZ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I9ufEAAAA3AAAAA8AAAAAAAAAAAAAAAAAmAIAAGRycy9k&#10;b3ducmV2LnhtbFBLBQYAAAAABAAEAPUAAACJAwAAAAA=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132" o:spid="_x0000_s1160" style="position:absolute;left:483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RTfMMA&#10;AADcAAAADwAAAGRycy9kb3ducmV2LnhtbERP22rCQBB9L/gPywh9qxsrXoiuIi1FQQoaRV+H7JgE&#10;s7Mhu03i37sFwbc5nOssVp0pRUO1KywrGA4iEMSp1QVnCk7Hn48ZCOeRNZaWScGdHKyWvbcFxtq2&#10;fKAm8ZkIIexiVJB7X8VSujQng25gK+LAXW1t0AdYZ1LX2IZwU8rPKJpIgwWHhhwr+sopvSV/RsFv&#10;u23K/fl7Kt1lPxxnu/t4s0mUeu936zkIT51/iZ/urQ7zRyP4fyZ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RTfMMAAADcAAAADwAAAAAAAAAAAAAAAACYAgAAZHJzL2Rv&#10;d25yZXYueG1sUEsFBgAAAAAEAAQA9QAAAIgDAAAAAA==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133" o:spid="_x0000_s1161" style="position:absolute;left:1660;top:1224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3LCMMA&#10;AADcAAAADwAAAGRycy9kb3ducmV2LnhtbERP22rCQBB9L/Qflin4VjfWeiF1FakUBRE0Svs6ZKdJ&#10;MDsbsmsS/94VBN/mcK4zW3SmFA3VrrCsYNCPQBCnVhecKTgdf96nIJxH1lhaJgVXcrCYv77MMNa2&#10;5QM1ic9ECGEXo4Lc+yqW0qU5GXR9WxEH7t/WBn2AdSZ1jW0IN6X8iKKxNFhwaMixou+c0nNyMQp2&#10;7aYp97+riXR/+8Eo215H63WiVO+tW36B8NT5p/jh3ugwf/gJ9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3LCMMAAADcAAAADwAAAAAAAAAAAAAAAACYAgAAZHJzL2Rv&#10;d25yZXYueG1sUEsFBgAAAAAEAAQA9QAAAIg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34" o:spid="_x0000_s1162" style="position:absolute;left:1660;top:79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uk8MA&#10;AADcAAAADwAAAGRycy9kb3ducmV2LnhtbERPTWvCQBC9F/oflin0Vje2RCV1E8RSFKSgsbTXITsm&#10;wexsyG6T+O/dguBtHu9zltloGtFT52rLCqaTCARxYXXNpYLv4+fLAoTzyBoby6TgQg6y9PFhiYm2&#10;Ax+oz30pQgi7BBVU3reJlK6oyKCb2JY4cCfbGfQBdqXUHQ4h3DTyNYpm0mDNoaHCltYVFef8zyj4&#10;GrZ9s//5mEv3u5/G5e4Sbza5Us9P4+odhKfR38U391aH+W8x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Fuk8MAAADcAAAADwAAAAAAAAAAAAAAAACYAgAAZHJzL2Rv&#10;d25yZXYueG1sUEsFBgAAAAAEAAQA9QAAAIg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35" o:spid="_x0000_s1163" style="position:absolute;left:605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Pw5MQA&#10;AADcAAAADwAAAGRycy9kb3ducmV2LnhtbERPTWvCQBC9F/oflil4azYq2pK6CUURhSJoWvQ6ZKdJ&#10;aHY2ZLdJ/PfdguBtHu9zVtloGtFT52rLCqZRDIK4sLrmUsHX5/b5FYTzyBoby6TgSg6y9PFhhYm2&#10;A5+oz30pQgi7BBVU3reJlK6oyKCLbEscuG/bGfQBdqXUHQ4h3DRyFsdLabDm0FBhS+uKip/81yg4&#10;DPu+OZ43L9JdjtNF+XFd7Ha5UpOn8f0NhKfR38U3916H+fMl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z8OTEAAAA3AAAAA8AAAAAAAAAAAAAAAAAmAIAAGRycy9k&#10;b3ducmV2LnhtbFBLBQYAAAAABAAEAPUAAACJAwAAAAA=&#10;" path="m24,l34,r5,5l48,14r,10l48,34r-9,4l34,43,24,48,15,43,5,38,,34,,24,,14,5,5,15,r9,xe" fillcolor="#00a7d1" stroked="f">
                <v:path arrowok="t" o:connecttype="custom" o:connectlocs="24,0;34,0;39,5;48,14;48,24;48,34;39,38;34,43;24,48;15,43;5,38;0,34;0,24;0,14;5,5;15,0;24,0" o:connectangles="0,0,0,0,0,0,0,0,0,0,0,0,0,0,0,0,0"/>
              </v:shape>
              <v:shape id="Freeform 136" o:spid="_x0000_s1164" style="position:absolute;left:4928;top:15483;width:47;height:48;visibility:visible;mso-wrap-style:square;v-text-anchor:top" coordsize="4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g7MQA&#10;AADcAAAADwAAAGRycy9kb3ducmV2LnhtbERPTWsCMRC9F/wPYYReimZbQe1qFJEqPXjRFoq3cTNu&#10;VjeTZZPVtb++KQje5vE+ZzpvbSkuVPvCsYLXfgKCOHO64FzB99eqNwbhA7LG0jEpuJGH+azzNMVU&#10;uytv6bILuYgh7FNUYEKoUil9Zsii77uKOHJHV1sMEda51DVeY7gt5VuSDKXFgmODwYqWhrLzrrEK&#10;Tr/7n+Zlf1gG2rwP1zfDzYcdKPXcbRcTEIHa8BDf3Z86zh+M4P+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pIOzEAAAA3AAAAA8AAAAAAAAAAAAAAAAAmAIAAGRycy9k&#10;b3ducmV2LnhtbFBLBQYAAAAABAAEAPUAAACJAwAAAAA=&#10;" path="m23,l33,5r10,5l47,14r,10l47,34r-4,9l33,48r-10,l14,48,4,43,,34,,24,,14,4,10,14,5,23,xe" fillcolor="#00a7d1" stroked="f">
                <v:path arrowok="t" o:connecttype="custom" o:connectlocs="23,0;33,5;43,10;47,14;47,24;47,34;43,43;33,48;23,48;14,48;4,43;0,34;0,24;0,14;4,10;14,5;23,0" o:connectangles="0,0,0,0,0,0,0,0,0,0,0,0,0,0,0,0,0"/>
              </v:shape>
              <v:shape id="Freeform 137" o:spid="_x0000_s1165" style="position:absolute;left:1660;top:1215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DBDcYA&#10;AADcAAAADwAAAGRycy9kb3ducmV2LnhtbESPQWvCQBCF74L/YZlCb7qxxbZEV5GWoiAFTUt7HbJj&#10;EpqdDdk1if/eOQjeZnhv3vtmuR5crTpqQ+XZwGyagCLOva24MPDz/Tl5AxUissXaMxm4UID1ajxa&#10;Ymp9z0fqslgoCeGQooEyxibVOuQlOQxT3xCLdvKtwyhrW2jbYi/hrtZPSfKiHVYsDSU29F5S/p+d&#10;nYGvftfVh9+PVx3+DrN5sb/Mt9vMmMeHYbMAFWmId/PtemcF/1lo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DBDcYAAADcAAAADwAAAAAAAAAAAAAAAACYAgAAZHJz&#10;L2Rvd25yZXYueG1sUEsFBgAAAAAEAAQA9QAAAIs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38" o:spid="_x0000_s1166" style="position:absolute;left:1660;top:788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klsMA&#10;AADcAAAADwAAAGRycy9kb3ducmV2LnhtbERPTWvCQBC9C/6HZQRvurFFW6OrlJaiIIJNRa9DdkxC&#10;s7Mhuybx33cFwds83ucs150pRUO1KywrmIwjEMSp1QVnCo6/36N3EM4jaywtk4IbOViv+r0lxtq2&#10;/ENN4jMRQtjFqCD3voqldGlOBt3YVsSBu9jaoA+wzqSusQ3hppQvUTSTBgsODTlW9JlT+pdcjYJ9&#10;u23Kw+nrTbrzYTLNdrfpZpMoNRx0HwsQnjr/FD/cWx3mv87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xklsMAAADcAAAADwAAAAAAAAAAAAAAAACYAgAAZHJzL2Rv&#10;d25yZXYueG1sUEsFBgAAAAAEAAQA9QAAAIgDAAAAAA==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139" o:spid="_x0000_s1167" style="position:absolute;left:615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C+dsYA&#10;AADcAAAADwAAAGRycy9kb3ducmV2LnhtbESPQWvCQBCF74L/YZlCb7qx1LZEV5GWoiAFTUt7HbJj&#10;EpqdDdk1if/eOQjeZnhv3vtmuR5crTpqQ+XZwGyagCLOva24MPDz/Tl5AxUissXaMxm4UID1ajxa&#10;Ymp9z0fqslgoCeGQooEyxibVOuQlOQxT3xCLdvKtwyhrW2jbYi/hrtZPSfKiHVYsDSU29F5S/p+d&#10;nYGvftfVh9+PVx3+DrN5sb/Mt9vMmMeHYbMAFWmId/PtemcF/1nw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C+dsYAAADcAAAADwAAAAAAAAAAAAAAAACYAgAAZHJz&#10;L2Rvd25yZXYueG1sUEsFBgAAAAAEAAQA9QAAAIsDAAAAAA==&#10;" path="m24,l34,r9,5l48,14r,10l48,34r-5,4l34,43,24,48,15,43,10,38,,34,,24,,14,10,5,15,r9,xe" fillcolor="#00a7d1" stroked="f">
                <v:path arrowok="t" o:connecttype="custom" o:connectlocs="24,0;34,0;43,5;48,14;48,24;48,34;43,38;34,43;24,48;15,43;10,38;0,34;0,24;0,14;10,5;15,0;24,0" o:connectangles="0,0,0,0,0,0,0,0,0,0,0,0,0,0,0,0,0"/>
              </v:shape>
              <v:shape id="Freeform 140" o:spid="_x0000_s1168" style="position:absolute;left:502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wb7cMA&#10;AADcAAAADwAAAGRycy9kb3ducmV2LnhtbERPTWvCQBC9C/0PyxS86SaitURXKRVRKIKmotchO01C&#10;s7Mhuybx33eFgrd5vM9ZrntTiZYaV1pWEI8jEMSZ1SXnCs7f29E7COeRNVaWScGdHKxXL4MlJtp2&#10;fKI29bkIIewSVFB4XydSuqwgg25sa+LA/djGoA+wyaVusAvhppKTKHqTBksODQXW9FlQ9pvejIJD&#10;t2+r42Uzl+56jGf5132226VKDV/7jwUIT71/iv/dex3mT2N4PB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wb7cMAAADcAAAADwAAAAAAAAAAAAAAAACYAgAAZHJzL2Rv&#10;d25yZXYueG1sUEsFBgAAAAAEAAQA9QAAAIgDAAAAAA==&#10;" path="m24,l34,5r10,5l48,14r,10l48,34r-4,9l34,48r-10,l15,48,10,43,,34,,24,,14,10,10,15,5,24,xe" fillcolor="#00a7d1" stroked="f">
                <v:path arrowok="t" o:connecttype="custom" o:connectlocs="24,0;34,5;44,10;48,14;48,24;48,34;44,43;34,48;24,48;15,48;10,43;0,34;0,24;0,14;10,10;15,5;24,0" o:connectangles="0,0,0,0,0,0,0,0,0,0,0,0,0,0,0,0,0"/>
              </v:shape>
              <v:shape id="Freeform 141" o:spid="_x0000_s1169" style="position:absolute;left:1660;top:1205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6FmsQA&#10;AADcAAAADwAAAGRycy9kb3ducmV2LnhtbERPTWvCQBC9F/wPyxR6azZK1RLdBFGKQinYWPQ6ZMck&#10;NDsbstsk/vtuQehtHu9z1tloGtFT52rLCqZRDIK4sLrmUsHX6e35FYTzyBoby6TgRg6ydPKwxkTb&#10;gT+pz30pQgi7BBVU3reJlK6oyKCLbEscuKvtDPoAu1LqDocQbho5i+OFNFhzaKiwpW1FxXf+YxR8&#10;DIe+OZ53S+kux+m8fL/N9/tcqafHcbMC4Wn0/+K7+6DD/JcZ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OhZrEAAAA3AAAAA8AAAAAAAAAAAAAAAAAmAIAAGRycy9k&#10;b3ducmV2LnhtbFBLBQYAAAAABAAEAPUAAACJAwAAAAA=&#10;" path="m,24l,14,5,5,14,,24,,34,r4,5l43,14r5,10l43,33,38,43r-4,5l24,48r-10,l5,43,,33,,24xe" fillcolor="#00a7d1" stroked="f">
                <v:path arrowok="t" o:connecttype="custom" o:connectlocs="0,24;0,14;5,5;14,0;24,0;34,0;38,5;43,14;48,24;43,33;38,43;34,48;24,48;14,48;5,43;0,33;0,24" o:connectangles="0,0,0,0,0,0,0,0,0,0,0,0,0,0,0,0,0"/>
              </v:shape>
              <v:shape id="Freeform 142" o:spid="_x0000_s1170" style="position:absolute;left:1660;top:779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gAcMA&#10;AADcAAAADwAAAGRycy9kb3ducmV2LnhtbERP22rCQBB9L/Qflin4VjfWeiF1FakUBRE0Svs6ZKdJ&#10;MDsbsmsS/94VBN/mcK4zW3SmFA3VrrCsYNCPQBCnVhecKTgdf96nIJxH1lhaJgVXcrCYv77MMNa2&#10;5QM1ic9ECGEXo4Lc+yqW0qU5GXR9WxEH7t/WBn2AdSZ1jW0IN6X8iKKxNFhwaMixou+c0nNyMQp2&#10;7aYp97+riXR/+8Eo215H63WiVO+tW36B8NT5p/jh3ugw/3MI9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IgAcMAAADcAAAADwAAAAAAAAAAAAAAAACYAgAAZHJzL2Rv&#10;d25yZXYueG1sUEsFBgAAAAAEAAQA9QAAAIgDAAAAAA==&#10;" path="m,24l,14,5,5,14,,24,,34,r4,5l43,14r5,10l43,33r-5,5l34,48r-10,l14,48,5,38,,33,,24xe" fillcolor="#00a7d1" stroked="f">
                <v:path arrowok="t" o:connecttype="custom" o:connectlocs="0,24;0,14;5,5;14,0;24,0;34,0;38,5;43,14;48,24;43,33;38,38;34,48;24,48;14,48;5,38;0,33;0,24" o:connectangles="0,0,0,0,0,0,0,0,0,0,0,0,0,0,0,0,0"/>
              </v:shape>
              <v:shape id="Freeform 143" o:spid="_x0000_s1171" style="position:absolute;left:624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u4dcIA&#10;AADcAAAADwAAAGRycy9kb3ducmV2LnhtbERP22rCQBB9L/gPywh9qxuLN6KrSEtRkIJG0dchOybB&#10;7GzIbpP4925B8G0O5zqLVWdK0VDtCssKhoMIBHFqdcGZgtPx52MGwnlkjaVlUnAnB6tl722BsbYt&#10;H6hJfCZCCLsYFeTeV7GULs3JoBvYijhwV1sb9AHWmdQ1tiHclPIziibSYMGhIceKvnJKb8mfUfDb&#10;bptyf/6eSnfZD8fZ7j7ebBKl3vvdeg7CU+df4qd7q8P80Qj+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7h1wgAAANwAAAAPAAAAAAAAAAAAAAAAAJgCAABkcnMvZG93&#10;bnJldi54bWxQSwUGAAAAAAQABAD1AAAAhwMAAAAA&#10;" path="m24,l34,r9,5l48,14r,10l48,34r-5,4l34,43,24,48,14,43,10,38,5,34,,24,5,14,10,5,14,,24,xe" fillcolor="#00a7d1" stroked="f">
                <v:path arrowok="t" o:connecttype="custom" o:connectlocs="24,0;34,0;43,5;48,14;48,24;48,34;43,38;34,43;24,48;14,43;10,38;5,34;0,24;5,14;10,5;14,0;24,0" o:connectangles="0,0,0,0,0,0,0,0,0,0,0,0,0,0,0,0,0"/>
              </v:shape>
              <v:shape id="Freeform 144" o:spid="_x0000_s1172" style="position:absolute;left:511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d7sMA&#10;AADcAAAADwAAAGRycy9kb3ducmV2LnhtbERPTWvCQBC9F/oflin0VjeWRiV1E8RSFKSgsbTXITsm&#10;wexsyG6T+O/dguBtHu9zltloGtFT52rLCqaTCARxYXXNpYLv4+fLAoTzyBoby6TgQg6y9PFhiYm2&#10;Ax+oz30pQgi7BBVU3reJlK6oyKCb2JY4cCfbGfQBdqXUHQ4h3DTyNYpm0mDNoaHCltYVFef8zyj4&#10;GrZ9s//5mEv3u5/G5e4Sbza5Us9P4+odhKfR38U391aH+W8x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cd7sMAAADcAAAADwAAAAAAAAAAAAAAAACYAgAAZHJzL2Rv&#10;d25yZXYueG1sUEsFBgAAAAAEAAQA9QAAAIgDAAAAAA==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45" o:spid="_x0000_s1173" style="position:absolute;left:1660;top:1195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DmcQA&#10;AADcAAAADwAAAGRycy9kb3ducmV2LnhtbERPTWvCQBC9F/oflil4azaK2pK6CUURhSJoWvQ6ZKdJ&#10;aHY2ZLdJ/PfdguBtHu9zVtloGtFT52rLCqZRDIK4sLrmUsHX5/b5FYTzyBoby6TgSg6y9PFhhYm2&#10;A5+oz30pQgi7BBVU3reJlK6oyKCLbEscuG/bGfQBdqXUHQ4h3DRyFsdLabDm0FBhS+uKip/81yg4&#10;DPu+OZ43L9JdjtNF+XFd7Ha5UpOn8f0NhKfR38U3916H+fMl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1g5nEAAAA3AAAAA8AAAAAAAAAAAAAAAAAmAIAAGRycy9k&#10;b3ducmV2LnhtbFBLBQYAAAAABAAEAPUAAACJAwAAAAA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46" o:spid="_x0000_s1174" style="position:absolute;left:1660;top:769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kmAsQA&#10;AADcAAAADwAAAGRycy9kb3ducmV2LnhtbERPTWvCQBC9C/0PyxR6042lmpJmI6WlKIigqdjrkJ0m&#10;odnZkN0m8d+7guBtHu9z0tVoGtFT52rLCuazCARxYXXNpYLj99f0FYTzyBoby6TgTA5W2cMkxUTb&#10;gQ/U574UIYRdggoq79tESldUZNDNbEscuF/bGfQBdqXUHQ4h3DTyOYqW0mDNoaHClj4qKv7yf6Ng&#10;N2z6Zn/6jKX72c8X5fa8WK9zpZ4ex/c3EJ5Gfxff3Bsd5r/E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5JgLEAAAA3AAAAA8AAAAAAAAAAAAAAAAAmAIAAGRycy9k&#10;b3ducmV2LnhtbFBLBQYAAAAABAAEAPUAAACJAwAAAAA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47" o:spid="_x0000_s1175" style="position:absolute;left:6345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BF8QA&#10;AADcAAAADwAAAGRycy9kb3ducmV2LnhtbESPT2vCQBDF7wW/wzKF3uqmUtSmriJCoXgo+OfgccyO&#10;STA7G3Y3Gv30nYPgbYb35r3fzBa9a9SFQqw9G/gYZqCIC29rLg3sdz/vU1AxIVtsPJOBG0VYzAcv&#10;M8ytv/KGLttUKgnhmKOBKqU21zoWFTmMQ98Si3bywWGSNZTaBrxKuGv0KMvG2mHN0lBhS6uKivO2&#10;cwb+jnYSusP47o/lgQPf07rjL2PeXvvlN6hEfXqaH9e/VvA/hVaekQn0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UwRfEAAAA3AAAAA8AAAAAAAAAAAAAAAAAmAIAAGRycy9k&#10;b3ducmV2LnhtbFBLBQYAAAAABAAEAPUAAACJAwAAAAA=&#10;" path="m29,r5,l43,5r5,9l53,24,48,34r-5,4l34,43r-5,5l19,43,10,38,5,34,,24,5,14,10,5,19,,29,xe" fillcolor="#00a7d1" stroked="f">
                <v:path arrowok="t" o:connecttype="custom" o:connectlocs="29,0;34,0;43,5;48,14;53,24;48,34;43,38;34,43;29,48;19,43;10,38;5,34;0,24;5,14;10,5;19,0;29,0" o:connectangles="0,0,0,0,0,0,0,0,0,0,0,0,0,0,0,0,0"/>
              </v:shape>
              <v:shape id="Freeform 148" o:spid="_x0000_s1176" style="position:absolute;left:522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X68MA&#10;AADcAAAADwAAAGRycy9kb3ducmV2LnhtbERPTWvCQBC9C/6HZQRvurFUW6OrlJaiIIJNRa9DdkxC&#10;s7Mhuybx33cFwds83ucs150pRUO1KywrmIwjEMSp1QVnCo6/36N3EM4jaywtk4IbOViv+r0lxtq2&#10;/ENN4jMRQtjFqCD3voqldGlOBt3YVsSBu9jaoA+wzqSusQ3hppQvUTSTBgsODTlW9JlT+pdcjYJ9&#10;u23Kw+nrTbrzYTLNdrfpZpMoNRx0HwsQnjr/FD/cWx3mv87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oX68MAAADcAAAADwAAAAAAAAAAAAAAAACYAgAAZHJzL2Rv&#10;d25yZXYueG1sUEsFBgAAAAAEAAQA9QAAAIgDAAAAAA==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149" o:spid="_x0000_s1177" style="position:absolute;left:1660;top:11857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R8MYA&#10;AADcAAAADwAAAGRycy9kb3ducmV2LnhtbESPT2vDMAzF74V9B6PBLmV1unV/yOqWMjYo9NSs21mL&#10;tSQsloPtNsm3rw6F3iTe03s/LdeDa9WJQmw8G5jPMlDEpbcNVwYOX5/3r6BiQrbYeiYDI0VYr24m&#10;S8yt73lPpyJVSkI45migTqnLtY5lTQ7jzHfEov354DDJGiptA/YS7lr9kGXP2mHD0lBjR+81lf/F&#10;0RkoDo/l9/A77o7tT/Mxhum2X7wsjLm7HTZvoBIN6Wq+XG+t4D8JvjwjE+jV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+R8MYAAADcAAAADwAAAAAAAAAAAAAAAACYAgAAZHJz&#10;L2Rvd25yZXYueG1sUEsFBgAAAAAEAAQA9QAAAIsDAAAAAA==&#10;" path="m,29l,19,5,10,14,5,24,,34,5r4,5l43,19r5,10l43,34r-5,9l34,48,24,53,14,48,5,43,,34,,29xe" fillcolor="#00a7d1" stroked="f">
                <v:path arrowok="t" o:connecttype="custom" o:connectlocs="0,29;0,19;5,10;14,5;24,0;34,5;38,10;43,19;48,29;43,34;38,43;34,48;24,53;14,48;5,43;0,34;0,29" o:connectangles="0,0,0,0,0,0,0,0,0,0,0,0,0,0,0,0,0"/>
              </v:shape>
              <v:shape id="Freeform 150" o:spid="_x0000_s1178" style="position:absolute;left:1660;top:7593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0a8MA&#10;AADcAAAADwAAAGRycy9kb3ducmV2LnhtbERPTWvCQBC9F/oflil4KbrRWpXoKqUoCD2ZqucxOybB&#10;7GzYXU3y77uFQm/zeJ+z2nSmFg9yvrKsYDxKQBDnVldcKDh+74YLED4ga6wtk4KePGzWz08rTLVt&#10;+UCPLBQihrBPUUEZQpNK6fOSDPqRbYgjd7XOYIjQFVI7bGO4qeUkSWbSYMWxocSGPkvKb9ndKMiO&#10;b/mpu/Rf9/pcbXv3um+n86lSg5fuYwkiUBf+xX/uvY7z38f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M0a8MAAADcAAAADwAAAAAAAAAAAAAAAACYAgAAZHJzL2Rv&#10;d25yZXYueG1sUEsFBgAAAAAEAAQA9QAAAIgDAAAAAA==&#10;" path="m,24l,19,5,10,14,5,24,,34,5r4,5l43,19r5,5l43,34r-5,9l34,48,24,53,14,48,5,43,,34,,24xe" fillcolor="#00a7d1" stroked="f">
                <v:path arrowok="t" o:connecttype="custom" o:connectlocs="0,24;0,19;5,10;14,5;24,0;34,5;38,10;43,19;48,24;43,34;38,43;34,48;24,53;14,48;5,43;0,34;0,24" o:connectangles="0,0,0,0,0,0,0,0,0,0,0,0,0,0,0,0,0"/>
              </v:shape>
              <v:shape id="Freeform 151" o:spid="_x0000_s1179" style="position:absolute;left:644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cTR8IA&#10;AADcAAAADwAAAGRycy9kb3ducmV2LnhtbERPTWvCQBC9C/6HZQRvdaOQVqKriKUolIJG0euQHZNg&#10;djZk1yT++26h4G0e73OW695UoqXGlZYVTCcRCOLM6pJzBefT19schPPIGivLpOBJDtar4WCJibYd&#10;H6lNfS5CCLsEFRTe14mULivIoJvYmjhwN9sY9AE2udQNdiHcVHIWRe/SYMmhocCatgVl9/RhFPx0&#10;+7Y6XD4/pLsepnH+/Yx3u1Sp8ajfLEB46v1L/O/e6zA/nsHfM+E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xNHwgAAANwAAAAPAAAAAAAAAAAAAAAAAJgCAABkcnMvZG93&#10;bnJldi54bWxQSwUGAAAAAAQABAD1AAAAhwMAAAAA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52" o:spid="_x0000_s1180" style="position:absolute;left:531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u23MMA&#10;AADcAAAADwAAAGRycy9kb3ducmV2LnhtbERPTWvCQBC9F/oflin0Vje2RCV1E8RSFKSgsbTXITsm&#10;wexsyG6T+O/dguBtHu9zltloGtFT52rLCqaTCARxYXXNpYLv4+fLAoTzyBoby6TgQg6y9PFhiYm2&#10;Ax+oz30pQgi7BBVU3reJlK6oyKCb2JY4cCfbGfQBdqXUHQ4h3DTyNYpm0mDNoaHCltYVFef8zyj4&#10;GrZ9s//5mEv3u5/G5e4Sbza5Us9P4+odhKfR38U391aH+fEb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u23MMAAADcAAAADwAAAAAAAAAAAAAAAACYAgAAZHJzL2Rv&#10;d25yZXYueG1sUEsFBgAAAAAEAAQA9QAAAIg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153" o:spid="_x0000_s1181" style="position:absolute;left:1660;top:1176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IuqMMA&#10;AADcAAAADwAAAGRycy9kb3ducmV2LnhtbERPTWvCQBC9F/oflin0VjeWRiV1E8RSFKSgsbTXITsm&#10;wexsyG6T+O/dguBtHu9zltloGtFT52rLCqaTCARxYXXNpYLv4+fLAoTzyBoby6TgQg6y9PFhiYm2&#10;Ax+oz30pQgi7BBVU3reJlK6oyKCb2JY4cCfbGfQBdqXUHQ4h3DTyNYpm0mDNoaHCltYVFef8zyj4&#10;GrZ9s//5mEv3u5/G5e4Sbza5Us9P4+odhKfR38U391aH+fEb/D8TL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IuqMMAAADcAAAADwAAAAAAAAAAAAAAAACYAgAAZHJzL2Rv&#10;d25yZXYueG1sUEsFBgAAAAAEAAQA9QAAAIg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54" o:spid="_x0000_s1182" style="position:absolute;left:1660;top:749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6LM8IA&#10;AADcAAAADwAAAGRycy9kb3ducmV2LnhtbERPTWvCQBC9F/wPywje6kYhbYmuIooolIKNotchOybB&#10;7GzIrkn8911B6G0e73Pmy95UoqXGlZYVTMYRCOLM6pJzBafj9v0LhPPIGivLpOBBDpaLwdscE207&#10;/qU29bkIIewSVFB4XydSuqwgg25sa+LAXW1j0AfY5FI32IVwU8lpFH1IgyWHhgJrWheU3dK7UfDT&#10;7dvqcN58Snc5TOL8+xHvdqlSo2G/moHw1Pt/8cu912F+HMPzmXCB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/oszwgAAANwAAAAPAAAAAAAAAAAAAAAAAJgCAABkcnMvZG93&#10;bnJldi54bWxQSwUGAAAAAAQABAD1AAAAhw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155" o:spid="_x0000_s1183" style="position:absolute;left:654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VRMMA&#10;AADcAAAADwAAAGRycy9kb3ducmV2LnhtbERPTWvCQBC9C/0Pywi9mU2EaEldg1SKQiloWtrrkB2T&#10;YHY2ZLdJ/PfdQsHbPN7nbPLJtGKg3jWWFSRRDIK4tLrhSsHnx+viCYTzyBpby6TgRg7y7cNsg5m2&#10;I59pKHwlQgi7DBXU3neZlK6syaCLbEccuIvtDfoA+0rqHscQblq5jOOVNNhwaKixo5eaymvxYxS8&#10;j8ehPX3t19J9n5K0erulh0Oh1ON82j2D8DT5u/jffdRhfrqCv2fCB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wVRMMAAADcAAAADwAAAAAAAAAAAAAAAACYAgAAZHJzL2Rv&#10;d25yZXYueG1sUEsFBgAAAAAEAAQA9QAAAIgDAAAAAA==&#10;" path="m24,r9,l38,5r10,9l48,24r,10l38,38r-5,5l24,48,14,43,5,38,,34,,24,,14,5,5,14,,24,xe" fillcolor="#00a7d1" stroked="f">
                <v:path arrowok="t" o:connecttype="custom" o:connectlocs="24,0;33,0;38,5;48,14;48,24;48,34;38,38;33,43;24,48;14,43;5,38;0,34;0,24;0,14;5,5;14,0;24,0" o:connectangles="0,0,0,0,0,0,0,0,0,0,0,0,0,0,0,0,0"/>
              </v:shape>
              <v:shape id="Freeform 156" o:spid="_x0000_s1184" style="position:absolute;left:541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Cw38MA&#10;AADcAAAADwAAAGRycy9kb3ducmV2LnhtbERPTWvCQBC9F/oflin01mwiREt0DaUiCqWgqeh1yE6T&#10;0OxsyK5J/PduodDbPN7nrPLJtGKg3jWWFSRRDIK4tLrhSsHpa/vyCsJ5ZI2tZVJwIwf5+vFhhZm2&#10;Ix9pKHwlQgi7DBXU3neZlK6syaCLbEccuG/bG/QB9pXUPY4h3LRyFsdzabDh0FBjR+81lT/F1Sj4&#10;HPdDezhvFtJdDklafdzS3a5Q6vlpeluC8DT5f/Gfe6/D/HQBv8+EC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Cw38MAAADcAAAADwAAAAAAAAAAAAAAAACYAgAAZHJzL2Rv&#10;d25yZXYueG1sUEsFBgAAAAAEAAQA9QAAAIgDAAAAAA==&#10;" path="m24,l34,5r9,5l48,14r,10l48,34r-5,9l34,48r-10,l14,48,5,43,,34,,24,,14,5,10,14,5,24,xe" fillcolor="#00a7d1" stroked="f">
                <v:path arrowok="t" o:connecttype="custom" o:connectlocs="24,0;34,5;43,10;48,14;48,24;48,34;43,43;34,48;24,48;14,48;5,43;0,34;0,24;0,14;5,10;14,5;24,0" o:connectangles="0,0,0,0,0,0,0,0,0,0,0,0,0,0,0,0,0"/>
              </v:shape>
              <v:shape id="Freeform 157" o:spid="_x0000_s1185" style="position:absolute;left:1660;top:1166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8krcYA&#10;AADcAAAADwAAAGRycy9kb3ducmV2LnhtbESPQWvCQBCF74X+h2UKvdWNQtoSXaVUikIRNBW9Dtkx&#10;CWZnQ3abxH/fOQi9zfDevPfNYjW6RvXUhdqzgekkAUVceFtzaeD48/XyDipEZIuNZzJwowCr5ePD&#10;AjPrBz5Qn8dSSQiHDA1UMbaZ1qGoyGGY+JZYtIvvHEZZu1LbDgcJd42eJcmrdlizNFTY0mdFxTX/&#10;dQZ2w7Zv9qf1mw7n/TQtv2/pZpMb8/w0fsxBRRrjv/l+vbWCnwqtPCMT6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8krcYAAADcAAAADwAAAAAAAAAAAAAAAACYAgAAZHJz&#10;L2Rvd25yZXYueG1sUEsFBgAAAAAEAAQA9QAAAIsDAAAAAA==&#10;" path="m,24l,15,5,10,14,,24,,34,r4,10l43,15r5,9l43,34,38,44r-4,4l24,48r-10,l5,44,,34,,24xe" fillcolor="#00a7d1" stroked="f">
                <v:path arrowok="t" o:connecttype="custom" o:connectlocs="0,24;0,15;5,10;14,0;24,0;34,0;38,10;43,15;48,24;43,34;38,44;34,48;24,48;14,48;5,44;0,34;0,24" o:connectangles="0,0,0,0,0,0,0,0,0,0,0,0,0,0,0,0,0"/>
              </v:shape>
              <v:shape id="Freeform 158" o:spid="_x0000_s1186" style="position:absolute;left:1660;top:74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OBNsMA&#10;AADcAAAADwAAAGRycy9kb3ducmV2LnhtbERPTWvCQBC9F/oflin0VjcW0mp0E0pLUSiCRtHrkB2T&#10;YHY2ZLdJ/PddoeBtHu9zltloGtFT52rLCqaTCARxYXXNpYLD/vtlBsJ5ZI2NZVJwJQdZ+viwxETb&#10;gXfU574UIYRdggoq79tESldUZNBNbEscuLPtDPoAu1LqDocQbhr5GkVv0mDNoaHClj4rKi75r1Gw&#10;GdZ9sz1+vUt32k7j8ucar1a5Us9P48cChKfR38X/7rUO8+M5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OBNsMAAADcAAAADwAAAAAAAAAAAAAAAACYAgAAZHJzL2Rv&#10;d25yZXYueG1sUEsFBgAAAAAEAAQA9QAAAIgDAAAAAA==&#10;" path="m,24l,15,5,5,14,,24,,34,r4,5l43,15r5,9l43,34,38,44r-4,4l24,48r-10,l5,44,,34,,24xe" fillcolor="#00a7d1" stroked="f">
                <v:path arrowok="t" o:connecttype="custom" o:connectlocs="0,24;0,15;5,5;14,0;24,0;34,0;38,5;43,15;48,24;43,34;38,44;34,48;24,48;14,48;5,44;0,34;0,24" o:connectangles="0,0,0,0,0,0,0,0,0,0,0,0,0,0,0,0,0"/>
              </v:shape>
              <v:shape id="Freeform 159" o:spid="_x0000_s1187" style="position:absolute;left:663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XiFsUA&#10;AADcAAAADwAAAGRycy9kb3ducmV2LnhtbESPQWvCQBCF74L/YRmhN91YUEt0ldJSFKRg06LXITsm&#10;odnZkN0m8d87h4K3Gd6b977Z7AZXq47aUHk2MJ8loIhzbysuDPx8f0xfQIWIbLH2TAZuFGC3HY82&#10;mFrf8xd1WSyUhHBI0UAZY5NqHfKSHIaZb4hFu/rWYZS1LbRtsZdwV+vnJFlqhxVLQ4kNvZWU/2Z/&#10;zsBnf+jq0/l9pcPlNF8Ux9tiv8+MeZoMr2tQkYb4MP9fH6zgLwVfnpEJ9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eIWxQAAANwAAAAPAAAAAAAAAAAAAAAAAJgCAABkcnMv&#10;ZG93bnJldi54bWxQSwUGAAAAAAQABAD1AAAAigMAAAAA&#10;" path="m24,r9,l43,5r5,9l48,24r,10l43,38,33,43r-9,5l14,43,9,38,,34,,24,,14,9,5,14,,24,xe" fillcolor="#00a7d1" stroked="f">
                <v:path arrowok="t" o:connecttype="custom" o:connectlocs="24,0;33,0;43,5;48,14;48,24;48,34;43,38;33,43;24,48;14,43;9,38;0,34;0,24;0,14;9,5;14,0;24,0" o:connectangles="0,0,0,0,0,0,0,0,0,0,0,0,0,0,0,0,0"/>
              </v:shape>
              <v:shape id="Freeform 160" o:spid="_x0000_s1188" style="position:absolute;left:550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HjcMA&#10;AADcAAAADwAAAGRycy9kb3ducmV2LnhtbERPTWvCQBC9C/0PyxR6M5sIaomuoVRKhFLQVPQ6ZKdJ&#10;aHY2ZLdJ/PfdQsHbPN7nbLPJtGKg3jWWFSRRDIK4tLrhSsH5823+DMJ5ZI2tZVJwIwfZ7mG2xVTb&#10;kU80FL4SIYRdigpq77tUSlfWZNBFtiMO3JftDfoA+0rqHscQblq5iOOVNNhwaKixo9eayu/ixyj4&#10;GA9De7zs19Jdj8myer8t87xQ6ulxetmA8DT5u/jffdBh/iqBv2fCB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lHjcMAAADcAAAADwAAAAAAAAAAAAAAAACYAgAAZHJzL2Rv&#10;d25yZXYueG1sUEsFBgAAAAAEAAQA9QAAAIgDAAAAAA==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161" o:spid="_x0000_s1189" style="position:absolute;left:1660;top:1156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Z+sIA&#10;AADcAAAADwAAAGRycy9kb3ducmV2LnhtbERPTYvCMBC9L/gfwgje1lRBV6pRRBEFWdAqeh2asS02&#10;k9LEtv77zcLC3ubxPmex6kwpGqpdYVnBaBiBIE6tLjhTcL3sPmcgnEfWWFomBW9ysFr2PhYYa9vy&#10;mZrEZyKEsItRQe59FUvp0pwMuqGtiAP3sLVBH2CdSV1jG8JNKcdRNJUGCw4NOVa0ySl9Ji+j4Ls9&#10;NOXptv2S7n4aTbLje7LfJ0oN+t16DsJT5//Ff+6DDvOnY/h9Jlw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9n6wgAAANwAAAAPAAAAAAAAAAAAAAAAAJgCAABkcnMvZG93&#10;bnJldi54bWxQSwUGAAAAAAQABAD1AAAAhwMAAAAA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162" o:spid="_x0000_s1190" style="position:absolute;left:1660;top:730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d8YcQA&#10;AADcAAAADwAAAGRycy9kb3ducmV2LnhtbERPTWvCQBC9F/oflil4azYq2pK6CUURhSJoWvQ6ZKdJ&#10;aHY2ZLdJ/PfdguBtHu9zVtloGtFT52rLCqZRDIK4sLrmUsHX5/b5FYTzyBoby6TgSg6y9PFhhYm2&#10;A5+oz30pQgi7BBVU3reJlK6oyKCLbEscuG/bGfQBdqXUHQ4h3DRyFsdLabDm0FBhS+uKip/81yg4&#10;DPu+OZ43L9JdjtNF+XFd7Ha5UpOn8f0NhKfR38U3916H+cs5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3fGHEAAAA3AAAAA8AAAAAAAAAAAAAAAAAmAIAAGRycy9k&#10;b3ducmV2LnhtbFBLBQYAAAAABAAEAPUAAACJAwAAAAA=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163" o:spid="_x0000_s1191" style="position:absolute;left:673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7kFcQA&#10;AADcAAAADwAAAGRycy9kb3ducmV2LnhtbERPTWvCQBC9F/oflil4azaK2pK6CUURhSJoWvQ6ZKdJ&#10;aHY2ZLdJ/PfdguBtHu9zVtloGtFT52rLCqZRDIK4sLrmUsHX5/b5FYTzyBoby6TgSg6y9PFhhYm2&#10;A5+oz30pQgi7BBVU3reJlK6oyKCLbEscuG/bGfQBdqXUHQ4h3DRyFsdLabDm0FBhS+uKip/81yg4&#10;DPu+OZ43L9JdjtNF+XFd7Ha5UpOn8f0NhKfR38U3916H+cs5/D8TLp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5BXEAAAA3AAAAA8AAAAAAAAAAAAAAAAAmAIAAGRycy9k&#10;b3ducmV2LnhtbFBLBQYAAAAABAAEAPUAAACJAwAAAAA=&#10;" path="m24,r9,l43,5r5,9l48,24r,10l43,38,33,43r-9,5l14,43,9,38,4,34,,24,4,14,9,5,14,,24,xe" fillcolor="#00a7d1" stroked="f">
                <v:path arrowok="t" o:connecttype="custom" o:connectlocs="24,0;33,0;43,5;48,14;48,24;48,34;43,38;33,43;24,48;14,43;9,38;4,34;0,24;4,14;9,5;14,0;24,0" o:connectangles="0,0,0,0,0,0,0,0,0,0,0,0,0,0,0,0,0"/>
              </v:shape>
              <v:shape id="Freeform 164" o:spid="_x0000_s1192" style="position:absolute;left:560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JBjsMA&#10;AADcAAAADwAAAGRycy9kb3ducmV2LnhtbERPTWvCQBC9C/0Pywi9mU2EaEldg1SKQiloWtrrkB2T&#10;YHY2ZLdJ/PfdQsHbPN7nbPLJtGKg3jWWFSRRDIK4tLrhSsHnx+viCYTzyBpby6TgRg7y7cNsg5m2&#10;I59pKHwlQgi7DBXU3neZlK6syaCLbEccuIvtDfoA+0rqHscQblq5jOOVNNhwaKixo5eaymvxYxS8&#10;j8ehPX3t19J9n5K0erulh0Oh1ON82j2D8DT5u/jffdRh/iqFv2fCB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JBjsMAAADcAAAADwAAAAAAAAAAAAAAAACYAgAAZHJzL2Rv&#10;d25yZXYueG1sUEsFBgAAAAAEAAQA9QAAAIgDAAAAAA==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165" o:spid="_x0000_s1193" style="position:absolute;left:1660;top:11474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dCcQA&#10;AADcAAAADwAAAGRycy9kb3ducmV2LnhtbERPTWvCQBC9F/oflil4Kc2mKsFGVykW0ZsYQ+NxyE6T&#10;0Oxsml01/vtuQehtHu9zFqvBtOJCvWssK3iNYhDEpdUNVwry4+ZlBsJ5ZI2tZVJwIwer5ePDAlNt&#10;r3ygS+YrEULYpaig9r5LpXRlTQZdZDviwH3Z3qAPsK+k7vEawk0rx3GcSIMNh4YaO1rXVH5nZ6Ng&#10;mr/Nno8f68MpT8p8P3xOtsVPodToaXifg/A0+H/x3b3TYX6SwN8z4QK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W3QnEAAAA3AAAAA8AAAAAAAAAAAAAAAAAmAIAAGRycy9k&#10;b3ducmV2LnhtbFBLBQYAAAAABAAEAPUAAACJAwAAAAA=&#10;" path="m,23l,14,5,4,14,,24,,34,r4,4l43,14r5,9l43,33r-5,5l34,43,24,47,14,43,5,38,,33,,23xe" fillcolor="#00a7d1" stroked="f">
                <v:path arrowok="t" o:connecttype="custom" o:connectlocs="0,23;0,14;5,4;14,0;24,0;34,0;38,4;43,14;48,23;43,33;38,38;34,43;24,47;14,43;5,38;0,33;0,23" o:connectangles="0,0,0,0,0,0,0,0,0,0,0,0,0,0,0,0,0"/>
              </v:shape>
              <v:shape id="Freeform 166" o:spid="_x0000_s1194" style="position:absolute;left:1660;top:7210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p4ksQA&#10;AADcAAAADwAAAGRycy9kb3ducmV2LnhtbERPTWvCQBC9F/wPywheim60JWp0FbEUeytqUI9DdkyC&#10;2dmY3Wr8991Cwds83ufMl62pxI0aV1pWMBxEIIgzq0vOFaT7z/4EhPPIGivLpOBBDpaLzsscE23v&#10;vKXbzucihLBLUEHhfZ1I6bKCDLqBrYkDd7aNQR9gk0vd4D2Em0qOoiiWBksODQXWtC4ou+x+jIL3&#10;dDp53X+st6c0ztLv9vC2OV6PSvW67WoGwlPrn+J/95cO8+Mx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aeJLEAAAA3AAAAA8AAAAAAAAAAAAAAAAAmAIAAGRycy9k&#10;b3ducmV2LnhtbFBLBQYAAAAABAAEAPUAAACJAwAAAAA=&#10;" path="m,24l,14,5,4,14,,24,,34,r4,4l43,14r5,10l43,33r-5,5l34,43,24,47,14,43,5,38,,33,,24xe" fillcolor="#00a7d1" stroked="f">
                <v:path arrowok="t" o:connecttype="custom" o:connectlocs="0,24;0,14;5,4;14,0;24,0;34,0;38,4;43,14;48,24;43,33;38,38;34,43;24,47;14,43;5,38;0,33;0,24" o:connectangles="0,0,0,0,0,0,0,0,0,0,0,0,0,0,0,0,0"/>
              </v:shape>
              <v:shape id="Freeform 167" o:spid="_x0000_s1195" style="position:absolute;left:6830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EMSsUA&#10;AADcAAAADwAAAGRycy9kb3ducmV2LnhtbESPQU/DMAyF70j8h8hI3Fg6JLapLJsGEhLjAut22c1q&#10;TFOtcUpjtvLv8QGJm633/N7n5XqMnTnTkNvEDqaTAgxxnXzLjYPD/uVuASYLsscuMTn4oQzr1fXV&#10;EkufLryjcyWN0RDOJToIIn1pba4DRcyT1BOr9pmGiKLr0Fg/4EXDY2fvi2JmI7asDQF7eg5Un6rv&#10;6OD4NH+vPH1t5nLc7T/ewnbxIFvnbm/GzSMYoVH+zX/Xr17xZ0qrz+gEd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QxKxQAAANwAAAAPAAAAAAAAAAAAAAAAAJgCAABkcnMv&#10;ZG93bnJldi54bWxQSwUGAAAAAAQABAD1AAAAigMAAAAA&#10;" path="m28,l38,r5,5l48,14r4,10l48,34r-5,4l38,43,28,48,19,43,9,38,4,34,,24,4,14,9,5,19,r9,xe" fillcolor="#00a7d1" stroked="f">
                <v:path arrowok="t" o:connecttype="custom" o:connectlocs="28,0;38,0;43,5;48,14;52,24;48,34;43,38;38,43;28,48;19,43;9,38;4,34;0,24;4,14;9,5;19,0;28,0" o:connectangles="0,0,0,0,0,0,0,0,0,0,0,0,0,0,0,0,0"/>
              </v:shape>
              <v:shape id="Freeform 168" o:spid="_x0000_s1196" style="position:absolute;left:570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9Li8IA&#10;AADcAAAADwAAAGRycy9kb3ducmV2LnhtbERP22rCQBB9L/gPywh9qxsL3qKrSEtRkIJG0dchOybB&#10;7GzIbpP4925B8G0O5zqLVWdK0VDtCssKhoMIBHFqdcGZgtPx52MKwnlkjaVlUnAnB6tl722BsbYt&#10;H6hJfCZCCLsYFeTeV7GULs3JoBvYijhwV1sb9AHWmdQ1tiHclPIzisbSYMGhIceKvnJKb8mfUfDb&#10;bptyf/6eSHfZD0fZ7j7abBKl3vvdeg7CU+df4qd7q8P88Qz+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0uLwgAAANwAAAAPAAAAAAAAAAAAAAAAAJgCAABkcnMvZG93&#10;bnJldi54bWxQSwUGAAAAAAQABAD1AAAAhwMAAAAA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169" o:spid="_x0000_s1197" style="position:absolute;left:1660;top:11373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rNkMUA&#10;AADcAAAADwAAAGRycy9kb3ducmV2LnhtbESPQUvDQBCF74L/YRnBi9iNWqzEboOIQsFT0+h5zI5J&#10;MDsbdjdN8u+dg9DbDO/Ne99si9n16kQhdp4N3K0yUMS1tx03Bqrj++0TqJiQLfaeycBCEYrd5cUW&#10;c+snPtCpTI2SEI45GmhTGnKtY92Sw7jyA7FoPz44TLKGRtuAk4S7Xt9n2aN22LE0tDjQa0v1bzk6&#10;A2X1UH/O38vH2H91b0u42U/rzdqY66v55RlUojmdzf/Xeyv4G8GXZ2QCv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+s2QxQAAANwAAAAPAAAAAAAAAAAAAAAAAJgCAABkcnMv&#10;ZG93bnJldi54bWxQSwUGAAAAAAQABAD1AAAAigMAAAAA&#10;" path="m,24l,19,5,9,14,5,24,,34,5r4,4l43,19r5,5l43,33,38,43r-4,5l24,53,14,48,5,43,,33,,24xe" fillcolor="#00a7d1" stroked="f">
                <v:path arrowok="t" o:connecttype="custom" o:connectlocs="0,24;0,19;5,9;14,5;24,0;34,5;38,9;43,19;48,24;43,33;38,43;34,48;24,53;14,48;5,43;0,33;0,24" o:connectangles="0,0,0,0,0,0,0,0,0,0,0,0,0,0,0,0,0"/>
              </v:shape>
              <v:shape id="Freeform 170" o:spid="_x0000_s1198" style="position:absolute;left:1660;top:710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DRUMIA&#10;AADcAAAADwAAAGRycy9kb3ducmV2LnhtbERPTWvCQBC9C/6HZQRvuknBWqKriKUoiKCp6HXITpPQ&#10;7GzIbpP477uC4G0e73OW695UoqXGlZYVxNMIBHFmdcm5gsv31+QDhPPIGivLpOBODtar4WCJibYd&#10;n6lNfS5CCLsEFRTe14mULivIoJvamjhwP7Yx6ANscqkb7EK4qeRbFL1LgyWHhgJr2haU/aZ/RsGx&#10;27fV6fo5l+52imf54T7b7VKlxqN+swDhqfcv8dO912H+PIbHM+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cNFQwgAAANwAAAAPAAAAAAAAAAAAAAAAAJgCAABkcnMvZG93&#10;bnJldi54bWxQSwUGAAAAAAQABAD1AAAAhwMAAAAA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71" o:spid="_x0000_s1199" style="position:absolute;left:693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JPJ8MA&#10;AADcAAAADwAAAGRycy9kb3ducmV2LnhtbERP22rCQBB9F/oPyxT6phuFaEldpbSUBIpg06KvQ3aa&#10;hGZnQ3aby9+7guDbHM51tvvRNKKnztWWFSwXEQjiwuqaSwU/3x/zZxDOI2tsLJOCiRzsdw+zLSba&#10;DvxFfe5LEULYJaig8r5NpHRFRQbdwrbEgfu1nUEfYFdK3eEQwk0jV1G0lgZrDg0VtvRWUfGX/xsF&#10;hyHrm+PpfSPd+biMy88pTtNcqafH8fUFhKfR38U3d6bD/M0Krs+EC+Tu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JPJ8MAAADcAAAADwAAAAAAAAAAAAAAAACYAgAAZHJzL2Rv&#10;d25yZXYueG1sUEsFBgAAAAAEAAQA9QAAAIgDAAAAAA==&#10;" path="m24,l34,r5,5l43,14r5,10l43,34r-4,4l34,43,24,48,15,43,5,38,,34,,24,,14,5,5,15,r9,xe" fillcolor="#00a7d1" stroked="f">
                <v:path arrowok="t" o:connecttype="custom" o:connectlocs="24,0;34,0;39,5;43,14;48,24;43,34;39,38;34,43;24,48;15,43;5,38;0,34;0,24;0,14;5,5;15,0;24,0" o:connectangles="0,0,0,0,0,0,0,0,0,0,0,0,0,0,0,0,0"/>
              </v:shape>
              <v:shape id="Freeform 172" o:spid="_x0000_s1200" style="position:absolute;left:580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7qvMQA&#10;AADcAAAADwAAAGRycy9kb3ducmV2LnhtbERPTWvCQBC9C/0PyxR6040tmpJmI6WlKIigqdjrkJ0m&#10;odnZkN0m8d+7guBtHu9z0tVoGtFT52rLCuazCARxYXXNpYLj99f0FYTzyBoby6TgTA5W2cMkxUTb&#10;gQ/U574UIYRdggoq79tESldUZNDNbEscuF/bGfQBdqXUHQ4h3DTyOYqW0mDNoaHClj4qKv7yf6Ng&#10;N2z6Zn/6jKX72c8X5fa8WK9zpZ4ex/c3EJ5Gfxff3B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6rzEAAAA3AAAAA8AAAAAAAAAAAAAAAAAmAIAAGRycy9k&#10;b3ducmV2LnhtbFBLBQYAAAAABAAEAPUAAACJAwAAAAA=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173" o:spid="_x0000_s1201" style="position:absolute;left:1660;top:1127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dyyMQA&#10;AADcAAAADwAAAGRycy9kb3ducmV2LnhtbERPTWvCQBC9C/0PyxR6042lmpJmI6WlKIigqdjrkJ0m&#10;odnZkN0m8d+7guBtHu9z0tVoGtFT52rLCuazCARxYXXNpYLj99f0FYTzyBoby6TgTA5W2cMkxUTb&#10;gQ/U574UIYRdggoq79tESldUZNDNbEscuF/bGfQBdqXUHQ4h3DTyOYqW0mDNoaHClj4qKv7yf6Ng&#10;N2z6Zn/6jKX72c8X5fa8WK9zpZ4ex/c3EJ5Gfxff3B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HcsjEAAAA3AAAAA8AAAAAAAAAAAAAAAAAmAIAAGRycy9k&#10;b3ducmV2LnhtbFBLBQYAAAAABAAEAPUAAACJAwAAAAA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74" o:spid="_x0000_s1202" style="position:absolute;left:1660;top:701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XU8MA&#10;AADcAAAADwAAAGRycy9kb3ducmV2LnhtbERPTWvCQBC9F/oflin01mwiREt0DaUiCqWgqeh1yE6T&#10;0OxsyK5J/PduodDbPN7nrPLJtGKg3jWWFSRRDIK4tLrhSsHpa/vyCsJ5ZI2tZVJwIwf5+vFhhZm2&#10;Ix9pKHwlQgi7DBXU3neZlK6syaCLbEccuG/bG/QB9pXUPY4h3LRyFsdzabDh0FBjR+81lT/F1Sj4&#10;HPdDezhvFtJdDklafdzS3a5Q6vlpeluC8DT5f/Gfe6/D/EUKv8+EC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vXU8MAAADcAAAADwAAAAAAAAAAAAAAAACYAgAAZHJzL2Rv&#10;d25yZXYueG1sUEsFBgAAAAAEAAQA9QAAAIgDAAAAAA==&#10;" path="m,24l,14,5,9,14,5,24,,34,5r4,4l43,14r5,10l43,33,38,43r-4,5l24,48r-10,l5,43,,33,,24xe" fillcolor="#00a7d1" stroked="f">
                <v:path arrowok="t" o:connecttype="custom" o:connectlocs="0,24;0,14;5,9;14,5;24,0;34,5;38,9;43,14;48,24;43,33;38,43;34,48;24,48;14,48;5,43;0,33;0,24" o:connectangles="0,0,0,0,0,0,0,0,0,0,0,0,0,0,0,0,0"/>
              </v:shape>
              <v:shape id="Freeform 175" o:spid="_x0000_s1203" style="position:absolute;left:702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JJMMA&#10;AADcAAAADwAAAGRycy9kb3ducmV2LnhtbERP22rCQBB9F/oPyxT6VjcKJpK6SmkRhSLEtOjrkJ0m&#10;odnZkN3m8vddoeDbHM51NrvRNKKnztWWFSzmEQjiwuqaSwVfn/vnNQjnkTU2lknBRA5224fZBlNt&#10;Bz5Tn/tShBB2KSqovG9TKV1RkUE3ty1x4L5tZ9AH2JVSdziEcNPIZRTF0mDNoaHClt4qKn7yX6Pg&#10;NBz7Jru8J9Jds8Wq/JhWh0Ou1NPj+PoCwtPo7+J/91GH+UkMt2fCB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lJJMMAAADcAAAADwAAAAAAAAAAAAAAAACYAgAAZHJzL2Rv&#10;d25yZXYueG1sUEsFBgAAAAAEAAQA9QAAAIgDAAAAAA==&#10;" path="m24,l34,r9,5l48,14r,10l48,34r-5,4l34,43,24,48,15,43,5,38,,34,,24,,14,5,5,15,r9,xe" fillcolor="#00a7d1" stroked="f">
                <v:path arrowok="t" o:connecttype="custom" o:connectlocs="24,0;34,0;43,5;48,14;48,24;48,34;43,38;34,43;24,48;15,43;5,38;0,34;0,24;0,14;5,5;15,0;24,0" o:connectangles="0,0,0,0,0,0,0,0,0,0,0,0,0,0,0,0,0"/>
              </v:shape>
              <v:shape id="Freeform 176" o:spid="_x0000_s1204" style="position:absolute;left:589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sv8MA&#10;AADcAAAADwAAAGRycy9kb3ducmV2LnhtbERPTWvCQBC9F/oflhF6M5sImpK6BqkUhVLQtLTXITsm&#10;wexsyG6T+O/dgtDbPN7nrPPJtGKg3jWWFSRRDIK4tLrhSsHX59v8GYTzyBpby6TgSg7yzePDGjNt&#10;Rz7RUPhKhBB2GSqove8yKV1Zk0EX2Y44cGfbG/QB9pXUPY4h3LRyEccrabDh0FBjR681lZfi1yj4&#10;GA9De/zepdL9HJNl9X5d7veFUk+zafsCwtPk/8V390GH+WkKf8+EC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Xsv8MAAADcAAAADwAAAAAAAAAAAAAAAACYAgAAZHJzL2Rv&#10;d25yZXYueG1sUEsFBgAAAAAEAAQA9QAAAIgDAAAAAA==&#10;" path="m24,r9,5l43,10r5,4l48,24r,10l43,43,33,48r-9,l14,48,4,43,,34,,24,,14,4,10,14,5,24,xe" fillcolor="#00a7d1" stroked="f">
                <v:path arrowok="t" o:connecttype="custom" o:connectlocs="24,0;33,5;43,10;48,14;48,24;48,34;43,43;33,48;24,48;14,48;4,43;0,34;0,24;0,14;4,10;14,5;24,0" o:connectangles="0,0,0,0,0,0,0,0,0,0,0,0,0,0,0,0,0"/>
              </v:shape>
              <v:shape id="Freeform 177" o:spid="_x0000_s1205" style="position:absolute;left:1660;top:691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4zcUA&#10;AADcAAAADwAAAGRycy9kb3ducmV2LnhtbESPQWvCQBCF74L/YRmhN91YUEt0ldJSFKRg06LXITsm&#10;odnZkN0m8d93DoK3Gd6b977Z7AZXq47aUHk2MJ8loIhzbysuDPx8f0xfQIWIbLH2TAZuFGC3HY82&#10;mFrf8xd1WSyUhHBI0UAZY5NqHfKSHIaZb4hFu/rWYZS1LbRtsZdwV+vnJFlqhxVLQ4kNvZWU/2Z/&#10;zsBnf+jq0/l9pcPlNF8Ux9tiv8+MeZoMr2tQkYb4MN+vD1bwV0Irz8gEe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SnjNxQAAANwAAAAPAAAAAAAAAAAAAAAAAJgCAABkcnMv&#10;ZG93bnJldi54bWxQSwUGAAAAAAQABAD1AAAAigMAAAAA&#10;" path="m,24l,14,5,5,14,,24,,34,r4,5l43,14r5,10l43,34r-5,9l34,48r-10,l14,48,5,43,,34,,24xe" fillcolor="#00a7d1" stroked="f">
                <v:path arrowok="t" o:connecttype="custom" o:connectlocs="0,24;0,14;5,5;14,0;24,0;34,0;38,5;43,14;48,24;43,34;38,43;34,48;24,48;14,48;5,43;0,34;0,24" o:connectangles="0,0,0,0,0,0,0,0,0,0,0,0,0,0,0,0,0"/>
              </v:shape>
              <v:shape id="Freeform 178" o:spid="_x0000_s1206" style="position:absolute;left:712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bdVsQA&#10;AADcAAAADwAAAGRycy9kb3ducmV2LnhtbERP22rCQBB9L/Qflin0rdlYiJfUVUpFIpSCRtHXITtN&#10;QrOzIbtN4t+7hYJvczjXWa5H04ieOldbVjCJYhDEhdU1lwpOx+3LHITzyBoby6TgSg7Wq8eHJaba&#10;DnygPvelCCHsUlRQed+mUrqiIoMusi1x4L5tZ9AH2JVSdziEcNPI1zieSoM1h4YKW/qoqPjJf42C&#10;r2HXN/vzZibdZT9Jys9rkmW5Us9P4/sbCE+jv4v/3Tsd5s8W8Pd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G3VbEAAAA3AAAAA8AAAAAAAAAAAAAAAAAmAIAAGRycy9k&#10;b3ducmV2LnhtbFBLBQYAAAAABAAEAPUAAACJAwAAAAA=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179" o:spid="_x0000_s1207" style="position:absolute;left:599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E7MUA&#10;AADcAAAADwAAAGRycy9kb3ducmV2LnhtbESPQWvCQBCF7wX/wzKCt7pRsJXUVUQpCiLYVOx1yE6T&#10;0OxsyG6T+O87B6G3Gd6b975ZbQZXq47aUHk2MJsmoIhzbysuDFw/35+XoEJEtlh7JgN3CrBZj55W&#10;mFrf8wd1WSyUhHBI0UAZY5NqHfKSHIapb4hF+/atwyhrW2jbYi/hrtbzJHnRDiuWhhIb2pWU/2S/&#10;zsC5P3b15bZ/1eHrMlsUp/vicMiMmYyH7RuoSEP8Nz+uj1bwl4Ivz8gEe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6QTs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80" o:spid="_x0000_s1208" style="position:absolute;left:1660;top:682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hd8MA&#10;AADcAAAADwAAAGRycy9kb3ducmV2LnhtbERP22rCQBB9F/oPyxT6ZjYRvBBdpVSKQhFsKvo6ZKdJ&#10;aHY2ZLdJ/HtXEHybw7nOajOYWnTUusqygiSKQRDnVldcKDj9fI4XIJxH1lhbJgVXcrBZv4xWmGrb&#10;8zd1mS9ECGGXooLS+yaV0uUlGXSRbYgD92tbgz7AtpC6xT6Em1pO4ngmDVYcGkps6KOk/C/7NwoO&#10;/b6rj+ftXLrLMZkWX9fpbpcp9fY6vC9BeBr8U/xw73WYv0jg/ky4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hd8MAAADcAAAADwAAAAAAAAAAAAAAAACYAgAAZHJzL2Rv&#10;d25yZXYueG1sUEsFBgAAAAAEAAQA9QAAAIgDAAAAAA=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81" o:spid="_x0000_s1209" style="position:absolute;left:721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c/AMIA&#10;AADcAAAADwAAAGRycy9kb3ducmV2LnhtbERPTYvCMBC9L/gfwgje1lTBXalGEWVREEGr6HVoxrbY&#10;TEqTbeu/3wgL3ubxPme+7EwpGqpdYVnBaBiBIE6tLjhTcDn/fE5BOI+ssbRMCp7kYLnofcwx1rbl&#10;EzWJz0QIYRejgtz7KpbSpTkZdENbEQfubmuDPsA6k7rGNoSbUo6j6EsaLDg05FjROqf0kfwaBYd2&#10;15TH6+ZbuttxNMn2z8l2myg16HerGQhPnX+L/907HeZPx/B6Jlw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dz8AwgAAANwAAAAPAAAAAAAAAAAAAAAAAJgCAABkcnMvZG93&#10;bnJldi54bWxQSwUGAAAAAAQABAD1AAAAhw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182" o:spid="_x0000_s1210" style="position:absolute;left:608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uam8QA&#10;AADcAAAADwAAAGRycy9kb3ducmV2LnhtbERPTWvCQBC9C/0PyxR6040t2hCzkdJSFETQtNTrkJ0m&#10;odnZkN0m8d+7guBtHu9z0vVoGtFT52rLCuazCARxYXXNpYLvr89pDMJ5ZI2NZVJwJgfr7GGSYqLt&#10;wEfqc1+KEMIuQQWV920ipSsqMuhmtiUO3K/tDPoAu1LqDocQbhr5HEVLabDm0FBhS+8VFX/5v1Gw&#10;H7Z9c/j5eJXudJgvyt15sdnkSj09jm8rEJ5Gfxff3F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7mpvEAAAA3AAAAA8AAAAAAAAAAAAAAAAAmAIAAGRycy9k&#10;b3ducmV2LnhtbFBLBQYAAAAABAAEAPUAAACJAwAAAAA=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183" o:spid="_x0000_s1211" style="position:absolute;left:1660;top:672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IC78QA&#10;AADcAAAADwAAAGRycy9kb3ducmV2LnhtbERPTWvCQBC9C/0PyxR6042l2hCzkdJSFETQtNTrkJ0m&#10;odnZkN0m8d+7guBtHu9z0vVoGtFT52rLCuazCARxYXXNpYLvr89pDMJ5ZI2NZVJwJgfr7GGSYqLt&#10;wEfqc1+KEMIuQQWV920ipSsqMuhmtiUO3K/tDPoAu1LqDocQbhr5HEVLabDm0FBhS+8VFX/5v1Gw&#10;H7Z9c/j5eJXudJgvyt15sdnkSj09jm8rEJ5Gfxff3Fsd5scv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SAu/EAAAA3AAAAA8AAAAAAAAAAAAAAAAAmAIAAGRycy9k&#10;b3ducmV2LnhtbFBLBQYAAAAABAAEAPUAAACJAwAAAAA=&#10;" path="m,24l,14,5,5,14,,24,,34,r4,5l43,14r5,10l43,34r-5,4l34,43,24,48,14,43,5,38,,34,,24xe" fillcolor="#00a7d1" stroked="f">
                <v:path arrowok="t" o:connecttype="custom" o:connectlocs="0,24;0,14;5,5;14,0;24,0;34,0;38,5;43,14;48,24;43,34;38,38;34,43;24,48;14,43;5,38;0,34;0,24" o:connectangles="0,0,0,0,0,0,0,0,0,0,0,0,0,0,0,0,0"/>
              </v:shape>
              <v:shape id="Freeform 184" o:spid="_x0000_s1212" style="position:absolute;left:731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6ndMMA&#10;AADcAAAADwAAAGRycy9kb3ducmV2LnhtbERPTWvCQBC9F/wPyxS8NZsIaSV1DUURBSloLO11yE6T&#10;0OxsyK5J/PfdQsHbPN7nrPLJtGKg3jWWFSRRDIK4tLrhSsHHZfe0BOE8ssbWMim4kYN8PXtYYabt&#10;yGcaCl+JEMIuQwW1910mpStrMugi2xEH7tv2Bn2AfSV1j2MIN61cxPGzNNhwaKixo01N5U9xNQre&#10;x8PQnj63L9J9nZK0Ot7S/b5Qav44vb2C8DT5u/jffdBh/jKFv2fC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6ndMMAAADcAAAADwAAAAAAAAAAAAAAAACYAgAAZHJzL2Rv&#10;d25yZXYueG1sUEsFBgAAAAAEAAQA9QAAAIgDAAAAAA==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85" o:spid="_x0000_s1213" style="position:absolute;left:618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w5A8MA&#10;AADcAAAADwAAAGRycy9kb3ducmV2LnhtbERP22rCQBB9L/Qflin0rW4UjCF1ldIiCkWIadHXITtN&#10;QrOzIbvN5e+7guDbHM511tvRNKKnztWWFcxnEQjiwuqaSwXfX7uXBITzyBoby6RgIgfbzePDGlNt&#10;Bz5Rn/tShBB2KSqovG9TKV1RkUE3sy1x4H5sZ9AH2JVSdziEcNPIRRTF0mDNoaHClt4rKn7zP6Pg&#10;OBz6Jjt/rKS7ZPNl+Tkt9/tcqeen8e0VhKfR38U390GH+UkM12fCB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w5A8MAAADcAAAADwAAAAAAAAAAAAAAAACYAgAAZHJzL2Rv&#10;d25yZXYueG1sUEsFBgAAAAAEAAQA9QAAAIgDAAAAAA==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186" o:spid="_x0000_s1214" style="position:absolute;left:1660;top:662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CcmMMA&#10;AADcAAAADwAAAGRycy9kb3ducmV2LnhtbERP22rCQBB9L/Qflin0rW4UbELqKqVFFIoQ06KvQ3aa&#10;hGZnQ3aby9+7guDbHM51VpvRNKKnztWWFcxnEQjiwuqaSwU/39uXBITzyBoby6RgIgeb9ePDClNt&#10;Bz5Sn/tShBB2KSqovG9TKV1RkUE3sy1x4H5tZ9AH2JVSdziEcNPIRRS9SoM1h4YKW/qoqPjL/42C&#10;w7Dvm+z0GUt3zubL8mta7na5Us9P4/sbCE+jv4tv7r0O85MYrs+EC+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CcmMMAAADcAAAADwAAAAAAAAAAAAAAAACYAgAAZHJzL2Rv&#10;d25yZXYueG1sUEsFBgAAAAAEAAQA9QAAAIgDAAAAAA==&#10;" path="m,24l,15,5,10,14,5,24,,34,5r4,5l43,15r5,9l43,34,38,44r-4,4l24,48r-10,l5,44,,34,,24xe" fillcolor="#00a7d1" stroked="f">
                <v:path arrowok="t" o:connecttype="custom" o:connectlocs="0,24;0,15;5,10;14,5;24,0;34,5;38,10;43,15;48,24;43,34;38,44;34,48;24,48;14,48;5,44;0,34;0,24" o:connectangles="0,0,0,0,0,0,0,0,0,0,0,0,0,0,0,0,0"/>
              </v:shape>
              <v:shape id="Freeform 187" o:spid="_x0000_s1215" style="position:absolute;left:741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8I6sUA&#10;AADcAAAADwAAAGRycy9kb3ducmV2LnhtbESPQWvCQBCF7wX/wzKCt7pRsJXUVUQpCiLYVOx1yE6T&#10;0OxsyG6T+O87B6G3Gd6b975ZbQZXq47aUHk2MJsmoIhzbysuDFw/35+XoEJEtlh7JgN3CrBZj55W&#10;mFrf8wd1WSyUhHBI0UAZY5NqHfKSHIapb4hF+/atwyhrW2jbYi/hrtbzJHnRDiuWhhIb2pWU/2S/&#10;zsC5P3b15bZ/1eHrMlsUp/vicMiMmYyH7RuoSEP8Nz+uj1bwl0Irz8gEe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wjqxQAAANwAAAAPAAAAAAAAAAAAAAAAAJgCAABkcnMv&#10;ZG93bnJldi54bWxQSwUGAAAAAAQABAD1AAAAigMAAAAA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188" o:spid="_x0000_s1216" style="position:absolute;left:628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OtccMA&#10;AADcAAAADwAAAGRycy9kb3ducmV2LnhtbERPTWvCQBC9C/6HZYTedGNBa1M3QSxFoQg2FXsdsmMS&#10;zM6G7JrEf98VCr3N433OOh1MLTpqXWVZwXwWgSDOra64UHD6/piuQDiPrLG2TAru5CBNxqM1xtr2&#10;/EVd5gsRQtjFqKD0vomldHlJBt3MNsSBu9jWoA+wLaRusQ/hppbPUbSUBisODSU2tC0pv2Y3o+DQ&#10;77v6eH5/ke7nOF8Un/fFbpcp9TQZNm8gPA3+X/zn3uswf/UKj2fCBTL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OtccMAAADcAAAADwAAAAAAAAAAAAAAAACYAgAAZHJzL2Rv&#10;d25yZXYueG1sUEsFBgAAAAAEAAQA9QAAAIgDAAAAAA==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189" o:spid="_x0000_s1217" style="position:absolute;left:1703;top:3229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aQwcYA&#10;AADcAAAADwAAAGRycy9kb3ducmV2LnhtbESPQWvCQBCF7wX/wzJCL0U31SKauooopd6KGmqPQ3aa&#10;BLOzaXar8d87B8HbDO/Ne9/Ml52r1ZnaUHk28DpMQBHn3lZcGMgOH4MpqBCRLdaeycCVAiwXvac5&#10;ptZfeEfnfSyUhHBI0UAZY5NqHfKSHIahb4hF+/WtwyhrW2jb4kXCXa1HSTLRDiuWhhIbWpeUn/b/&#10;zsBbNpu+HDbr3U82ybOv7nv8efw7GvPc71bvoCJ18WG+X2+t4M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2aQwcYAAADcAAAADwAAAAAAAAAAAAAAAACYAgAAZHJz&#10;L2Rvd25yZXYueG1sUEsFBgAAAAAEAAQA9QAAAIsDAAAAAA==&#10;" path="m5,9l15,4,24,,34,4r5,5l48,14r,10l48,33,39,43r-5,4l24,47r-9,l5,43,,33,,24,,14,5,9xe" fillcolor="#00a7d1" stroked="f">
                <v:path arrowok="t" o:connecttype="custom" o:connectlocs="5,9;15,4;24,0;34,4;39,9;48,14;48,24;48,33;39,43;34,47;24,47;15,47;5,43;0,33;0,24;0,14;5,9" o:connectangles="0,0,0,0,0,0,0,0,0,0,0,0,0,0,0,0,0"/>
              </v:shape>
              <v:shape id="Freeform 190" o:spid="_x0000_s1218" style="position:absolute;left:1660;top:652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3qsMA&#10;AADcAAAADwAAAGRycy9kb3ducmV2LnhtbERPTWvCQBC9F/wPywi91U0KtjW6CaWlKBTBRtHrkB2T&#10;YHY2ZLdJ/PddoeBtHu9zVtloGtFT52rLCuJZBIK4sLrmUsFh//X0BsJ5ZI2NZVJwJQdZOnlYYaLt&#10;wD/U574UIYRdggoq79tESldUZNDNbEscuLPtDPoAu1LqDocQbhr5HEUv0mDNoaHClj4qKi75r1Gw&#10;HTZ9szt+vkp32sXz8vs6X69zpR6n4/sShKfR38X/7o0O8xcx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w3qsMAAADcAAAADwAAAAAAAAAAAAAAAACYAgAAZHJzL2Rv&#10;d25yZXYueG1sUEsFBgAAAAAEAAQA9QAAAIgDAAAAAA==&#10;" path="m,24l,15,5,10,14,,24,,34,r4,10l43,15r5,9l43,34,38,44r-4,4l24,48r-10,l5,44,,34,,24xe" fillcolor="#00a7d1" stroked="f">
                <v:path arrowok="t" o:connecttype="custom" o:connectlocs="0,24;0,15;5,10;14,0;24,0;34,0;38,10;43,15;48,24;43,34;38,44;34,48;24,48;14,48;5,44;0,34;0,24" o:connectangles="0,0,0,0,0,0,0,0,0,0,0,0,0,0,0,0,0"/>
              </v:shape>
              <v:shape id="Freeform 191" o:spid="_x0000_s1219" style="position:absolute;left:751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6p3cIA&#10;AADcAAAADwAAAGRycy9kb3ducmV2LnhtbERPTWvCQBC9C/6HZYTedKOgbaOrSEtREEHTotchOybB&#10;7GzIrkn8965Q8DaP9zmLVWdK0VDtCssKxqMIBHFqdcGZgr/fn+EHCOeRNZaWScGdHKyW/d4CY21b&#10;PlKT+EyEEHYxKsi9r2IpXZqTQTeyFXHgLrY26AOsM6lrbEO4KeUkimbSYMGhIceKvnJKr8nNKNi3&#10;26Y8nL7fpTsfxtNsd59uNolSb4NuPQfhqfMv8b97q8P8zwk8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qndwgAAANwAAAAPAAAAAAAAAAAAAAAAAJgCAABkcnMvZG93&#10;bnJldi54bWxQSwUGAAAAAAQABAD1AAAAhwMAAAAA&#10;" path="m24,r9,l43,5r5,9l48,24r,10l43,38,33,43r-9,5l14,43,5,38,,34,,24,,14,5,5,14,,24,xe" fillcolor="#00a7d1" stroked="f">
                <v:path arrowok="t" o:connecttype="custom" o:connectlocs="24,0;33,0;43,5;48,14;48,24;48,34;43,38;33,43;24,48;14,43;5,38;0,34;0,24;0,14;5,5;14,0;24,0" o:connectangles="0,0,0,0,0,0,0,0,0,0,0,0,0,0,0,0,0"/>
              </v:shape>
              <v:shape id="Freeform 192" o:spid="_x0000_s1220" style="position:absolute;left:638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IMRsMA&#10;AADcAAAADwAAAGRycy9kb3ducmV2LnhtbERPTWvCQBC9C/6HZQRvurFFW6OrlJaiIIJNRa9DdkxC&#10;s7Mhuybx33cFwds83ucs150pRUO1KywrmIwjEMSp1QVnCo6/36N3EM4jaywtk4IbOViv+r0lxtq2&#10;/ENN4jMRQtjFqCD3voqldGlOBt3YVsSBu9jaoA+wzqSusQ3hppQvUTSTBgsODTlW9JlT+pdcjYJ9&#10;u23Kw+nrTbrzYTLNdrfpZpMoNRx0HwsQnjr/FD/cWx3mz1/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uIMRsMAAADcAAAADwAAAAAAAAAAAAAAAACYAgAAZHJzL2Rv&#10;d25yZXYueG1sUEsFBgAAAAAEAAQA9QAAAIgDAAAAAA==&#10;" path="m24,l34,5r9,5l48,14r,10l48,34r-5,9l34,48r-10,l14,48,5,43,,34,,24,,14,5,10,14,5,24,xe" fillcolor="#00a7d1" stroked="f">
                <v:path arrowok="t" o:connecttype="custom" o:connectlocs="24,0;34,5;43,10;48,14;48,24;48,34;43,43;34,48;24,48;14,48;5,43;0,34;0,24;0,14;5,10;14,5;24,0" o:connectangles="0,0,0,0,0,0,0,0,0,0,0,0,0,0,0,0,0"/>
              </v:shape>
              <v:shape id="Freeform 193" o:spid="_x0000_s1221" style="position:absolute;left:1770;top:316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uUMsMA&#10;AADcAAAADwAAAGRycy9kb3ducmV2LnhtbERPTWvCQBC9C/6HZQRvurFUW6OrlJaiIIJNRa9DdkxC&#10;s7Mhuybx33cFwds83ucs150pRUO1KywrmIwjEMSp1QVnCo6/36N3EM4jaywtk4IbOViv+r0lxtq2&#10;/ENN4jMRQtjFqCD3voqldGlOBt3YVsSBu9jaoA+wzqSusQ3hppQvUTSTBgsODTlW9JlT+pdcjYJ9&#10;u23Kw+nrTbrzYTLNdrfpZpMoNRx0HwsQnjr/FD/cWx3mz1/h/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uUMsMAAADcAAAADwAAAAAAAAAAAAAAAACYAgAAZHJzL2Rv&#10;d25yZXYueG1sUEsFBgAAAAAEAAQA9QAAAIgDAAAAAA==&#10;" path="m10,10l15,r9,l34,r9,10l48,15r,9l48,34,43,44r-9,4l24,48r-9,l10,44,5,34,,24,5,15r5,-5xe" fillcolor="#00a7d1" stroked="f">
                <v:path arrowok="t" o:connecttype="custom" o:connectlocs="10,10;15,0;24,0;34,0;43,10;48,15;48,24;48,34;43,44;34,48;24,48;15,48;10,44;5,34;0,24;5,15;10,10" o:connectangles="0,0,0,0,0,0,0,0,0,0,0,0,0,0,0,0,0"/>
              </v:shape>
              <v:shape id="Freeform 194" o:spid="_x0000_s1222" style="position:absolute;left:1660;top:6433;width:48;height:47;visibility:visible;mso-wrap-style:square;v-text-anchor:top" coordsize="48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zWcMA&#10;AADcAAAADwAAAGRycy9kb3ducmV2LnhtbERPTWvCQBC9C/0PyxS8iG6qrWh0laKI3kQN6nHITpPQ&#10;7GzMrhr/vSsUepvH+5zpvDGluFHtCssKPnoRCOLU6oIzBclh1R2BcB5ZY2mZFDzIwXz21ppirO2d&#10;d3Tb+0yEEHYxKsi9r2IpXZqTQdezFXHgfmxt0AdYZ1LXeA/hppT9KBpKgwWHhhwrWuSU/u6vRsFn&#10;Mh51DsvF7pwM02TbHAfr0+WkVPu9+Z6A8NT4f/Gfe6PD/PEXvJ4JF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EzWcMAAADcAAAADwAAAAAAAAAAAAAAAACYAgAAZHJzL2Rv&#10;d25yZXYueG1sUEsFBgAAAAAEAAQA9QAAAIgDAAAAAA==&#10;" path="m,23l,14,5,4,14,,24,,34,r4,4l43,14r5,9l43,33,38,43r-4,4l24,47r-10,l5,43,,33,,23xe" fillcolor="#00a7d1" stroked="f">
                <v:path arrowok="t" o:connecttype="custom" o:connectlocs="0,23;0,14;5,4;14,0;24,0;34,0;38,4;43,14;48,23;43,33;38,43;34,47;24,47;14,47;5,43;0,33;0,23" o:connectangles="0,0,0,0,0,0,0,0,0,0,0,0,0,0,0,0,0"/>
              </v:shape>
              <v:shape id="Freeform 195" o:spid="_x0000_s1223" style="position:absolute;left:760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Wv3sIA&#10;AADcAAAADwAAAGRycy9kb3ducmV2LnhtbERP22rCQBB9L/gPywh9qxsL3qKrSEtRkIJG0dchOybB&#10;7GzIbpP4925B8G0O5zqLVWdK0VDtCssKhoMIBHFqdcGZgtPx52MKwnlkjaVlUnAnB6tl722BsbYt&#10;H6hJfCZCCLsYFeTeV7GULs3JoBvYijhwV1sb9AHWmdQ1tiHclPIzisbSYMGhIceKvnJKb8mfUfDb&#10;bptyf/6eSHfZD0fZ7j7abBKl3vvdeg7CU+df4qd7q8P82Rj+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la/ewgAAANwAAAAPAAAAAAAAAAAAAAAAAJgCAABkcnMvZG93&#10;bnJldi54bWxQSwUGAAAAAAQABAD1AAAAhw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196" o:spid="_x0000_s1224" style="position:absolute;left:647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KRcQA&#10;AADcAAAADwAAAGRycy9kb3ducmV2LnhtbERP22rCQBB9L/Qflin0rdlYiJfUVUpFIpSCRtHXITtN&#10;QrOzIbtN4t+7hYJvczjXWa5H04ieOldbVjCJYhDEhdU1lwpOx+3LHITzyBoby6TgSg7Wq8eHJaba&#10;DnygPvelCCHsUlRQed+mUrqiIoMusi1x4L5tZ9AH2JVSdziEcNPI1zieSoM1h4YKW/qoqPjJf42C&#10;r2HXN/vzZibdZT9Jys9rkmW5Us9P4/sbCE+jv4v/3Tsd5i9m8Pd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ZCkXEAAAA3AAAAA8AAAAAAAAAAAAAAAAAmAIAAGRycy9k&#10;b3ducmV2LnhtbFBLBQYAAAAABAAEAPUAAACJAwAAAAA=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197" o:spid="_x0000_s1225" style="position:absolute;left:1837;top:3094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TtUMQA&#10;AADcAAAADwAAAGRycy9kb3ducmV2LnhtbESPQWvCQBCF7wX/wzKCt7qxB1ujq4hQEA9CrQePY3ZM&#10;gtnZsLvR6K93DoXeZnhv3vtmsepdo24UYu3ZwGScgSIuvK25NHD8/X7/AhUTssXGMxl4UITVcvC2&#10;wNz6O//Q7ZBKJSEcczRQpdTmWseiIodx7Fti0S4+OEyyhlLbgHcJd43+yLKpdlizNFTY0qai4nro&#10;nIH92X6G7jR9+nN54sDPtOt4Zsxo2K/noBL16d/8d721gj8TWn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07VDEAAAA3AAAAA8AAAAAAAAAAAAAAAAAmAIAAGRycy9k&#10;b3ducmV2LnhtbFBLBQYAAAAABAAEAPUAAACJAwAAAAA=&#10;" path="m10,5l20,r9,l34,,44,5r4,10l53,24,48,34r-4,5l34,48r-5,l20,48,10,39,5,34,,24,5,15,10,5xe" fillcolor="#00a7d1" stroked="f">
                <v:path arrowok="t" o:connecttype="custom" o:connectlocs="10,5;20,0;29,0;34,0;44,5;48,15;53,24;48,34;44,39;34,48;29,48;20,48;10,39;5,34;0,24;5,15;10,5" o:connectangles="0,0,0,0,0,0,0,0,0,0,0,0,0,0,0,0,0"/>
              </v:shape>
              <v:shape id="Freeform 198" o:spid="_x0000_s1226" style="position:absolute;left:1660;top:633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o7rMMA&#10;AADcAAAADwAAAGRycy9kb3ducmV2LnhtbERPTWvCQBC9C/6HZYTedGNBW6ObIJaiUASblnodsmMS&#10;zM6G7JrEf98VCr3N433OJh1MLTpqXWVZwXwWgSDOra64UPD99T59BeE8ssbaMim4k4M0GY82GGvb&#10;8yd1mS9ECGEXo4LS+yaW0uUlGXQz2xAH7mJbgz7AtpC6xT6Em1o+R9FSGqw4NJTY0K6k/JrdjIJj&#10;f+jq08/bi3Tn03xRfNwX+32m1NNk2K5BeBr8v/jPfdBh/moFj2fCBTL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o7rMMAAADcAAAADwAAAAAAAAAAAAAAAACYAgAAZHJzL2Rv&#10;d25yZXYueG1sUEsFBgAAAAAEAAQA9QAAAIgDAAAAAA==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199" o:spid="_x0000_s1227" style="position:absolute;left:770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9mysUA&#10;AADcAAAADwAAAGRycy9kb3ducmV2LnhtbESPQWvCQBSE74L/YXlCb2YTQS1pViktEkEEm5b2+si+&#10;JqHZtyG7TeK/dwsFj8PMfMNk+8m0YqDeNZYVJFEMgri0uuFKwcf7YfkIwnlkja1lUnAlB/vdfJZh&#10;qu3IbzQUvhIBwi5FBbX3XSqlK2sy6CLbEQfv2/YGfZB9JXWPY4CbVq7ieCMNNhwWauzopabyp/g1&#10;Cs7jcWgvn69b6b4uybo6Xdd5Xij1sJien0B4mvw9/N8+agWBCH9nwhGQu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2bKxQAAANwAAAAPAAAAAAAAAAAAAAAAAJgCAABkcnMv&#10;ZG93bnJldi54bWxQSwUGAAAAAAQABAD1AAAAigMAAAAA&#10;" path="m24,r9,l43,5r5,9l48,24r,10l43,38,33,43r-9,5l14,43,9,38,4,34,,24,4,14,9,5,14,,24,xe" fillcolor="#00a7d1" stroked="f">
                <v:path arrowok="t" o:connecttype="custom" o:connectlocs="24,0;33,0;43,5;48,14;48,24;48,34;43,38;33,43;24,48;14,43;9,38;4,34;0,24;4,14;9,5;14,0;24,0" o:connectangles="0,0,0,0,0,0,0,0,0,0,0,0,0,0,0,0,0"/>
              </v:shape>
              <v:shape id="Freeform 200" o:spid="_x0000_s1228" style="position:absolute;left:6573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GwNsMA&#10;AADcAAAADwAAAGRycy9kb3ducmV2LnhtbESPT4vCMBTE74LfITxhb5rqQd2uaRFhYdmD4J+Dx2fz&#10;bIvNS0lSrX56IyzscZiZ3zCrvDeNuJHztWUF00kCgriwuuZSwfHwPV6C8AFZY2OZFDzIQ54NBytM&#10;tb3zjm77UIoIYZ+igiqENpXSFxUZ9BPbEkfvYp3BEKUrpXZ4j3DTyFmSzKXBmuNChS1tKiqu+84o&#10;2J71wnWn+dOeyxM7fobfjj+V+hj16y8QgfrwH/5r/2gFs2QK7zPxCM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GwNsMAAADcAAAADwAAAAAAAAAAAAAAAACYAgAAZHJzL2Rv&#10;d25yZXYueG1sUEsFBgAAAAAEAAQA9QAAAIgDAAAAAA==&#10;" path="m24,l34,5r9,5l48,14r5,10l48,34r-5,9l34,48r-10,l14,48,10,43,5,34,,24,5,14r5,-4l14,5,24,xe" fillcolor="#00a7d1" stroked="f">
                <v:path arrowok="t" o:connecttype="custom" o:connectlocs="24,0;34,5;43,10;48,14;53,24;48,34;43,43;34,48;24,48;14,48;10,43;5,34;0,24;5,14;10,10;14,5;24,0" o:connectangles="0,0,0,0,0,0,0,0,0,0,0,0,0,0,0,0,0"/>
              </v:shape>
              <v:shape id="Freeform 201" o:spid="_x0000_s1229" style="position:absolute;left:1909;top:302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dJsUA&#10;AADcAAAADwAAAGRycy9kb3ducmV2LnhtbESPQWvCQBSE7wX/w/KE3ppNAraSugaxFIUiaCzt9ZF9&#10;JsHs25DdJvHfu4VCj8PMfMOs8sm0YqDeNZYVJFEMgri0uuFKwef5/WkJwnlkja1lUnAjB/l69rDC&#10;TNuRTzQUvhIBwi5DBbX3XSalK2sy6CLbEQfvYnuDPsi+krrHMcBNK9M4fpYGGw4LNXa0ram8Fj9G&#10;wWHcD+3x6+1Fuu9jsqg+bovdrlDqcT5tXkF4mvx/+K+91wrSOIX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gV0mxQAAANwAAAAPAAAAAAAAAAAAAAAAAJgCAABkcnMv&#10;ZG93bnJldi54bWxQSwUGAAAAAAQABAD1AAAAigMAAAAA&#10;" path="m5,5l15,r9,l34,r5,5l48,14r,10l48,29r-9,9l34,43,24,48,15,43,5,38,,29,,24,,14,5,5xe" fillcolor="#00a7d1" stroked="f">
                <v:path arrowok="t" o:connecttype="custom" o:connectlocs="5,5;15,0;24,0;34,0;39,5;48,14;48,24;48,29;39,38;34,43;24,48;15,43;5,38;0,29;0,24;0,14;5,5" o:connectangles="0,0,0,0,0,0,0,0,0,0,0,0,0,0,0,0,0"/>
              </v:shape>
              <v:shape id="Freeform 202" o:spid="_x0000_s1230" style="position:absolute;left:1660;top:6236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B5sUA&#10;AADcAAAADwAAAGRycy9kb3ducmV2LnhtbESPT2vCQBTE74V+h+UJXopu/EOV6CpFLAg9NVXPz+wz&#10;CWbfht3VJN++Wyh4HGbmN8x625laPMj5yrKCyTgBQZxbXXGh4PjzOVqC8AFZY22ZFPTkYbt5fVlj&#10;qm3L3/TIQiEihH2KCsoQmlRKn5dk0I9tQxy9q3UGQ5SukNphG+GmltMkeZcGK44LJTa0Kym/ZXej&#10;IDvO8lN36b/u9bna9+7t0M4Xc6WGg+5jBSJQF57h//ZBK5gmM/g7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C0HmxQAAANwAAAAPAAAAAAAAAAAAAAAAAJgCAABkcnMv&#10;ZG93bnJldi54bWxQSwUGAAAAAAQABAD1AAAAigMAAAAA&#10;" path="m,29l,19,5,9,14,5,24,,34,5r4,4l43,19r5,10l43,33,38,43r-4,5l24,53,14,48,5,43,,33,,29xe" fillcolor="#00a7d1" stroked="f">
                <v:path arrowok="t" o:connecttype="custom" o:connectlocs="0,29;0,19;5,9;14,5;24,0;34,5;38,9;43,19;48,29;43,33;38,43;34,48;24,53;14,48;5,43;0,33;0,29" o:connectangles="0,0,0,0,0,0,0,0,0,0,0,0,0,0,0,0,0"/>
              </v:shape>
              <v:shape id="Freeform 203" o:spid="_x0000_s1231" style="position:absolute;left:780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RgycYA&#10;AADcAAAADwAAAGRycy9kb3ducmV2LnhtbESPQWvCQBSE70L/w/IK3sxGqW1J3YSiFIUiaFr0+si+&#10;JqHZtyG7JvHfd4WCx2FmvmFW2Wga0VPnassK5lEMgriwuuZSwffXx+wVhPPIGhvLpOBKDrL0YbLC&#10;RNuBj9TnvhQBwi5BBZX3bSKlKyoy6CLbEgfvx3YGfZBdKXWHQ4CbRi7i+FkarDksVNjSuqLiN78Y&#10;Bfth1zeH0+ZFuvNhviw/r8vtNldq+ji+v4HwNPp7+L+90woW8RP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RgycYAAADcAAAADwAAAAAAAAAAAAAAAACYAgAAZHJz&#10;L2Rvd25yZXYueG1sUEsFBgAAAAAEAAQA9QAAAIsDAAAAAA==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04" o:spid="_x0000_s1232" style="position:absolute;left:667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jFUsUA&#10;AADcAAAADwAAAGRycy9kb3ducmV2LnhtbESPQWvCQBSE7wX/w/KE3ppNhLSSugaxFIUiaCzt9ZF9&#10;JsHs25DdJvHfu4VCj8PMfMOs8sm0YqDeNZYVJFEMgri0uuFKwef5/WkJwnlkja1lUnAjB/l69rDC&#10;TNuRTzQUvhIBwi5DBbX3XSalK2sy6CLbEQfvYnuDPsi+krrHMcBNKxdx/CwNNhwWauxoW1N5LX6M&#10;gsO4H9rj19uLdN/HJK0+buluVyj1OJ82ryA8Tf4//NfeawWLOIX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MVSxQAAANwAAAAPAAAAAAAAAAAAAAAAAJgCAABkcnMv&#10;ZG93bnJldi54bWxQSwUGAAAAAAQABAD1AAAAig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05" o:spid="_x0000_s1233" style="position:absolute;left:1977;top:295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pbJcQA&#10;AADcAAAADwAAAGRycy9kb3ducmV2LnhtbESPQYvCMBSE7wv+h/AEb2uqoCvVKKKIgixoFb0+mmdb&#10;bF5KE9v67zcLC3scZuYbZrHqTCkaql1hWcFoGIEgTq0uOFNwvew+ZyCcR9ZYWiYFb3KwWvY+Fhhr&#10;2/KZmsRnIkDYxagg976KpXRpTgbd0FbEwXvY2qAPss6krrENcFPKcRRNpcGCw0KOFW1ySp/Jyyj4&#10;bg9Nebptv6S7n0aT7Pie7PeJUoN+t56D8NT5//Bf+6AVjKMp/J4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6WyXEAAAA3AAAAA8AAAAAAAAAAAAAAAAAmAIAAGRycy9k&#10;b3ducmV2LnhtbFBLBQYAAAAABAAEAPUAAACJAwAAAAA=&#10;" path="m9,10l14,5,24,r9,5l43,10r5,5l48,24r,10l43,43,33,48r-9,l14,48,9,43,,34,,24,,15,9,10xe" fillcolor="#00a7d1" stroked="f">
                <v:path arrowok="t" o:connecttype="custom" o:connectlocs="9,10;14,5;24,0;33,5;43,10;48,15;48,24;48,34;43,43;33,48;24,48;14,48;9,43;0,34;0,24;0,15;9,10" o:connectangles="0,0,0,0,0,0,0,0,0,0,0,0,0,0,0,0,0"/>
              </v:shape>
              <v:shape id="Freeform 206" o:spid="_x0000_s1234" style="position:absolute;left:1660;top:614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+vsQA&#10;AADcAAAADwAAAGRycy9kb3ducmV2LnhtbESPQYvCMBSE7wv+h/AEb2uq4CrVKKKIgixoFb0+mmdb&#10;bF5KE9v67zcLC3scZuYbZrHqTCkaql1hWcFoGIEgTq0uOFNwvew+ZyCcR9ZYWiYFb3KwWvY+Fhhr&#10;2/KZmsRnIkDYxagg976KpXRpTgbd0FbEwXvY2qAPss6krrENcFPKcRR9SYMFh4UcK9rklD6Tl1Hw&#10;3R6a8nTbTqW7n0aT7Pie7PeJUoN+t56D8NT5//Bf+6AVjKMp/J4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2/r7EAAAA3AAAAA8AAAAAAAAAAAAAAAAAmAIAAGRycy9k&#10;b3ducmV2LnhtbFBLBQYAAAAABAAEAPUAAACJAwAAAAA=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07" o:spid="_x0000_s1235" style="position:absolute;left:789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lqzMEA&#10;AADcAAAADwAAAGRycy9kb3ducmV2LnhtbERPTYvCMBC9L/gfwgje1lRBd6lGEUUURHCr6HVoxrbY&#10;TEoT2/rvzUHY4+N9z5edKUVDtSssKxgNIxDEqdUFZwou5+33LwjnkTWWlknBixwsF72vOcbatvxH&#10;TeIzEULYxagg976KpXRpTgbd0FbEgbvb2qAPsM6krrEN4aaU4yiaSoMFh4YcK1rnlD6Sp1FwbPdN&#10;ebpufqS7nUaT7PCa7HaJUoN+t5qB8NT5f/HHvdcKxlFYG86EI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paszBAAAA3AAAAA8AAAAAAAAAAAAAAAAAmAIAAGRycy9kb3du&#10;cmV2LnhtbFBLBQYAAAAABAAEAPUAAACGAwAAAAA=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08" o:spid="_x0000_s1236" style="position:absolute;left:677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XPV8UA&#10;AADcAAAADwAAAGRycy9kb3ducmV2LnhtbESPQWvCQBSE74L/YXlCb7pR0LbRVaSlKIigadHrI/tM&#10;gtm3Ibsm8d+7QsHjMDPfMItVZ0rRUO0KywrGowgEcWp1wZmCv9+f4QcI55E1lpZJwZ0crJb93gJj&#10;bVs+UpP4TAQIuxgV5N5XsZQuzcmgG9mKOHgXWxv0QdaZ1DW2AW5KOYmimTRYcFjIsaKvnNJrcjMK&#10;9u22KQ+n73fpzofxNNvdp5tNotTboFvPQXjq/Cv8395qBZPoE5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c9XxQAAANwAAAAPAAAAAAAAAAAAAAAAAJgCAABkcnMv&#10;ZG93bnJldi54bWxQSwUGAAAAAAQABAD1AAAAigMAAAAA&#10;" path="m24,r9,5l38,10r10,4l48,24r,10l38,43r-5,5l24,48r-10,l4,43,,34,,24,,14,4,10,14,5,24,xe" fillcolor="#00a7d1" stroked="f">
                <v:path arrowok="t" o:connecttype="custom" o:connectlocs="24,0;33,5;38,10;48,14;48,24;48,34;38,43;33,48;24,48;14,48;4,43;0,34;0,24;0,14;4,10;14,5;24,0" o:connectangles="0,0,0,0,0,0,0,0,0,0,0,0,0,0,0,0,0"/>
              </v:shape>
              <v:shape id="Freeform 209" o:spid="_x0000_s1237" style="position:absolute;left:2044;top:2888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DcL8A&#10;AADcAAAADwAAAGRycy9kb3ducmV2LnhtbERPy4rCMBTdD/gP4QrupqkufFSjiCCIC8HHwuW1ubbF&#10;5qYkqVa/3iwGZnk478WqM7V4kvOVZQXDJAVBnFtdcaHgct7+TkH4gKyxtkwK3uRhtez9LDDT9sVH&#10;ep5CIWII+wwVlCE0mZQ+L8mgT2xDHLm7dQZDhK6Q2uErhptajtJ0LA1WHBtKbGhTUv44tUbB4aYn&#10;rr2OP/ZWXNnxJ+xbnik16HfrOYhAXfgX/7l3WsFoGOfHM/EIyOU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NINwvwAAANwAAAAPAAAAAAAAAAAAAAAAAJgCAABkcnMvZG93bnJl&#10;di54bWxQSwUGAAAAAAQABAD1AAAAhAMAAAAA&#10;" path="m9,5l19,r5,l33,,43,5r5,9l53,24,48,34r-5,9l33,48r-9,l19,48,9,43,5,34,,24,5,14,9,5xe" fillcolor="#00a7d1" stroked="f">
                <v:path arrowok="t" o:connecttype="custom" o:connectlocs="9,5;19,0;24,0;33,0;43,5;48,14;53,24;48,34;43,43;33,48;24,48;19,48;9,43;5,34;0,24;5,14;9,5" o:connectangles="0,0,0,0,0,0,0,0,0,0,0,0,0,0,0,0,0"/>
              </v:shape>
              <v:shape id="Freeform 210" o:spid="_x0000_s1238" style="position:absolute;left:1660;top:604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pVjMUA&#10;AADcAAAADwAAAGRycy9kb3ducmV2LnhtbESPQWvCQBSE70L/w/IK3swmglpSVykVURBB09JeH9nX&#10;JDT7NmTXJP57VxA8DjPzDbNcD6YWHbWusqwgiWIQxLnVFRcKvr+2kzcQziNrrC2Tgis5WK9eRktM&#10;te35TF3mCxEg7FJUUHrfpFK6vCSDLrINcfD+bGvQB9kWUrfYB7ip5TSO59JgxWGhxIY+S8r/s4tR&#10;cOz3XX362Syk+z0ls+Jwne12mVLj1+HjHYSnwT/Dj/ZeK5gmCdzPh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ilWMxQAAANwAAAAPAAAAAAAAAAAAAAAAAJgCAABkcnMv&#10;ZG93bnJldi54bWxQSwUGAAAAAAQABAD1AAAAigMAAAAA&#10;" path="m,24l,14,5,10,14,,24,,34,r4,10l43,14r5,10l43,34r-5,9l34,48r-10,l14,48,5,43,,34,,24xe" fillcolor="#00a7d1" stroked="f">
                <v:path arrowok="t" o:connecttype="custom" o:connectlocs="0,24;0,14;5,10;14,0;24,0;34,0;38,10;43,14;48,24;43,34;38,43;34,48;24,48;14,48;5,43;0,34;0,24" o:connectangles="0,0,0,0,0,0,0,0,0,0,0,0,0,0,0,0,0"/>
              </v:shape>
              <v:shape id="Freeform 211" o:spid="_x0000_s1239" style="position:absolute;left:799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jL+8UA&#10;AADcAAAADwAAAGRycy9kb3ducmV2LnhtbESPQWvCQBSE7wX/w/IEb3WTgK1EVxFLUSgFjaLXR/aZ&#10;BLNvQ3ZN4r/vFgo9DjPzDbNcD6YWHbWusqwgnkYgiHOrKy4UnE+fr3MQziNrrC2Tgic5WK9GL0tM&#10;te35SF3mCxEg7FJUUHrfpFK6vCSDbmob4uDdbGvQB9kWUrfYB7ipZRJFb9JgxWGhxIa2JeX37GEU&#10;fPf7rj5cPt6lux7iWfH1nO12mVKT8bBZgPA0+P/wX3uvFSRxAr9nw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Mv7xQAAANwAAAAPAAAAAAAAAAAAAAAAAJgCAABkcnMv&#10;ZG93bnJldi54bWxQSwUGAAAAAAQABAD1AAAAigMAAAAA&#10;" path="m24,l34,r9,5l48,14r,10l48,34r-5,4l34,43,24,48,15,43,5,38,,34,,24,,14,5,5,15,r9,xe" fillcolor="#00a7d1" stroked="f">
                <v:path arrowok="t" o:connecttype="custom" o:connectlocs="24,0;34,0;43,5;48,14;48,24;48,34;43,38;34,43;24,48;15,43;5,38;0,34;0,24;0,14;5,5;15,0;24,0" o:connectangles="0,0,0,0,0,0,0,0,0,0,0,0,0,0,0,0,0"/>
              </v:shape>
              <v:shape id="Freeform 212" o:spid="_x0000_s1240" style="position:absolute;left:686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uYMYA&#10;AADcAAAADwAAAGRycy9kb3ducmV2LnhtbESPQWvCQBSE74L/YXlCb7qJxVpiNiJKUSgFG0t7fWSf&#10;STD7NmS3Sfz33UKhx2FmvmHS7Wga0VPnassK4kUEgriwuuZSwcflZf4MwnlkjY1lUnAnB9tsOkkx&#10;0Xbgd+pzX4oAYZeggsr7NpHSFRUZdAvbEgfvajuDPsiulLrDIcBNI5dR9CQN1hwWKmxpX1Fxy7+N&#10;grfh1Dfnz8Nauq9zvCpf76vjMVfqYTbuNiA8jf4//Nc+aQXL+BF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RuYMYAAADcAAAADwAAAAAAAAAAAAAAAACYAgAAZHJz&#10;L2Rvd25yZXYueG1sUEsFBgAAAAAEAAQA9QAAAIsDAAAAAA==&#10;" path="m24,r9,5l43,10r5,4l48,24r,10l43,43,33,48r-9,l14,48,4,43,,34,,24,,14,4,10,14,5,24,xe" fillcolor="#00a7d1" stroked="f">
                <v:path arrowok="t" o:connecttype="custom" o:connectlocs="24,0;33,5;43,10;48,14;48,24;48,34;43,43;33,48;24,48;14,48;4,43;0,34;0,24;0,14;4,10;14,5;24,0" o:connectangles="0,0,0,0,0,0,0,0,0,0,0,0,0,0,0,0,0"/>
              </v:shape>
              <v:shape id="Freeform 213" o:spid="_x0000_s1241" style="position:absolute;left:2116;top:282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32FMYA&#10;AADcAAAADwAAAGRycy9kb3ducmV2LnhtbESPQWvCQBSE74L/YXlCb7qJ1FpiNiJKUSgFG0t7fWSf&#10;STD7NmS3Sfz33UKhx2FmvmHS7Wga0VPnassK4kUEgriwuuZSwcflZf4MwnlkjY1lUnAnB9tsOkkx&#10;0Xbgd+pzX4oAYZeggsr7NpHSFRUZdAvbEgfvajuDPsiulLrDIcBNI5dR9CQN1hwWKmxpX1Fxy7+N&#10;grfh1Dfnz8Nauq9zvCpf76vjMVfqYTbuNiA8jf4//Nc+aQXL+BF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32FMYAAADcAAAADwAAAAAAAAAAAAAAAACYAgAAZHJz&#10;L2Rvd25yZXYueG1sUEsFBgAAAAAEAAQA9QAAAIsDAAAAAA==&#10;" path="m5,5l14,,24,r9,l38,5r5,9l48,24r-5,9l38,38r-5,5l24,48,14,43,5,38,,33,,24,,14,5,5xe" fillcolor="#00a7d1" stroked="f">
                <v:path arrowok="t" o:connecttype="custom" o:connectlocs="5,5;14,0;24,0;33,0;38,5;43,14;48,24;43,33;38,38;33,43;24,48;14,43;5,38;0,33;0,24;0,14;5,5" o:connectangles="0,0,0,0,0,0,0,0,0,0,0,0,0,0,0,0,0"/>
              </v:shape>
              <v:shape id="Freeform 214" o:spid="_x0000_s1242" style="position:absolute;left:1660;top:594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Tj8UA&#10;AADcAAAADwAAAGRycy9kb3ducmV2LnhtbESPQWvCQBSE7wX/w/IEb3UTIa1EVxFLUSgFjaLXR/aZ&#10;BLNvQ3ZN4r/vFgo9DjPzDbNcD6YWHbWusqwgnkYgiHOrKy4UnE+fr3MQziNrrC2Tgic5WK9GL0tM&#10;te35SF3mCxEg7FJUUHrfpFK6vCSDbmob4uDdbGvQB9kWUrfYB7ip5SyK3qTBisNCiQ1tS8rv2cMo&#10;+O73XX24fLxLdz3ESfH1THa7TKnJeNgsQHga/H/4r73XCmZxAr9nw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VOPxQAAANwAAAAPAAAAAAAAAAAAAAAAAJgCAABkcnMv&#10;ZG93bnJldi54bWxQSwUGAAAAAAQABAD1AAAAigMAAAAA&#10;" path="m,24l,14,5,5,14,,24,,34,r4,5l43,14r5,10l43,34r-5,4l34,48r-10,l14,48,5,38,,34,,24xe" fillcolor="#00a7d1" stroked="f">
                <v:path arrowok="t" o:connecttype="custom" o:connectlocs="0,24;0,14;5,5;14,0;24,0;34,0;38,5;43,14;48,24;43,34;38,38;34,48;24,48;14,48;5,38;0,34;0,24" o:connectangles="0,0,0,0,0,0,0,0,0,0,0,0,0,0,0,0,0"/>
              </v:shape>
              <v:shape id="Freeform 215" o:spid="_x0000_s1243" style="position:absolute;left:809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N+MUA&#10;AADcAAAADwAAAGRycy9kb3ducmV2LnhtbESP3WrCQBSE74W+w3IK3plNBH9IXaW0iIIImpb29pA9&#10;TUKzZ0N2TeLbu4Lg5TAz3zCrzWBq0VHrKssKkigGQZxbXXGh4PtrO1mCcB5ZY22ZFFzJwWb9Mlph&#10;qm3PZ+oyX4gAYZeigtL7JpXS5SUZdJFtiIP3Z1uDPsi2kLrFPsBNLadxPJcGKw4LJTb0UVL+n12M&#10;gmO/7+rTz+dCut9TMisO19lulyk1fh3e30B4Gvwz/GjvtYJpMof7mX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Y834xQAAANwAAAAPAAAAAAAAAAAAAAAAAJgCAABkcnMv&#10;ZG93bnJldi54bWxQSwUGAAAAAAQABAD1AAAAig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216" o:spid="_x0000_s1244" style="position:absolute;left:696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9oY8UA&#10;AADcAAAADwAAAGRycy9kb3ducmV2LnhtbESP3WrCQBSE74W+w3IK3plNBH9IXaW0iIIImpb29pA9&#10;TUKzZ0N2TeLbu4Lg5TAz3zCrzWBq0VHrKssKkigGQZxbXXGh4PtrO1mCcB5ZY22ZFFzJwWb9Mlph&#10;qm3PZ+oyX4gAYZeigtL7JpXS5SUZdJFtiIP3Z1uDPsi2kLrFPsBNLadxPJcGKw4LJTb0UVL+n12M&#10;gmO/7+rTz+dCut9TMisO19lulyk1fh3e30B4Gvwz/GjvtYJpsoD7mX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2hjxQAAANwAAAAPAAAAAAAAAAAAAAAAAJgCAABkcnMv&#10;ZG93bnJldi54bWxQSwUGAAAAAAQABAD1AAAAigMAAAAA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17" o:spid="_x0000_s1245" style="position:absolute;left:2183;top:2749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ZFSsIA&#10;AADcAAAADwAAAGRycy9kb3ducmV2LnhtbERPy2rCQBTdC/2H4RbcSJ34wJbUUYooCK6Made3mdsk&#10;NHMnzIwm+XtnIbg8nPd625tG3Mj52rKC2TQBQVxYXXOpIL8c3j5A+ICssbFMCgbysN28jNaYatvx&#10;mW5ZKEUMYZ+igiqENpXSFxUZ9FPbEkfuzzqDIUJXSu2wi+GmkfMkWUmDNceGClvaVVT8Z1ejIMsX&#10;xXf/O5yuzU+9H9zk2C3fl0qNX/uvTxCB+vAUP9xHrWA+i2vjmXg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dkVKwgAAANwAAAAPAAAAAAAAAAAAAAAAAJgCAABkcnMvZG93&#10;bnJldi54bWxQSwUGAAAAAAQABAD1AAAAhwMAAAAA&#10;" path="m9,9l14,5,24,r9,5l43,9r5,10l48,29r,4l43,43,33,48r-9,5l14,48,9,43,,33,,29,,19,9,9xe" fillcolor="#00a7d1" stroked="f">
                <v:path arrowok="t" o:connecttype="custom" o:connectlocs="9,9;14,5;24,0;33,5;43,9;48,19;48,29;48,33;43,43;33,48;24,53;14,48;9,43;0,33;0,29;0,19;9,9" o:connectangles="0,0,0,0,0,0,0,0,0,0,0,0,0,0,0,0,0"/>
              </v:shape>
              <v:shape id="Freeform 218" o:spid="_x0000_s1246" style="position:absolute;left:1660;top:585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xZisUA&#10;AADcAAAADwAAAGRycy9kb3ducmV2LnhtbESPQWvCQBSE74L/YXkFb7qJYG2jq4giCiLYtLTXR/aZ&#10;hGbfhuw2if/eFYQeh5n5hlmue1OJlhpXWlYQTyIQxJnVJecKvj734zcQziNrrCyTghs5WK+GgyUm&#10;2nb8QW3qcxEg7BJUUHhfJ1K6rCCDbmJr4uBdbWPQB9nkUjfYBbip5DSKXqXBksNCgTVtC8p+0z+j&#10;4Nwd2+ryvZtL93OJZ/npNjscUqVGL/1mAcJT7//Dz/ZRK5jG7/A4E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/FmKxQAAANw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219" o:spid="_x0000_s1247" style="position:absolute;left:818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6qsIA&#10;AADcAAAADwAAAGRycy9kb3ducmV2LnhtbERPy4rCMBTdC/MP4Q7MTlMLPqhGkRlEYRC0M+j20lzb&#10;YnNTmtjWvzcLweXhvJfr3lSipcaVlhWMRxEI4szqknMF/3/b4RyE88gaK8uk4EEO1quPwRITbTs+&#10;UZv6XIQQdgkqKLyvEyldVpBBN7I1ceCutjHoA2xyqRvsQripZBxFU2mw5NBQYE3fBWW39G4UHLp9&#10;Wx3PPzPpLsfxJP99THa7VKmvz36zAOGp92/xy73XCuI4zA9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jqqwgAAANwAAAAPAAAAAAAAAAAAAAAAAJgCAABkcnMvZG93&#10;bnJldi54bWxQSwUGAAAAAAQABAD1AAAAhw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220" o:spid="_x0000_s1248" style="position:absolute;left:7057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TsVsMA&#10;AADcAAAADwAAAGRycy9kb3ducmV2LnhtbESPT4vCMBTE74LfITxhbza1B9ftGkUEQfaw4J+Dx2fz&#10;bIvNS0lS7frpzYLgcZiZ3zDzZW8acSPna8sKJkkKgriwuuZSwfGwGc9A+ICssbFMCv7Iw3IxHMwx&#10;1/bOO7rtQykihH2OCqoQ2lxKX1Rk0Ce2JY7exTqDIUpXSu3wHuGmkVmaTqXBmuNChS2tKyqu+84o&#10;+D3rT9edpg97Lk/s+BF+Ov5S6mPUr75BBOrDO/xqb7WCLJvA/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TsVsMAAADcAAAADwAAAAAAAAAAAAAAAACYAgAAZHJzL2Rv&#10;d25yZXYueG1sUEsFBgAAAAAEAAQA9QAAAIgDAAAAAA==&#10;" path="m24,l34,5r10,5l48,14r5,10l48,34r-4,9l34,48r-10,l20,48,10,43,5,34,,24,5,14r5,-4l20,5,24,xe" fillcolor="#00a7d1" stroked="f">
                <v:path arrowok="t" o:connecttype="custom" o:connectlocs="24,0;34,5;44,10;48,14;53,24;48,34;44,43;34,48;24,48;20,48;10,43;5,34;0,24;5,14;10,10;20,5;24,0" o:connectangles="0,0,0,0,0,0,0,0,0,0,0,0,0,0,0,0,0"/>
              </v:shape>
              <v:shape id="Freeform 221" o:spid="_x0000_s1249" style="position:absolute;left:2250;top:26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BRsUA&#10;AADcAAAADwAAAGRycy9kb3ducmV2LnhtbESPQWvCQBSE7wX/w/KE3uomAVuJrkEsRaEUNIpeH9ln&#10;Esy+DdltEv99t1DocZiZb5hVNppG9NS52rKCeBaBIC6srrlUcD59vCxAOI+ssbFMCh7kIFtPnlaY&#10;ajvwkfrclyJA2KWooPK+TaV0RUUG3cy2xMG72c6gD7Irpe5wCHDTyCSKXqXBmsNChS1tKyru+bdR&#10;8DXs++ZweX+T7nqI5+XnY77b5Uo9T8fNEoSn0f+H/9p7rSBJEvg9E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AFGxQAAANwAAAAPAAAAAAAAAAAAAAAAAJgCAABkcnMv&#10;ZG93bnJldi54bWxQSwUGAAAAAAQABAD1AAAAigMAAAAA&#10;" path="m10,9l19,5,24,,34,5r9,4l48,14r,10l48,33,43,43r-9,5l24,48r-5,l10,43,5,33,,24,5,14,10,9xe" fillcolor="#00a7d1" stroked="f">
                <v:path arrowok="t" o:connecttype="custom" o:connectlocs="10,9;19,5;24,0;34,5;43,9;48,14;48,24;48,33;43,43;34,48;24,48;19,48;10,43;5,33;0,24;5,14;10,9" o:connectangles="0,0,0,0,0,0,0,0,0,0,0,0,0,0,0,0,0"/>
              </v:shape>
              <v:shape id="Freeform 222" o:spid="_x0000_s1250" style="position:absolute;left:1660;top:5751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4dhsUA&#10;AADcAAAADwAAAGRycy9kb3ducmV2LnhtbESPQWvCQBSE74L/YXlCL1I3jWJLdBUpLQg9GW3Pr9ln&#10;Esy+DburSf59tyB4HGbmG2a97U0jbuR8bVnByywBQVxYXXOp4HT8fH4D4QOyxsYyKRjIw3YzHq0x&#10;07bjA93yUIoIYZ+hgiqENpPSFxUZ9DPbEkfvbJ3BEKUrpXbYRbhpZJokS2mw5rhQYUvvFRWX/GoU&#10;5Kd58d3/Dl/X5qf+GNx03y1eF0o9TfrdCkSgPjzC9/ZeK0jTOfy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vh2GxQAAANwAAAAPAAAAAAAAAAAAAAAAAJgCAABkcnMv&#10;ZG93bnJldi54bWxQSwUGAAAAAAQABAD1AAAAigMAAAAA&#10;" path="m,24l,15,5,10,14,5,24,,34,5r4,5l43,15r5,9l43,34,38,44r-4,4l24,53,14,48,5,44,,34,,24xe" fillcolor="#00a7d1" stroked="f">
                <v:path arrowok="t" o:connecttype="custom" o:connectlocs="0,24;0,15;5,10;14,5;24,0;34,5;38,10;43,15;48,24;43,34;38,44;34,48;24,53;14,48;5,44;0,34;0,24" o:connectangles="0,0,0,0,0,0,0,0,0,0,0,0,0,0,0,0,0"/>
              </v:shape>
              <v:shape id="Freeform 223" o:spid="_x0000_s1251" style="position:absolute;left:828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8qcYA&#10;AADcAAAADwAAAGRycy9kb3ducmV2LnhtbESPQWvCQBSE74L/YXlCb7ox1FpiNiJKUSgFG0t7fWSf&#10;STD7NmS3Sfz33UKhx2FmvmHS7Wga0VPnassKlosIBHFhdc2lgo/Ly/wZhPPIGhvLpOBODrbZdJJi&#10;ou3A79TnvhQBwi5BBZX3bSKlKyoy6Ba2JQ7e1XYGfZBdKXWHQ4CbRsZR9CQN1hwWKmxpX1Fxy7+N&#10;grfh1Dfnz8Nauq/zclW+3lfHY67Uw2zcbUB4Gv1/+K990gri+BF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E8qcYAAADcAAAADwAAAAAAAAAAAAAAAACYAgAAZHJz&#10;L2Rvd25yZXYueG1sUEsFBgAAAAAEAAQA9QAAAIsDAAAAAA==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224" o:spid="_x0000_s1252" style="position:absolute;left:715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2ZMsUA&#10;AADcAAAADwAAAGRycy9kb3ducmV2LnhtbESPQWvCQBSE7wX/w/KE3nRjILVEVxFFFIqgaanXR/Y1&#10;Cc2+DdltEv+9Kwg9DjPzDbNcD6YWHbWusqxgNo1AEOdWV1wo+PrcT95BOI+ssbZMCm7kYL0avSwx&#10;1bbnC3WZL0SAsEtRQel9k0rp8pIMuqltiIP3Y1uDPsi2kLrFPsBNLeMoepMGKw4LJTa0LSn/zf6M&#10;glN/7Orz924u3fU8S4qPW3I4ZEq9jofNAoSnwf+Hn+2jVhDHCTzOh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3ZkyxQAAANwAAAAPAAAAAAAAAAAAAAAAAJgCAABkcnMv&#10;ZG93bnJldi54bWxQSwUGAAAAAAQABAD1AAAAigMAAAAA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225" o:spid="_x0000_s1253" style="position:absolute;left:2322;top:261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HRcUA&#10;AADcAAAADwAAAGRycy9kb3ducmV2LnhtbESPQWvCQBSE7wX/w/KE3uomAW2JrkGUolAKNopeH9ln&#10;Esy+DdltEv99t1DocZiZb5hVNppG9NS52rKCeBaBIC6srrlUcD69v7yBcB5ZY2OZFDzIQbaePK0w&#10;1XbgL+pzX4oAYZeigsr7NpXSFRUZdDPbEgfvZjuDPsiulLrDIcBNI5MoWkiDNYeFClvaVlTc82+j&#10;4HM49M3xsnuV7nqM5+XHY77f50o9T8fNEoSn0f+H/9oHrSBJ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DwdFxQAAANwAAAAPAAAAAAAAAAAAAAAAAJgCAABkcnMv&#10;ZG93bnJldi54bWxQSwUGAAAAAAQABAD1AAAAigMAAAAA&#10;" path="m5,4l14,,24,,34,r4,4l43,14r5,10l43,33,38,43r-4,5l24,48r-10,l5,43,,33,,24,,14,5,4xe" fillcolor="#00a7d1" stroked="f">
                <v:path arrowok="t" o:connecttype="custom" o:connectlocs="5,4;14,0;24,0;34,0;38,4;43,14;48,24;43,33;38,43;34,48;24,48;14,48;5,43;0,33;0,24;0,14;5,4" o:connectangles="0,0,0,0,0,0,0,0,0,0,0,0,0,0,0,0,0"/>
              </v:shape>
              <v:shape id="Freeform 226" o:spid="_x0000_s1254" style="position:absolute;left:1660;top:565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Oi3sYA&#10;AADcAAAADwAAAGRycy9kb3ducmV2LnhtbESPQWvCQBSE74L/YXlCb80mAWtJXYMoRaEUbJT2+si+&#10;JsHs25DdJvHfdwsFj8PMfMOs88m0YqDeNZYVJFEMgri0uuFKweX8+vgMwnlkja1lUnAjB/lmPltj&#10;pu3IHzQUvhIBwi5DBbX3XSalK2sy6CLbEQfv2/YGfZB9JXWPY4CbVqZx/CQNNhwWauxoV1N5LX6M&#10;gvfxOLSnz/1Kuq9TsqzebsvDoVDqYTFtX0B4mvw9/N8+agVpuoK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UOi3sYAAADcAAAADwAAAAAAAAAAAAAAAACYAgAAZHJz&#10;L2Rvd25yZXYueG1sUEsFBgAAAAAEAAQA9QAAAIsDAAAAAA==&#10;" path="m,24l,15,5,10,14,5,24,,34,5r4,5l43,15r5,9l43,34,38,44r-4,4l24,48r-10,l5,44,,34,,24xe" fillcolor="#00a7d1" stroked="f">
                <v:path arrowok="t" o:connecttype="custom" o:connectlocs="0,24;0,15;5,10;14,5;24,0;34,5;38,10;43,15;48,24;43,34;38,44;34,48;24,48;14,48;5,44;0,34;0,24" o:connectangles="0,0,0,0,0,0,0,0,0,0,0,0,0,0,0,0,0"/>
              </v:shape>
              <v:shape id="Freeform 227" o:spid="_x0000_s1255" style="position:absolute;left:838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2rMIA&#10;AADcAAAADwAAAGRycy9kb3ducmV2LnhtbERPy4rCMBTdC/MP4Q7MTlMLPqhGkRlEYRC0M+j20lzb&#10;YnNTmtjWvzcLweXhvJfr3lSipcaVlhWMRxEI4szqknMF/3/b4RyE88gaK8uk4EEO1quPwRITbTs+&#10;UZv6XIQQdgkqKLyvEyldVpBBN7I1ceCutjHoA2xyqRvsQripZBxFU2mw5NBQYE3fBWW39G4UHLp9&#10;Wx3PPzPpLsfxJP99THa7VKmvz36zAOGp92/xy73XCuI4rA1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3DaswgAAANwAAAAPAAAAAAAAAAAAAAAAAJgCAABkcnMvZG93&#10;bnJldi54bWxQSwUGAAAAAAQABAD1AAAAhwMAAAAA&#10;" path="m24,r9,l38,5r10,9l48,24r,10l38,38r-5,5l24,48,14,43,5,38,,34,,24,,14,5,5,14,,24,xe" fillcolor="#00a7d1" stroked="f">
                <v:path arrowok="t" o:connecttype="custom" o:connectlocs="24,0;33,0;38,5;48,14;48,24;48,34;38,38;33,43;24,48;14,43;5,38;0,34;0,24;0,14;5,5;14,0;24,0" o:connectangles="0,0,0,0,0,0,0,0,0,0,0,0,0,0,0,0,0"/>
              </v:shape>
              <v:shape id="Freeform 228" o:spid="_x0000_s1256" style="position:absolute;left:725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CTN8YA&#10;AADcAAAADwAAAGRycy9kb3ducmV2LnhtbESPQWvCQBSE74L/YXkFb7oxYG2jmyAtolAEm5b2+sg+&#10;k9Ds25DdJvHfdwWhx2FmvmG22Wga0VPnassKlosIBHFhdc2lgs+P/fwJhPPIGhvLpOBKDrJ0Otli&#10;ou3A79TnvhQBwi5BBZX3bSKlKyoy6Ba2JQ7exXYGfZBdKXWHQ4CbRsZR9CgN1hwWKmzppaLiJ/81&#10;Ck7DsW/OX69r6b7Py1X5dl0dDrlSs4dxtwHhafT/4Xv7qBXE8TP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CTN8YAAADcAAAADwAAAAAAAAAAAAAAAACYAgAAZHJz&#10;L2Rvd25yZXYueG1sUEsFBgAAAAAEAAQA9QAAAIsDAAAAAA==&#10;" path="m24,l34,5r5,5l48,14r,10l48,34r-9,9l34,48r-10,l15,48,5,43,,34,,24,,14,5,10,15,5,24,xe" fillcolor="#00a7d1" stroked="f">
                <v:path arrowok="t" o:connecttype="custom" o:connectlocs="24,0;34,5;39,10;48,14;48,24;48,34;39,43;34,48;24,48;15,48;5,43;0,34;0,24;0,14;5,10;15,5;24,0" o:connectangles="0,0,0,0,0,0,0,0,0,0,0,0,0,0,0,0,0"/>
              </v:shape>
              <v:shape id="Freeform 229" o:spid="_x0000_s1257" style="position:absolute;left:2389;top:254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Osd8MA&#10;AADcAAAADwAAAGRycy9kb3ducmV2LnhtbERPy2rCQBTdF/oPwy10VyexWCU6htJSDJSCRtHtJXNN&#10;gpk7ITPN4+87i4LLw3lv0tE0oqfO1ZYVxLMIBHFhdc2lgtPx62UFwnlkjY1lUjCRg3T7+LDBRNuB&#10;D9TnvhQhhF2CCirv20RKV1Rk0M1sSxy4q+0M+gC7UuoOhxBuGjmPojdpsObQUGFLHxUVt/zXKPgZ&#10;sr7Znz+X0l328aL8nha7Xa7U89P4vgbhafR38b870wrmr2F+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Osd8MAAADcAAAADwAAAAAAAAAAAAAAAACYAgAAZHJzL2Rv&#10;d25yZXYueG1sUEsFBgAAAAAEAAQA9QAAAIgDAAAAAA==&#10;" path="m10,5l15,r9,l34,r9,5l48,15r,9l48,34r-5,5l34,44,24,48,15,44,5,39,,34,,24,,15,10,5xe" fillcolor="#00a7d1" stroked="f">
                <v:path arrowok="t" o:connecttype="custom" o:connectlocs="10,5;15,0;24,0;34,0;43,5;48,15;48,24;48,34;43,39;34,44;24,48;15,44;5,39;0,34;0,24;0,15;10,5" o:connectangles="0,0,0,0,0,0,0,0,0,0,0,0,0,0,0,0,0"/>
              </v:shape>
              <v:shape id="Freeform 230" o:spid="_x0000_s1258" style="position:absolute;left:1660;top:556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8J7MYA&#10;AADcAAAADwAAAGRycy9kb3ducmV2LnhtbESPQWvCQBSE74L/YXlCb7qJxVpiNiJKUSgFG0t7fWSf&#10;STD7NmS3Sfz33UKhx2FmvmHS7Wga0VPnassK4kUEgriwuuZSwcflZf4MwnlkjY1lUnAnB9tsOkkx&#10;0Xbgd+pzX4oAYZeggsr7NpHSFRUZdAvbEgfvajuDPsiulLrDIcBNI5dR9CQN1hwWKmxpX1Fxy7+N&#10;grfh1Dfnz8Nauq9zvCpf76vjMVfqYTbuNiA8jf4//Nc+aQXLx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8J7MYAAADcAAAADwAAAAAAAAAAAAAAAACYAgAAZHJz&#10;L2Rvd25yZXYueG1sUEsFBgAAAAAEAAQA9QAAAIsDAAAAAA==&#10;" path="m,24l,14,5,4,14,,24,,34,r4,4l43,14r5,10l43,33,38,43r-4,5l24,48r-10,l5,43,,33,,24xe" fillcolor="#00a7d1" stroked="f">
                <v:path arrowok="t" o:connecttype="custom" o:connectlocs="0,24;0,14;5,4;14,0;24,0;34,0;38,4;43,14;48,24;43,33;38,43;34,48;24,48;14,48;5,43;0,33;0,24" o:connectangles="0,0,0,0,0,0,0,0,0,0,0,0,0,0,0,0,0"/>
              </v:shape>
              <v:shape id="Freeform 231" o:spid="_x0000_s1259" style="position:absolute;left:848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2Xm8YA&#10;AADcAAAADwAAAGRycy9kb3ducmV2LnhtbESPQWvCQBSE74L/YXlCb7oxxVpiNiJKUSgFG0t7fWSf&#10;STD7NmS3Sfz33UKhx2FmvmHS7Wga0VPnassKlosIBHFhdc2lgo/Ly/wZhPPIGhvLpOBODrbZdJJi&#10;ou3A79TnvhQBwi5BBZX3bSKlKyoy6Ba2JQ7e1XYGfZBdKXWHQ4CbRsZR9CQN1hwWKmxpX1Fxy7+N&#10;grfh1Dfnz8Nauq/zclW+3lfHY67Uw2zcbUB4Gv1/+K990grix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2Xm8YAAADcAAAADwAAAAAAAAAAAAAAAACYAgAAZHJz&#10;L2Rvd25yZXYueG1sUEsFBgAAAAAEAAQA9QAAAIsDAAAAAA==&#10;" path="m24,r9,l43,5r5,9l48,24r,10l43,38,33,43r-9,5l14,43,5,38,,34,,24,,14,5,5,14,,24,xe" fillcolor="#00a7d1" stroked="f">
                <v:path arrowok="t" o:connecttype="custom" o:connectlocs="24,0;33,0;43,5;48,14;48,24;48,34;43,38;33,43;24,48;14,43;5,38;0,34;0,24;0,14;5,5;14,0;24,0" o:connectangles="0,0,0,0,0,0,0,0,0,0,0,0,0,0,0,0,0"/>
              </v:shape>
              <v:shape id="Freeform 232" o:spid="_x0000_s1260" style="position:absolute;left:735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EyAMUA&#10;AADcAAAADwAAAGRycy9kb3ducmV2LnhtbESPQWvCQBSE7wX/w/IEb3Wjoi2pm1AqoiCCTUt7fWRf&#10;k9Ds25Bdk/jvXUHwOMzMN8w6HUwtOmpdZVnBbBqBIM6trrhQ8P21fX4F4TyyxtoyKbiQgzQZPa0x&#10;1rbnT+oyX4gAYRejgtL7JpbS5SUZdFPbEAfvz7YGfZBtIXWLfYCbWs6jaCUNVhwWSmzoo6T8Pzsb&#10;Bcd+39Wnn82LdL+n2bI4XJa7XabUZDy8v4HwNPhH+N7eawXzxQ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oTIAxQAAANwAAAAPAAAAAAAAAAAAAAAAAJgCAABkcnMv&#10;ZG93bnJldi54bWxQSwUGAAAAAAQABAD1AAAAigMAAAAA&#10;" path="m24,l34,5r9,5l48,14r,10l48,34r-5,9l34,48r-10,l15,48,10,43,,34,,24,,14,10,10,15,5,24,xe" fillcolor="#00a7d1" stroked="f">
                <v:path arrowok="t" o:connecttype="custom" o:connectlocs="24,0;34,5;43,10;48,14;48,24;48,34;43,43;34,48;24,48;15,48;10,43;0,34;0,24;0,14;10,10;15,5;24,0" o:connectangles="0,0,0,0,0,0,0,0,0,0,0,0,0,0,0,0,0"/>
              </v:shape>
              <v:shape id="Freeform 233" o:spid="_x0000_s1261" style="position:absolute;left:2456;top:2475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4TL8UA&#10;AADcAAAADwAAAGRycy9kb3ducmV2LnhtbESPQWvCQBSE74L/YXmFXkQ3amgluopIC0JPTa3nZ/aZ&#10;hGbfht3VJP++Wyh4HGbmG2az600j7uR8bVnBfJaAIC6srrlUcPp6n65A+ICssbFMCgbysNuORxvM&#10;tO34k+55KEWEsM9QQRVCm0npi4oM+pltiaN3tc5giNKVUjvsItw0cpEkL9JgzXGhwpYOFRU/+c0o&#10;yE/L4ru/DB+35ly/DW5y7NLXVKnnp36/BhGoD4/wf/uoFSyWK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jhMvxQAAANwAAAAPAAAAAAAAAAAAAAAAAJgCAABkcnMv&#10;ZG93bnJldi54bWxQSwUGAAAAAAQABAD1AAAAigMAAAAA&#10;" path="m10,10l15,5,24,,34,5r10,5l48,20r,4l48,34,44,44,34,48,24,53,15,48,10,44,5,34,,24,5,20,10,10xe" fillcolor="#00a7d1" stroked="f">
                <v:path arrowok="t" o:connecttype="custom" o:connectlocs="10,10;15,5;24,0;34,5;44,10;48,20;48,24;48,34;44,44;34,48;24,53;15,48;10,44;5,34;0,24;5,20;10,10" o:connectangles="0,0,0,0,0,0,0,0,0,0,0,0,0,0,0,0,0"/>
              </v:shape>
              <v:shape id="Freeform 234" o:spid="_x0000_s1262" style="position:absolute;left:1660;top:546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P78UA&#10;AADcAAAADwAAAGRycy9kb3ducmV2LnhtbESPQWvCQBSE74X+h+UJ3upGS6qkrlJaioIIGkWvj+xr&#10;Esy+Ddk1if/eFQoeh5n5hpkve1OJlhpXWlYwHkUgiDOrS84VHA+/bzMQziNrrCyTghs5WC5eX+aY&#10;aNvxntrU5yJA2CWooPC+TqR0WUEG3cjWxMH7s41BH2STS91gF+CmkpMo+pAGSw4LBdb0XVB2Sa9G&#10;wbZbt9Xu9DOV7rwbx/nmFq9WqVLDQf/1CcJT75/h//ZaK5i8x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A/vxQAAANwAAAAPAAAAAAAAAAAAAAAAAJgCAABkcnMv&#10;ZG93bnJldi54bWxQSwUGAAAAAAQABAD1AAAAigMAAAAA&#10;" path="m,24l,14,5,4,14,,24,,34,r4,4l43,14r5,10l43,33r-5,5l34,43,24,48,14,43,5,38,,33,,24xe" fillcolor="#00a7d1" stroked="f">
                <v:path arrowok="t" o:connecttype="custom" o:connectlocs="0,24;0,14;5,4;14,0;24,0;34,0;38,4;43,14;48,24;43,33;38,38;34,43;24,48;14,43;5,38;0,33;0,24" o:connectangles="0,0,0,0,0,0,0,0,0,0,0,0,0,0,0,0,0"/>
              </v:shape>
              <v:shape id="Freeform 235" o:spid="_x0000_s1263" style="position:absolute;left:857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aRmMUA&#10;AADcAAAADwAAAGRycy9kb3ducmV2LnhtbESPQWvCQBSE74L/YXmCN7NR0ZbUVUpFFESwaWmvj+xr&#10;Epp9G7JrEv+9Kwgeh5n5hlltelOJlhpXWlYwjWIQxJnVJecKvr92k1cQziNrrCyTgis52KyHgxUm&#10;2nb8SW3qcxEg7BJUUHhfJ1K6rCCDLrI1cfD+bGPQB9nkUjfYBbip5CyOl9JgyWGhwJo+Csr+04tR&#10;cOoObXX+2b5I93ueLvLjdbHfp0qNR/37GwhPvX+GH+2DVjCbL+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1pGYxQAAANw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236" o:spid="_x0000_s1264" style="position:absolute;left:744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o0A8UA&#10;AADcAAAADwAAAGRycy9kb3ducmV2LnhtbESP3WrCQBSE7wu+w3IK3tWNij+kriItoiAFjaK3h+xp&#10;Epo9G7JrEt/eLQheDjPzDbNYdaYUDdWusKxgOIhAEKdWF5wpOJ82H3MQziNrLC2Tgjs5WC17bwuM&#10;tW35SE3iMxEg7GJUkHtfxVK6NCeDbmAr4uD92tqgD7LOpK6xDXBTylEUTaXBgsNCjhV95ZT+JTej&#10;4KfdNeXh8j2T7noYTrL9fbLdJkr137v1JwhPnX+Fn+2dVjAaz+D/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jQDxQAAANwAAAAPAAAAAAAAAAAAAAAAAJgCAABkcnMv&#10;ZG93bnJldi54bWxQSwUGAAAAAAQABAD1AAAAigMAAAAA&#10;" path="m24,l34,5r9,5l48,14r,10l48,34r-5,9l34,48r-10,l14,48,10,43,5,34,,24,5,14r5,-4l14,5,24,xe" fillcolor="#00a7d1" stroked="f">
                <v:path arrowok="t" o:connecttype="custom" o:connectlocs="24,0;34,5;43,10;48,14;48,24;48,34;43,43;34,48;24,48;14,48;10,43;5,34;0,24;5,14;10,10;14,5;24,0" o:connectangles="0,0,0,0,0,0,0,0,0,0,0,0,0,0,0,0,0"/>
              </v:shape>
              <v:shape id="Freeform 237" o:spid="_x0000_s1265" style="position:absolute;left:2528;top:240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WgccMA&#10;AADcAAAADwAAAGRycy9kb3ducmV2LnhtbERPy2rCQBTdF/oPwy10VyexWCU6htJSDJSCRtHtJXNN&#10;gpk7ITPN4+87i4LLw3lv0tE0oqfO1ZYVxLMIBHFhdc2lgtPx62UFwnlkjY1lUjCRg3T7+LDBRNuB&#10;D9TnvhQhhF2CCirv20RKV1Rk0M1sSxy4q+0M+gC7UuoOhxBuGjmPojdpsObQUGFLHxUVt/zXKPgZ&#10;sr7Znz+X0l328aL8nha7Xa7U89P4vgbhafR38b870wrmr2Ft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WgccMAAADcAAAADwAAAAAAAAAAAAAAAACYAgAAZHJzL2Rv&#10;d25yZXYueG1sUEsFBgAAAAAEAAQA9QAAAIgDAAAAAA==&#10;" path="m5,10l15,5,24,,34,5r5,5l43,15r5,9l43,34,39,44r-5,4l24,48r-9,l5,44,,34,,24,,15,5,10xe" fillcolor="#00a7d1" stroked="f">
                <v:path arrowok="t" o:connecttype="custom" o:connectlocs="5,10;15,5;24,0;34,5;39,10;43,15;48,24;43,34;39,44;34,48;24,48;15,48;5,44;0,34;0,24;0,15;5,10" o:connectangles="0,0,0,0,0,0,0,0,0,0,0,0,0,0,0,0,0"/>
              </v:shape>
              <v:shape id="Freeform 238" o:spid="_x0000_s1266" style="position:absolute;left:1660;top:536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F6sUA&#10;AADcAAAADwAAAGRycy9kb3ducmV2LnhtbESPQWvCQBSE70L/w/KE3nSjRavRVcRSFIqgUfT6yD6T&#10;0OzbkN0m8d93C0KPw8x8wyzXnSlFQ7UrLCsYDSMQxKnVBWcKLufPwQyE88gaS8uk4EEO1quX3hJj&#10;bVs+UZP4TAQIuxgV5N5XsZQuzcmgG9qKOHh3Wxv0QdaZ1DW2AW5KOY6iqTRYcFjIsaJtTul38mMU&#10;HNp9Ux6vH+/S3Y6jSfb1mOx2iVKv/W6zAOGp8//hZ3uvFYzf5v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SQXqxQAAANw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239" o:spid="_x0000_s1267" style="position:absolute;left:8672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9UMIA&#10;AADcAAAADwAAAGRycy9kb3ducmV2LnhtbERPTWvCQBC9F/oflhF6qxulrRJdxRYKtZdq9OJtyI7Z&#10;YHY2zU41/nv3UPD4eN/zZe8bdaYu1oENjIYZKOIy2JorA/vd5/MUVBRki01gMnClCMvF48Mccxsu&#10;vKVzIZVKIRxzNOBE2lzrWDryGIehJU7cMXQeJcGu0rbDSwr3jR5n2Zv2WHNqcNjSh6PyVPx5A4f3&#10;yU9h6Xc1kcN2t/l26+mrrI15GvSrGSihXu7if/eXNTB+SfPTmXQ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z1QwgAAANwAAAAPAAAAAAAAAAAAAAAAAJgCAABkcnMvZG93&#10;bnJldi54bWxQSwUGAAAAAAQABAD1AAAAhwMAAAAA&#10;" path="m24,r9,l43,5r5,9l52,24,48,34r-5,4l33,43r-9,5l19,43,9,38,4,34,,24,4,14,9,5,19,r5,xe" fillcolor="#00a7d1" stroked="f">
                <v:path arrowok="t" o:connecttype="custom" o:connectlocs="24,0;33,0;43,5;48,14;52,24;48,34;43,38;33,43;24,48;19,43;9,38;4,34;0,24;4,14;9,5;19,0;24,0" o:connectangles="0,0,0,0,0,0,0,0,0,0,0,0,0,0,0,0,0"/>
              </v:shape>
              <v:shape id="Freeform 240" o:spid="_x0000_s1268" style="position:absolute;left:7542;top:1548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J9sQA&#10;AADcAAAADwAAAGRycy9kb3ducmV2LnhtbESPQWvCQBSE74X+h+UJ3uomIraNrqEUCuJBqO3B4zP7&#10;TILZt2F3Y2J+vSsUehxm5htmnQ+mEVdyvrasIJ0lIIgLq2suFfz+fL28gfABWWNjmRTcyEO+eX5a&#10;Y6Ztz990PYRSRAj7DBVUIbSZlL6oyKCf2ZY4emfrDIYoXSm1wz7CTSPnSbKUBmuOCxW29FlRcTl0&#10;RsH+pF9dd1yO9lQe2fEYdh2/KzWdDB8rEIGG8B/+a2+1gvkihceZeAT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LCfbEAAAA3AAAAA8AAAAAAAAAAAAAAAAAmAIAAGRycy9k&#10;b3ducmV2LnhtbFBLBQYAAAAABAAEAPUAAACJAwAAAAA=&#10;" path="m29,r5,5l43,10r5,4l53,24,48,34r-5,9l34,48r-5,l19,48,10,43,5,34,,24,5,14r5,-4l19,5,29,xe" fillcolor="#00a7d1" stroked="f">
                <v:path arrowok="t" o:connecttype="custom" o:connectlocs="29,0;34,5;43,10;48,14;53,24;48,34;43,43;34,48;29,48;19,48;10,43;5,34;0,24;5,14;10,10;19,5;29,0" o:connectangles="0,0,0,0,0,0,0,0,0,0,0,0,0,0,0,0,0"/>
              </v:shape>
              <v:shape id="Freeform 241" o:spid="_x0000_s1269" style="position:absolute;left:2595;top:234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k5sYA&#10;AADcAAAADwAAAGRycy9kb3ducmV2LnhtbESPQWvCQBSE74L/YXlCb7ox1FpiNiJKUSgFG0t7fWSf&#10;STD7NmS3Sfz33UKhx2FmvmHS7Wga0VPnassKlosIBHFhdc2lgo/Ly/wZhPPIGhvLpOBODrbZdJJi&#10;ou3A79TnvhQBwi5BBZX3bSKlKyoy6Ba2JQ7e1XYGfZBdKXWHQ4CbRsZR9CQN1hwWKmxpX1Fxy7+N&#10;grfh1Dfnz8Nauq/zclW+3lfHY67Uw2zcbUB4Gv1/+K990grix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vk5sYAAADcAAAADwAAAAAAAAAAAAAAAACYAgAAZHJz&#10;L2Rvd25yZXYueG1sUEsFBgAAAAAEAAQA9QAAAIsDAAAAAA==&#10;" path="m5,5l15,r9,l34,,44,5r4,10l48,24r,10l44,43,34,48r-10,l15,48,5,43,,34,,24,,15,5,5xe" fillcolor="#00a7d1" stroked="f">
                <v:path arrowok="t" o:connecttype="custom" o:connectlocs="5,5;15,0;24,0;34,0;44,5;48,15;48,24;48,34;44,43;34,48;24,48;15,48;5,43;0,34;0,24;0,15;5,5" o:connectangles="0,0,0,0,0,0,0,0,0,0,0,0,0,0,0,0,0"/>
              </v:shape>
              <v:shape id="Freeform 242" o:spid="_x0000_s1270" style="position:absolute;left:1660;top:526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dBfcUA&#10;AADcAAAADwAAAGRycy9kb3ducmV2LnhtbESPQWvCQBSE70L/w/KE3nSjrVWiq4ilKBRBo+j1kX0m&#10;odm3IbtN4r93hUKPw8x8wyxWnSlFQ7UrLCsYDSMQxKnVBWcKzqevwQyE88gaS8uk4E4OVsuX3gJj&#10;bVs+UpP4TAQIuxgV5N5XsZQuzcmgG9qKOHg3Wxv0QdaZ1DW2AW5KOY6iD2mw4LCQY0WbnNKf5Nco&#10;2Le7pjxcPqfSXQ+jSfZ9n2y3iVKv/W49B+Gp8//hv/ZOKxi/v8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p0F9xQAAANw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43" o:spid="_x0000_s1271" style="position:absolute;left:877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7ZCcUA&#10;AADcAAAADwAAAGRycy9kb3ducmV2LnhtbESPQWvCQBSE7wX/w/IEb3WjqC2pm1AqoiCCTUt7fWRf&#10;k9Ds25Bdk/jvXUHwOMzMN8w6HUwtOmpdZVnBbBqBIM6trrhQ8P21fX4F4TyyxtoyKbiQgzQZPa0x&#10;1rbnT+oyX4gAYRejgtL7JpbS5SUZdFPbEAfvz7YGfZBtIXWLfYCbWs6jaCUNVhwWSmzoo6T8Pzsb&#10;Bcd+39Wnn82LdL+n2bI4XJa7XabUZDy8v4HwNPhH+N7eawXzxQ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TtkJxQAAANwAAAAPAAAAAAAAAAAAAAAAAJgCAABkcnMv&#10;ZG93bnJldi54bWxQSwUGAAAAAAQABAD1AAAAigMAAAAA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44" o:spid="_x0000_s1272" style="position:absolute;left:764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8ksUA&#10;AADcAAAADwAAAGRycy9kb3ducmV2LnhtbESPQWvCQBSE74X+h+UJ3upGaaqkrlJaioIIGkWvj+xr&#10;Esy+Ddk1if/eFQoeh5n5hpkve1OJlhpXWlYwHkUgiDOrS84VHA+/bzMQziNrrCyTghs5WC5eX+aY&#10;aNvxntrU5yJA2CWooPC+TqR0WUEG3cjWxMH7s41BH2STS91gF+CmkpMo+pAGSw4LBdb0XVB2Sa9G&#10;wbZbt9Xu9DOV7rwbx/nmFq9WqVLDQf/1CcJT75/h//ZaK5i8x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nySxQAAANwAAAAPAAAAAAAAAAAAAAAAAJgCAABkcnMv&#10;ZG93bnJldi54bWxQSwUGAAAAAAQABAD1AAAAig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45" o:spid="_x0000_s1273" style="position:absolute;left:2663;top:227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Di5cUA&#10;AADcAAAADwAAAGRycy9kb3ducmV2LnhtbESPQWvCQBSE74L/YXmCN7NR1JbUVUpFFESwaWmvj+xr&#10;Epp9G7JrEv+9Kwgeh5n5hlltelOJlhpXWlYwjWIQxJnVJecKvr92k1cQziNrrCyTgis52KyHgxUm&#10;2nb8SW3qcxEg7BJUUHhfJ1K6rCCDLrI1cfD+bGPQB9nkUjfYBbip5CyOl9JgyWGhwJo+Csr+04tR&#10;cOoObXX+2b5I93ueLvLjdbHfp0qNR/37GwhPvX+GH+2DVjCbL+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OLlxQAAANwAAAAPAAAAAAAAAAAAAAAAAJgCAABkcnMv&#10;ZG93bnJldi54bWxQSwUGAAAAAAQABAD1AAAAigMAAAAA&#10;" path="m9,5l14,,24,r9,l43,5r5,9l48,24r,10l43,38,33,43r-9,5l14,43,9,38,4,34,,24,4,14,9,5xe" fillcolor="#00a7d1" stroked="f">
                <v:path arrowok="t" o:connecttype="custom" o:connectlocs="9,5;14,0;24,0;33,0;43,5;48,14;48,24;48,34;43,38;33,43;24,48;14,43;9,38;4,34;0,24;4,14;9,5" o:connectangles="0,0,0,0,0,0,0,0,0,0,0,0,0,0,0,0,0"/>
              </v:shape>
              <v:shape id="Freeform 246" o:spid="_x0000_s1274" style="position:absolute;left:1660;top:517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xHfsUA&#10;AADcAAAADwAAAGRycy9kb3ducmV2LnhtbESP3WrCQBSE7wu+w3IK3tWN4h+pq0iLKEhBo+jtIXua&#10;hGbPhuyaxLd3C4KXw8x8wyxWnSlFQ7UrLCsYDiIQxKnVBWcKzqfNxxyE88gaS8uk4E4OVsve2wJj&#10;bVs+UpP4TAQIuxgV5N5XsZQuzcmgG9iKOHi/tjbog6wzqWtsA9yUchRFU2mw4LCQY0VfOaV/yc0o&#10;+Gl3TXm4fM+kux6Gk2x/n2y3iVL99279CcJT51/hZ3unFYzGM/g/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Ed+xQAAANwAAAAPAAAAAAAAAAAAAAAAAJgCAABkcnMv&#10;ZG93bnJldi54bWxQSwUGAAAAAAQABAD1AAAAigMAAAAA&#10;" path="m,24l,14,5,10,14,5,24,,34,5r4,5l43,14r5,10l43,34r-5,9l34,48r-10,l14,48,5,43,,34,,24xe" fillcolor="#00a7d1" stroked="f">
                <v:path arrowok="t" o:connecttype="custom" o:connectlocs="0,24;0,14;5,10;14,5;24,0;34,5;38,10;43,14;48,24;43,34;38,43;34,48;24,48;14,48;5,43;0,34;0,24" o:connectangles="0,0,0,0,0,0,0,0,0,0,0,0,0,0,0,0,0"/>
              </v:shape>
              <v:shape id="Freeform 247" o:spid="_x0000_s1275" style="position:absolute;left:886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TDMMA&#10;AADcAAAADwAAAGRycy9kb3ducmV2LnhtbERPy2rCQBTdF/oPwy10VyeRWiU6htJSDJSCRtHtJXNN&#10;gpk7ITPN4+87i4LLw3lv0tE0oqfO1ZYVxLMIBHFhdc2lgtPx62UFwnlkjY1lUjCRg3T7+LDBRNuB&#10;D9TnvhQhhF2CCirv20RKV1Rk0M1sSxy4q+0M+gC7UuoOhxBuGjmPojdpsObQUGFLHxUVt/zXKPgZ&#10;sr7Znz+X0l328aL8nha7Xa7U89P4vgbhafR38b870wrmr2Ft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PTDMMAAADcAAAADwAAAAAAAAAAAAAAAACYAgAAZHJzL2Rv&#10;d25yZXYueG1sUEsFBgAAAAAEAAQA9QAAAIgDAAAAAA==&#10;" path="m24,l34,r5,5l48,14r,10l48,34r-9,4l34,43,24,48,15,43,5,38,,34,,24,,14,5,5,15,r9,xe" fillcolor="#00a7d1" stroked="f">
                <v:path arrowok="t" o:connecttype="custom" o:connectlocs="24,0;34,0;39,5;48,14;48,24;48,34;39,38;34,43;24,48;15,43;5,38;0,34;0,24;0,14;5,5;15,0;24,0" o:connectangles="0,0,0,0,0,0,0,0,0,0,0,0,0,0,0,0,0"/>
              </v:shape>
              <v:shape id="Freeform 248" o:spid="_x0000_s1276" style="position:absolute;left:773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92l8UA&#10;AADcAAAADwAAAGRycy9kb3ducmV2LnhtbESPQWvCQBSE70L/w/KE3nSjVKvRVcRSFIqgUfT6yD6T&#10;0OzbkN0m8d93C0KPw8x8wyzXnSlFQ7UrLCsYDSMQxKnVBWcKLufPwQyE88gaS8uk4EEO1quX3hJj&#10;bVs+UZP4TAQIuxgV5N5XsZQuzcmgG9qKOHh3Wxv0QdaZ1DW2AW5KOY6iqTRYcFjIsaJtTul38mMU&#10;HNp9Ux6vH+/S3Y6jSfb1mOx2iVKv/W6zAOGp8//hZ3uvFYzf5v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3aXxQAAANwAAAAPAAAAAAAAAAAAAAAAAJgCAABkcnMv&#10;ZG93bnJldi54bWxQSwUGAAAAAAQABAD1AAAAigMAAAAA&#10;" path="m24,r9,5l38,10r10,4l48,24r,10l38,43r-5,5l24,48r-10,l4,43,,34,,24,,14,4,10,14,5,24,xe" fillcolor="#00a7d1" stroked="f">
                <v:path arrowok="t" o:connecttype="custom" o:connectlocs="24,0;33,5;38,10;48,14;48,24;48,34;38,43;33,48;24,48;14,48;4,43;0,34;0,24;0,14;4,10;14,5;24,0" o:connectangles="0,0,0,0,0,0,0,0,0,0,0,0,0,0,0,0,0"/>
              </v:shape>
              <v:shape id="Freeform 249" o:spid="_x0000_s1277" style="position:absolute;left:2735;top:220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J18EA&#10;AADcAAAADwAAAGRycy9kb3ducmV2LnhtbERPTYvCMBC9C/sfwizsTVOFqlSjyC6isAjaXfQ6NGNb&#10;bCaliW399+YgeHy87+W6N5VoqXGlZQXjUQSCOLO65FzB/992OAfhPLLGyjIpeJCD9epjsMRE245P&#10;1KY+FyGEXYIKCu/rREqXFWTQjWxNHLirbQz6AJtc6ga7EG4qOYmiqTRYcmgosKbvgrJbejcKDt2+&#10;rY7nn5l0l+M4zn8f8W6XKvX12W8WIDz1/i1+ufdawSQO88OZc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sSdfBAAAA3AAAAA8AAAAAAAAAAAAAAAAAmAIAAGRycy9kb3du&#10;cmV2LnhtbFBLBQYAAAAABAAEAPUAAACGAwAAAAA=&#10;" path="m4,10l14,5,24,r9,5l38,10r5,9l48,24,43,34r-5,9l33,48r-9,l14,48,4,43,,34,,24,,19,4,10xe" fillcolor="#00a7d1" stroked="f">
                <v:path arrowok="t" o:connecttype="custom" o:connectlocs="4,10;14,5;24,0;33,5;38,10;43,19;48,24;43,34;38,43;33,48;24,48;14,48;4,43;0,34;0,24;0,19;4,10" o:connectangles="0,0,0,0,0,0,0,0,0,0,0,0,0,0,0,0,0"/>
              </v:shape>
              <v:shape id="Freeform 250" o:spid="_x0000_s1278" style="position:absolute;left:1660;top:507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sTMUA&#10;AADcAAAADwAAAGRycy9kb3ducmV2LnhtbESPQWvCQBSE7wX/w/IEb3UTIa1EVxFLUSgFjaLXR/aZ&#10;BLNvQ3ZN4r/vFgo9DjPzDbNcD6YWHbWusqwgnkYgiHOrKy4UnE+fr3MQziNrrC2Tgic5WK9GL0tM&#10;te35SF3mCxEg7FJUUHrfpFK6vCSDbmob4uDdbGvQB9kWUrfYB7ip5SyK3qTBisNCiQ1tS8rv2cMo&#10;+O73XX24fLxLdz3ESfH1THa7TKnJeNgsQHga/H/4r73XCmZJDL9nw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4OxMxQAAANwAAAAPAAAAAAAAAAAAAAAAAJgCAABkcnMv&#10;ZG93bnJldi54bWxQSwUGAAAAAAQABAD1AAAAigMAAAAA&#10;" path="m,24l,15,5,5,14,,24,,34,r4,5l43,15r5,9l43,34r-5,9l34,48r-10,l14,48,5,43,,34,,24xe" fillcolor="#00a7d1" stroked="f">
                <v:path arrowok="t" o:connecttype="custom" o:connectlocs="0,24;0,15;5,5;14,0;24,0;34,0;38,5;43,15;48,24;43,34;38,43;34,48;24,48;14,48;5,43;0,34;0,24" o:connectangles="0,0,0,0,0,0,0,0,0,0,0,0,0,0,0,0,0"/>
              </v:shape>
              <v:shape id="Freeform 251" o:spid="_x0000_s1279" style="position:absolute;left:896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JyO8UA&#10;AADcAAAADwAAAGRycy9kb3ducmV2LnhtbESPQWvCQBSE7wX/w/KE3nRjILVEVxFFFIqgaanXR/Y1&#10;Cc2+DdltEv+9Kwg9DjPzDbNcD6YWHbWusqxgNo1AEOdWV1wo+PrcT95BOI+ssbZMCm7kYL0avSwx&#10;1bbnC3WZL0SAsEtRQel9k0rp8pIMuqltiIP3Y1uDPsi2kLrFPsBNLeMoepMGKw4LJTa0LSn/zf6M&#10;glN/7Orz924u3fU8S4qPW3I4ZEq9jofNAoSnwf+Hn+2jVhAnMTzOh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MnI7xQAAANwAAAAPAAAAAAAAAAAAAAAAAJgCAABkcnMv&#10;ZG93bnJldi54bWxQSwUGAAAAAAQABAD1AAAAigMAAAAA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252" o:spid="_x0000_s1280" style="position:absolute;left:783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7XoMUA&#10;AADcAAAADwAAAGRycy9kb3ducmV2LnhtbESPQWvCQBSE74X+h+UJ3upGS6qkrlJaioIIGkWvj+xr&#10;Esy+Ddk1if/eFQoeh5n5hpkve1OJlhpXWlYwHkUgiDOrS84VHA+/bzMQziNrrCyTghs5WC5eX+aY&#10;aNvxntrU5yJA2CWooPC+TqR0WUEG3cjWxMH7s41BH2STS91gF+CmkpMo+pAGSw4LBdb0XVB2Sa9G&#10;wbZbt9Xu9DOV7rwbx/nmFq9WqVLDQf/1CcJT75/h//ZaK5jE7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tegxQAAANwAAAAPAAAAAAAAAAAAAAAAAJgCAABkcnMv&#10;ZG93bnJldi54bWxQSwUGAAAAAAQABAD1AAAAigMAAAAA&#10;" path="m24,r9,5l43,10r5,4l48,24r,10l43,43,33,48r-9,l14,48,9,43,,34,,24,,14,9,10,14,5,24,xe" fillcolor="#00a7d1" stroked="f">
                <v:path arrowok="t" o:connecttype="custom" o:connectlocs="24,0;33,5;43,10;48,14;48,24;48,34;43,43;33,48;24,48;14,48;9,43;0,34;0,24;0,14;9,10;14,5;24,0" o:connectangles="0,0,0,0,0,0,0,0,0,0,0,0,0,0,0,0,0"/>
              </v:shape>
              <v:shape id="Freeform 253" o:spid="_x0000_s1281" style="position:absolute;left:2802;top:213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P1MUA&#10;AADcAAAADwAAAGRycy9kb3ducmV2LnhtbESPQWvCQBSE74X+h+UJ3upGaaqkrlJaioIIGkWvj+xr&#10;Esy+Ddk1if/eFQoeh5n5hpkve1OJlhpXWlYwHkUgiDOrS84VHA+/bzMQziNrrCyTghs5WC5eX+aY&#10;aNvxntrU5yJA2CWooPC+TqR0WUEG3cjWxMH7s41BH2STS91gF+CmkpMo+pAGSw4LBdb0XVB2Sa9G&#10;wbZbt9Xu9DOV7rwbx/nmFq9WqVLDQf/1CcJT75/h//ZaK5jE7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0/UxQAAANwAAAAPAAAAAAAAAAAAAAAAAJgCAABkcnMv&#10;ZG93bnJldi54bWxQSwUGAAAAAAQABAD1AAAAigMAAAAA&#10;" path="m5,10l14,,24,r9,5l43,10r5,4l48,24r,10l43,43,33,48r-9,l14,48,5,43,,34,,24,,14,5,10xe" fillcolor="#00a7d1" stroked="f">
                <v:path arrowok="t" o:connecttype="custom" o:connectlocs="5,10;14,0;24,0;33,5;43,10;48,14;48,24;48,34;43,43;33,48;24,48;14,48;5,43;0,34;0,24;0,14;5,10" o:connectangles="0,0,0,0,0,0,0,0,0,0,0,0,0,0,0,0,0"/>
              </v:shape>
              <v:shape id="Freeform 254" o:spid="_x0000_s1282" style="position:absolute;left:1660;top:497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vqT8UA&#10;AADcAAAADwAAAGRycy9kb3ducmV2LnhtbESPQWvCQBSE74L/YXkFb2ajkCqpqxRLUSiCxtJeH9nX&#10;JDT7NmTXJP57VxA8DjPzDbPaDKYWHbWusqxgFsUgiHOrKy4UfJ8/p0sQziNrrC2Tgis52KzHoxWm&#10;2vZ8oi7zhQgQdikqKL1vUildXpJBF9mGOHh/tjXog2wLqVvsA9zUch7Hr9JgxWGhxIa2JeX/2cUo&#10;OPT7rj7+fCyk+z3OkuLrmux2mVKTl+H9DYSnwT/Dj/ZeK5gnCdzPh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2+pPxQAAANwAAAAPAAAAAAAAAAAAAAAAAJgCAABkcnMv&#10;ZG93bnJldi54bWxQSwUGAAAAAAQABAD1AAAAigMAAAAA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255" o:spid="_x0000_s1283" style="position:absolute;left:906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0OMUA&#10;AADcAAAADwAAAGRycy9kb3ducmV2LnhtbESPQWvCQBSE7wX/w/KE3uomQmyJrkGUolAKNopeH9ln&#10;Esy+DdltEv99t1DocZiZb5hVNppG9NS52rKCeBaBIC6srrlUcD69v7yBcB5ZY2OZFDzIQbaePK0w&#10;1XbgL+pzX4oAYZeigsr7NpXSFRUZdDPbEgfvZjuDPsiulLrDIcBNI+dRtJAGaw4LFba0rai4599G&#10;wedw6JvjZfcq3fUYJ+XHI9nvc6Wep+NmCcLT6P/Df+2DVjBP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XQ4xQAAANwAAAAPAAAAAAAAAAAAAAAAAJgCAABkcnMv&#10;ZG93bnJldi54bWxQSwUGAAAAAAQABAD1AAAAig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256" o:spid="_x0000_s1284" style="position:absolute;left:793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XRo8YA&#10;AADcAAAADwAAAGRycy9kb3ducmV2LnhtbESPQWvCQBSE70L/w/IK3swmQqqkrqG0FAURNC3t9ZF9&#10;TUKzb0N2m8R/3xUEj8PMfMNs8sm0YqDeNZYVJFEMgri0uuFKwefH+2INwnlkja1lUnAhB/n2YbbB&#10;TNuRzzQUvhIBwi5DBbX3XSalK2sy6CLbEQfvx/YGfZB9JXWPY4CbVi7j+EkabDgs1NjRa03lb/Fn&#10;FBzH/dCevt5W0n2fkrQ6XNLdrlBq/ji9PIPwNPl7+NbeawXLdAXXM+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XRo8YAAADcAAAADwAAAAAAAAAAAAAAAACYAgAAZHJz&#10;L2Rvd25yZXYueG1sUEsFBgAAAAAEAAQA9QAAAIsDAAAAAA==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57" o:spid="_x0000_s1285" style="position:absolute;left:2869;top:206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pF0cEA&#10;AADcAAAADwAAAGRycy9kb3ducmV2LnhtbERPTYvCMBC9C/sfwizsTVOFqlSjyC6isAjaXfQ6NGNb&#10;bCaliW399+YgeHy87+W6N5VoqXGlZQXjUQSCOLO65FzB/992OAfhPLLGyjIpeJCD9epjsMRE245P&#10;1KY+FyGEXYIKCu/rREqXFWTQjWxNHLirbQz6AJtc6ga7EG4qOYmiqTRYcmgosKbvgrJbejcKDt2+&#10;rY7nn5l0l+M4zn8f8W6XKvX12W8WIDz1/i1+ufdawSQOa8OZc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aRdHBAAAA3AAAAA8AAAAAAAAAAAAAAAAAmAIAAGRycy9kb3du&#10;cmV2LnhtbFBLBQYAAAAABAAEAPUAAACGAwAAAAA=&#10;" path="m9,5l14,,24,r9,l43,5r5,9l48,24r,9l43,43,33,48r-9,l14,48,9,38,5,33,,24,5,14,9,5xe" fillcolor="#00a7d1" stroked="f">
                <v:path arrowok="t" o:connecttype="custom" o:connectlocs="9,5;14,0;24,0;33,0;43,5;48,14;48,24;48,33;43,43;33,48;24,48;14,48;9,38;5,33;0,24;5,14;9,5" o:connectangles="0,0,0,0,0,0,0,0,0,0,0,0,0,0,0,0,0"/>
              </v:shape>
              <v:shape id="Freeform 258" o:spid="_x0000_s1286" style="position:absolute;left:1660;top:48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bgSsYA&#10;AADcAAAADwAAAGRycy9kb3ducmV2LnhtbESPQWvCQBSE74L/YXkFb7pRSG2jmyAtolAEm5b2+sg+&#10;k9Ds25DdJvHfdwWhx2FmvmG22Wga0VPnassKlosIBHFhdc2lgs+P/fwJhPPIGhvLpOBKDrJ0Otli&#10;ou3A79TnvhQBwi5BBZX3bSKlKyoy6Ba2JQ7exXYGfZBdKXWHQ4CbRq6i6FEarDksVNjSS0XFT/5r&#10;FJyGY9+cv17X0n2fl3H5do0Ph1yp2cO424DwNPr/8L191ApW8TP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bgSsYAAADcAAAADwAAAAAAAAAAAAAAAACYAgAAZHJz&#10;L2Rvd25yZXYueG1sUEsFBgAAAAAEAAQA9QAAAIsDAAAAAA==&#10;" path="m,24l,15,5,5,14,,24,,34,r4,5l43,15r5,9l43,34r-5,5l34,43,24,48,14,43,5,39,,34,,24xe" fillcolor="#00a7d1" stroked="f">
                <v:path arrowok="t" o:connecttype="custom" o:connectlocs="0,24;0,15;5,5;14,0;24,0;34,0;38,5;43,15;48,24;43,34;38,39;34,43;24,48;14,43;5,39;0,34;0,24" o:connectangles="0,0,0,0,0,0,0,0,0,0,0,0,0,0,0,0,0"/>
              </v:shape>
              <v:shape id="Freeform 259" o:spid="_x0000_s1287" style="position:absolute;left:9156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wDcEA&#10;AADcAAAADwAAAGRycy9kb3ducmV2LnhtbERPz2vCMBS+D/wfwhO8rek8dLMaZQiCeBDmPPT4bN7a&#10;sualJKmt/evNYbDjx/d7sxtNK+7kfGNZwVuSgiAurW64UnD9Prx+gPABWWNrmRQ8yMNuO3vZYK7t&#10;wF90v4RKxBD2OSqoQ+hyKX1Zk0Gf2I44cj/WGQwRukpqh0MMN61cpmkmDTYcG2rsaF9T+XvpjYLz&#10;Tb+7vsgme6sKdjyFU88rpRbz8XMNItAY/sV/7qNWsMzi/HgmHgG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y8A3BAAAA3AAAAA8AAAAAAAAAAAAAAAAAmAIAAGRycy9kb3du&#10;cmV2LnhtbFBLBQYAAAAABAAEAPUAAACGAwAAAAA=&#10;" path="m29,r5,l43,5r5,9l53,24,48,34r-5,4l34,43r-5,5l19,43,10,38,5,34,,24,5,14,10,5,19,,29,xe" fillcolor="#00a7d1" stroked="f">
                <v:path arrowok="t" o:connecttype="custom" o:connectlocs="29,0;34,0;43,5;48,14;53,24;48,34;43,38;34,43;29,48;19,43;10,38;5,34;0,24;5,14;10,5;19,0;29,0" o:connectangles="0,0,0,0,0,0,0,0,0,0,0,0,0,0,0,0,0"/>
              </v:shape>
              <v:shape id="Freeform 260" o:spid="_x0000_s1288" style="position:absolute;left:8027;top:1548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7Eq8UA&#10;AADcAAAADwAAAGRycy9kb3ducmV2LnhtbESPT2vCQBTE74V+h+UVvNWNgn9IXcUKBe2lGnvx9si+&#10;ZkOzb2P2VeO37xaEHoeZ+Q2zWPW+URfqYh3YwGiYgSIug625MvB5fHueg4qCbLEJTAZuFGG1fHxY&#10;YG7DlQ90KaRSCcIxRwNOpM21jqUjj3EYWuLkfYXOoyTZVdp2eE1w3+hxlk21x5rTgsOWNo7K7+LH&#10;Gzi9zj4KS+f1TE6H4/7d7eYT2RkzeOrXL6CEevkP39tba2A8HcHfmXQ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sSrxQAAANwAAAAPAAAAAAAAAAAAAAAAAJgCAABkcnMv&#10;ZG93bnJldi54bWxQSwUGAAAAAAQABAD1AAAAigMAAAAA&#10;" path="m28,l38,5r5,5l48,14r4,10l48,34r-5,9l38,48r-10,l19,48,9,43,4,34,,24,4,14,9,10,19,5,28,xe" fillcolor="#00a7d1" stroked="f">
                <v:path arrowok="t" o:connecttype="custom" o:connectlocs="28,0;38,5;43,10;48,14;52,24;48,34;43,43;38,48;28,48;19,48;9,43;4,34;0,24;4,14;9,10;19,5;28,0" o:connectangles="0,0,0,0,0,0,0,0,0,0,0,0,0,0,0,0,0"/>
              </v:shape>
              <v:shape id="Freeform 261" o:spid="_x0000_s1289" style="position:absolute;left:2941;top:200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64hsUA&#10;AADcAAAADwAAAGRycy9kb3ducmV2LnhtbESPQWvCQBSE7wX/w/KE3uomAW2JrkGUolAKNopeH9ln&#10;Esy+DdltEv99t1DocZiZb5hVNppG9NS52rKCeBaBIC6srrlUcD69v7yBcB5ZY2OZFDzIQbaePK0w&#10;1XbgL+pzX4oAYZeigsr7NpXSFRUZdDPbEgfvZjuDPsiulLrDIcBNI5MoWkiDNYeFClvaVlTc82+j&#10;4HM49M3xsnuV7nqM5+XHY77f50o9T8fNEoSn0f+H/9oHrSBZJ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riGxQAAANwAAAAPAAAAAAAAAAAAAAAAAJgCAABkcnMv&#10;ZG93bnJldi54bWxQSwUGAAAAAAQABAD1AAAAigMAAAAA&#10;" path="m5,4l14,,24,r9,l38,4r5,10l48,24r-5,9l38,38r-5,5l24,48,14,43,5,38,,33,,24,,14,5,4xe" fillcolor="#00a7d1" stroked="f">
                <v:path arrowok="t" o:connecttype="custom" o:connectlocs="5,4;14,0;24,0;33,0;38,4;43,14;48,24;43,33;38,38;33,43;24,48;14,43;5,38;0,33;0,24;0,14;5,4" o:connectangles="0,0,0,0,0,0,0,0,0,0,0,0,0,0,0,0,0"/>
              </v:shape>
              <v:shape id="Freeform 262" o:spid="_x0000_s1290" style="position:absolute;left:1660;top:47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dHcUA&#10;AADcAAAADwAAAGRycy9kb3ducmV2LnhtbESPQWvCQBSE74L/YXmCN7NR0ZbUVUpFFESwaWmvj+xr&#10;Epp9G7JrEv+9Kwgeh5n5hlltelOJlhpXWlYwjWIQxJnVJecKvr92k1cQziNrrCyTgis52KyHgxUm&#10;2nb8SW3qcxEg7BJUUHhfJ1K6rCCDLrI1cfD+bGPQB9nkUjfYBbip5CyOl9JgyWGhwJo+Csr+04tR&#10;cOoObXX+2b5I93ueLvLjdbHfp0qNR/37GwhPvX+GH+2DVjBbzu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Eh0dxQAAANwAAAAPAAAAAAAAAAAAAAAAAJgCAABkcnMv&#10;ZG93bnJldi54bWxQSwUGAAAAAAQABAD1AAAAigMAAAAA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263" o:spid="_x0000_s1291" style="position:absolute;left:925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uFacUA&#10;AADcAAAADwAAAGRycy9kb3ducmV2LnhtbESPQWvCQBSE74L/YXmCN7NR1JbUVUpFFESwaWmvj+xr&#10;Epp9G7JrEv+9Kwgeh5n5hlltelOJlhpXWlYwjWIQxJnVJecKvr92k1cQziNrrCyTgis52KyHgxUm&#10;2nb8SW3qcxEg7BJUUHhfJ1K6rCCDLrI1cfD+bGPQB9nkUjfYBbip5CyOl9JgyWGhwJo+Csr+04tR&#10;cOoObXX+2b5I93ueLvLjdbHfp0qNR/37GwhPvX+GH+2DVjBbzuF+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+4VpxQAAANwAAAAPAAAAAAAAAAAAAAAAAJgCAABkcnMv&#10;ZG93bnJldi54bWxQSwUGAAAAAAQABAD1AAAAigMAAAAA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264" o:spid="_x0000_s1292" style="position:absolute;left:812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g8sUA&#10;AADcAAAADwAAAGRycy9kb3ducmV2LnhtbESPQWvCQBSE7wX/w/KE3uomQmyJrkGUolAKNopeH9ln&#10;Esy+DdltEv99t1DocZiZb5hVNppG9NS52rKCeBaBIC6srrlUcD69v7yBcB5ZY2OZFDzIQbaePK0w&#10;1XbgL+pzX4oAYZeigsr7NpXSFRUZdDPbEgfvZjuDPsiulLrDIcBNI+dRtJAGaw4LFba0rai4599G&#10;wedw6JvjZfcq3fUYJ+XHI9nvc6Wep+NmCcLT6P/Df+2DVjBfJP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yDyxQAAANwAAAAPAAAAAAAAAAAAAAAAAJgCAABkcnMv&#10;ZG93bnJldi54bWxQSwUGAAAAAAQABAD1AAAAigMAAAAA&#10;" path="m24,l34,5r5,5l43,14r5,10l43,34r-4,9l34,48r-10,l15,48,5,43,,34,,24,,14,5,10,15,5,24,xe" fillcolor="#00a7d1" stroked="f">
                <v:path arrowok="t" o:connecttype="custom" o:connectlocs="24,0;34,5;39,10;43,14;48,24;43,34;39,43;34,48;24,48;15,48;5,43;0,34;0,24;0,14;5,10;15,5;24,0" o:connectangles="0,0,0,0,0,0,0,0,0,0,0,0,0,0,0,0,0"/>
              </v:shape>
              <v:shape id="Freeform 265" o:spid="_x0000_s1293" style="position:absolute;left:3008;top:192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+hcUA&#10;AADcAAAADwAAAGRycy9kb3ducmV2LnhtbESPQWvCQBSE74L/YXlCb2ajYJTUVUQpCqWgUdrrI/ua&#10;BLNvQ3abxH/fLRQ8DjPzDbPeDqYWHbWusqxgFsUgiHOrKy4U3K5v0xUI55E11pZJwYMcbDfj0RpT&#10;bXu+UJf5QgQIuxQVlN43qZQuL8mgi2xDHLxv2xr0QbaF1C32AW5qOY/jRBqsOCyU2NC+pPye/RgF&#10;H/2pq8+fh6V0X+fZonh/LI7HTKmXybB7BeFp8M/wf/ukFcyTBP7Oh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b6FxQAAANwAAAAPAAAAAAAAAAAAAAAAAJgCAABkcnMv&#10;ZG93bnJldi54bWxQSwUGAAAAAAQABAD1AAAAigMAAAAA&#10;" path="m5,9l14,5,24,,34,5r9,4l48,19r,5l48,33,43,43r-9,5l24,48r-10,l5,43,,33,,24,,14,5,9xe" fillcolor="#00a7d1" stroked="f">
                <v:path arrowok="t" o:connecttype="custom" o:connectlocs="5,9;14,5;24,0;34,5;43,9;48,19;48,24;48,33;43,43;34,48;24,48;14,48;5,43;0,33;0,24;0,14;5,9" o:connectangles="0,0,0,0,0,0,0,0,0,0,0,0,0,0,0,0,0"/>
              </v:shape>
              <v:shape id="Freeform 266" o:spid="_x0000_s1294" style="position:absolute;left:1660;top:4687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kbHsUA&#10;AADcAAAADwAAAGRycy9kb3ducmV2LnhtbESP3YrCMBSE74V9h3AWvNNUwR+qUZYVURBB67LeHpqz&#10;bdnmpDSxrW9vBMHLYWa+YZbrzpSiodoVlhWMhhEI4tTqgjMFP5ftYA7CeWSNpWVScCcH69VHb4mx&#10;ti2fqUl8JgKEXYwKcu+rWEqX5mTQDW1FHLw/Wxv0QdaZ1DW2AW5KOY6iqTRYcFjIsaLvnNL/5GYU&#10;HNt9U55+NzPprqfRJDvcJ7tdolT/s/tagPDU+Xf41d5rBePpD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RsexQAAANwAAAAPAAAAAAAAAAAAAAAAAJgCAABkcnMv&#10;ZG93bnJldi54bWxQSwUGAAAAAAQABAD1AAAAigMAAAAA&#10;" path="m,24l,14,5,9,14,,24,,34,r4,9l43,14r5,10l43,33,38,43r-4,5l24,48r-10,l5,43,,33,,24xe" fillcolor="#00a7d1" stroked="f">
                <v:path arrowok="t" o:connecttype="custom" o:connectlocs="0,24;0,14;5,9;14,0;24,0;34,0;38,9;43,14;48,24;43,33;38,43;34,48;24,48;14,48;5,43;0,33;0,24" o:connectangles="0,0,0,0,0,0,0,0,0,0,0,0,0,0,0,0,0"/>
              </v:shape>
              <v:shape id="Freeform 267" o:spid="_x0000_s1295" style="position:absolute;left:935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PbMEA&#10;AADcAAAADwAAAGRycy9kb3ducmV2LnhtbERPy4rCMBTdC/5DuII7TRV8UI0iDoPCMKBVdHtprm2x&#10;uSlNbOvfTxYDLg/nvd52phQN1a6wrGAyjkAQp1YXnCm4Xr5HSxDOI2ssLZOCNznYbvq9Ncbatnym&#10;JvGZCCHsYlSQe1/FUro0J4NubCviwD1sbdAHWGdS19iGcFPKaRTNpcGCQ0OOFe1zSp/Jyyj4bY9N&#10;ebp9LaS7nyaz7Oc9OxwSpYaDbrcC4anzH/G/+6gVTOdhbTgTjo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2j2zBAAAA3AAAAA8AAAAAAAAAAAAAAAAAmAIAAGRycy9kb3du&#10;cmV2LnhtbFBLBQYAAAAABAAEAPUAAACGAwAAAAA=&#10;" path="m24,r9,l38,5r10,9l48,24r,10l38,38r-5,5l24,48,14,43,5,38,,34,,24,,14,5,5,14,,24,xe" fillcolor="#00a7d1" stroked="f">
                <v:path arrowok="t" o:connecttype="custom" o:connectlocs="24,0;33,0;38,5;48,14;48,24;48,34;38,38;33,43;24,48;14,43;5,38;0,34;0,24;0,14;5,5;14,0;24,0" o:connectangles="0,0,0,0,0,0,0,0,0,0,0,0,0,0,0,0,0"/>
              </v:shape>
              <v:shape id="Freeform 268" o:spid="_x0000_s1296" style="position:absolute;left:822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q98UA&#10;AADcAAAADwAAAGRycy9kb3ducmV2LnhtbESPQWvCQBSE7wX/w/IEb3WjoLapm1AqoiCCTUt7fWRf&#10;k9Ds25Bdk/jvXUHwOMzMN8w6HUwtOmpdZVnBbBqBIM6trrhQ8P21fX4B4TyyxtoyKbiQgzQZPa0x&#10;1rbnT+oyX4gAYRejgtL7JpbS5SUZdFPbEAfvz7YGfZBtIXWLfYCbWs6jaCkNVhwWSmzoo6T8Pzsb&#10;Bcd+39Wnn81Kut/TbFEcLovdLlNqMh7e30B4GvwjfG/vtYL58hV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+ir3xQAAANwAAAAPAAAAAAAAAAAAAAAAAJgCAABkcnMv&#10;ZG93bnJldi54bWxQSwUGAAAAAAQABAD1AAAAigMAAAAA&#10;" path="m24,l34,5r9,5l48,14r,10l48,34r-5,9l34,48r-10,l15,48,5,43,,34,,24,,14,5,10,15,5,24,xe" fillcolor="#00a7d1" stroked="f">
                <v:path arrowok="t" o:connecttype="custom" o:connectlocs="24,0;34,5;43,10;48,14;48,24;48,34;43,43;34,48;24,48;15,48;5,43;0,34;0,24;0,14;5,10;15,5;24,0" o:connectangles="0,0,0,0,0,0,0,0,0,0,0,0,0,0,0,0,0"/>
              </v:shape>
              <v:shape id="Freeform 269" o:spid="_x0000_s1297" style="position:absolute;left:3075;top:186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Vt8EA&#10;AADcAAAADwAAAGRycy9kb3ducmV2LnhtbERPTYvCMBC9C/6HMII3TRVcpRpFXBaFRdAqeh2asS02&#10;k9LEtv57c1jY4+N9rzadKUVDtSssK5iMIxDEqdUFZwqul5/RAoTzyBpLy6TgTQ42635vhbG2LZ+p&#10;SXwmQgi7GBXk3lexlC7NyaAb24o4cA9bG/QB1pnUNbYh3JRyGkVf0mDBoSHHinY5pc/kZRQc20NT&#10;nm7fc+nup8ks+33P9vtEqeGg2y5BeOr8v/jPfdAKpvMwP5w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ZFbfBAAAA3AAAAA8AAAAAAAAAAAAAAAAAmAIAAGRycy9kb3du&#10;cmV2LnhtbFBLBQYAAAAABAAEAPUAAACGAwAAAAA=&#10;" path="m10,9l15,r9,l34,r9,9l48,14r,10l48,33,43,43r-9,5l24,48r-9,l10,43,5,33,,24,5,14,10,9xe" fillcolor="#00a7d1" stroked="f">
                <v:path arrowok="t" o:connecttype="custom" o:connectlocs="10,9;15,0;24,0;34,0;43,9;48,14;48,24;48,33;43,43;34,48;24,48;15,48;10,43;5,33;0,24;5,14;10,9" o:connectangles="0,0,0,0,0,0,0,0,0,0,0,0,0,0,0,0,0"/>
              </v:shape>
              <v:shape id="Freeform 270" o:spid="_x0000_s1298" style="position:absolute;left:1660;top:4591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wLMUA&#10;AADcAAAADwAAAGRycy9kb3ducmV2LnhtbESP3WrCQBSE74W+w3IK3plNBH9IXaW0iIIImpb29pA9&#10;TUKzZ0N2TeLbu4Lg5TAz3zCrzWBq0VHrKssKkigGQZxbXXGh4PtrO1mCcB5ZY22ZFFzJwWb9Mlph&#10;qm3PZ+oyX4gAYZeigtL7JpXS5SUZdJFtiIP3Z1uDPsi2kLrFPsBNLadxPJcGKw4LJTb0UVL+n12M&#10;gmO/7+rTz+dCut9TMisO19lulyk1fh3e30B4Gvwz/GjvtYLpIoH7mX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bAsxQAAANwAAAAPAAAAAAAAAAAAAAAAAJgCAABkcnMv&#10;ZG93bnJldi54bWxQSwUGAAAAAAQABAD1AAAAigMAAAAA&#10;" path="m,24l,14,5,4,14,,24,,34,r4,4l43,14r5,10l43,33r-5,5l34,48r-10,l14,48,5,38,,33,,24xe" fillcolor="#00a7d1" stroked="f">
                <v:path arrowok="t" o:connecttype="custom" o:connectlocs="0,24;0,14;5,4;14,0;24,0;34,0;38,4;43,14;48,24;43,33;38,38;34,48;24,48;14,48;5,38;0,33;0,24" o:connectangles="0,0,0,0,0,0,0,0,0,0,0,0,0,0,0,0,0"/>
              </v:shape>
              <v:shape id="Freeform 271" o:spid="_x0000_s1299" style="position:absolute;left:944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cuW8YA&#10;AADcAAAADwAAAGRycy9kb3ducmV2LnhtbESPQWvCQBSE74L/YXlCb80mAWtJXYMoRaEUbJT2+si+&#10;JsHs25DdJvHfdwsFj8PMfMOs88m0YqDeNZYVJFEMgri0uuFKweX8+vgMwnlkja1lUnAjB/lmPltj&#10;pu3IHzQUvhIBwi5DBbX3XSalK2sy6CLbEQfv2/YGfZB9JXWPY4CbVqZx/CQNNhwWauxoV1N5LX6M&#10;gvfxOLSnz/1Kuq9TsqzebsvDoVDqYTFtX0B4mvw9/N8+agXpKoW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cuW8YAAADcAAAADwAAAAAAAAAAAAAAAACYAgAAZHJz&#10;L2Rvd25yZXYueG1sUEsFBgAAAAAEAAQA9QAAAIsDAAAAAA==&#10;" path="m24,r9,l43,5r5,9l48,24r,10l43,38,33,43r-9,5l14,43,9,38,,34,,24,,14,9,5,14,,24,xe" fillcolor="#00a7d1" stroked="f">
                <v:path arrowok="t" o:connecttype="custom" o:connectlocs="24,0;33,0;43,5;48,14;48,24;48,34;43,38;33,43;24,48;14,43;9,38;0,34;0,24;0,14;9,5;14,0;24,0" o:connectangles="0,0,0,0,0,0,0,0,0,0,0,0,0,0,0,0,0"/>
              </v:shape>
              <v:shape id="Freeform 272" o:spid="_x0000_s1300" style="position:absolute;left:958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uLwMUA&#10;AADcAAAADwAAAGRycy9kb3ducmV2LnhtbESP3WrCQBSE7wu+w3IK3tWNij+kriItoiAFjaK3h+xp&#10;Epo9G7JrEt/eLQheDjPzDbNYdaYUDdWusKxgOIhAEKdWF5wpOJ82H3MQziNrLC2Tgjs5WC17bwuM&#10;tW35SE3iMxEg7GJUkHtfxVK6NCeDbmAr4uD92tqgD7LOpK6xDXBTylEUTaXBgsNCjhV95ZT+JTej&#10;4KfdNeXh8j2T7noYTrL9fbLdJkr137v1JwhPnX+Fn+2dVjCajeH/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4vAxQAAANwAAAAPAAAAAAAAAAAAAAAAAJgCAABkcnMv&#10;ZG93bnJldi54bWxQSwUGAAAAAAQABAD1AAAAigMAAAAA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273" o:spid="_x0000_s1301" style="position:absolute;left:831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TtMUA&#10;AADcAAAADwAAAGRycy9kb3ducmV2LnhtbESP3WrCQBSE7wu+w3IK3tWN4h+pq0iLKEhBo+jtIXua&#10;hGbPhuyaxLd3C4KXw8x8wyxWnSlFQ7UrLCsYDiIQxKnVBWcKzqfNxxyE88gaS8uk4E4OVsve2wJj&#10;bVs+UpP4TAQIuxgV5N5XsZQuzcmgG9iKOHi/tjbog6wzqWtsA9yUchRFU2mw4LCQY0VfOaV/yc0o&#10;+Gl3TXm4fM+kux6Gk2x/n2y3iVL99279CcJT51/hZ3unFYxmY/g/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IhO0xQAAANwAAAAPAAAAAAAAAAAAAAAAAJgCAABkcnMv&#10;ZG93bnJldi54bWxQSwUGAAAAAAQABAD1AAAAig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74" o:spid="_x0000_s1302" style="position:absolute;left:3147;top:179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62L8YA&#10;AADcAAAADwAAAGRycy9kb3ducmV2LnhtbESPQWvCQBSE70L/w/IK3swmQqqkrqG0FAURNC3t9ZF9&#10;TUKzb0N2m8R/3xUEj8PMfMNs8sm0YqDeNZYVJFEMgri0uuFKwefH+2INwnlkja1lUnAhB/n2YbbB&#10;TNuRzzQUvhIBwi5DBbX3XSalK2sy6CLbEQfvx/YGfZB9JXWPY4CbVi7j+EkabDgs1NjRa03lb/Fn&#10;FBzH/dCevt5W0n2fkrQ6XNLdrlBq/ji9PIPwNPl7+NbeawXLVQrXM+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62L8YAAADcAAAADwAAAAAAAAAAAAAAAACYAgAAZHJz&#10;L2Rvd25yZXYueG1sUEsFBgAAAAAEAAQA9QAAAIsDAAAAAA==&#10;" path="m5,5l15,r9,l29,,39,5r4,10l48,24,43,34r-4,5l29,48r-5,l15,48,5,39,,34,,24,,15,5,5xe" fillcolor="#00a7d1" stroked="f">
                <v:path arrowok="t" o:connecttype="custom" o:connectlocs="5,5;15,0;24,0;29,0;39,5;43,15;48,24;43,34;39,39;29,48;24,48;15,48;5,39;0,34;0,24;0,15;5,5" o:connectangles="0,0,0,0,0,0,0,0,0,0,0,0,0,0,0,0,0"/>
              </v:shape>
              <v:shape id="Freeform 275" o:spid="_x0000_s1303" style="position:absolute;left:1660;top:449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oWMUA&#10;AADcAAAADwAAAGRycy9kb3ducmV2LnhtbESP3YrCMBSE74V9h3AWvNNUwR+qUZYVURBB67LeHpqz&#10;bdnmpDSxrW9vBMHLYWa+YZbrzpSiodoVlhWMhhEI4tTqgjMFP5ftYA7CeWSNpWVScCcH69VHb4mx&#10;ti2fqUl8JgKEXYwKcu+rWEqX5mTQDW1FHLw/Wxv0QdaZ1DW2AW5KOY6iqTRYcFjIsaLvnNL/5GYU&#10;HNt9U55+NzPprqfRJDvcJ7tdolT/s/tagPDU+Xf41d5rBePZF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ChYxQAAANw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276" o:spid="_x0000_s1304" style="position:absolute;left:954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Nw8UA&#10;AADcAAAADwAAAGRycy9kb3ducmV2LnhtbESPQWvCQBSE74X+h+UVvNVNBE2JrqG0iIIINi16fWSf&#10;SWj2bciuSfz3rlDocZiZb5hVNppG9NS52rKCeBqBIC6srrlU8PO9eX0D4TyyxsYyKbiRg2z9/LTC&#10;VNuBv6jPfSkChF2KCirv21RKV1Rk0E1tSxy8i+0M+iC7UuoOhwA3jZxF0UIarDksVNjSR0XFb341&#10;Cg7Drm+Op89EuvMxnpf723y7zZWavIzvSxCeRv8f/mvvtIJZksDj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8I3DxQAAANw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277" o:spid="_x0000_s1305" style="position:absolute;left:9677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8ZscEA&#10;AADcAAAADwAAAGRycy9kb3ducmV2LnhtbERPTYvCMBC9C/6HMII3TRVcpRpFXBaFRdAqeh2asS02&#10;k9LEtv57c1jY4+N9rzadKUVDtSssK5iMIxDEqdUFZwqul5/RAoTzyBpLy6TgTQ42635vhbG2LZ+p&#10;SXwmQgi7GBXk3lexlC7NyaAb24o4cA9bG/QB1pnUNbYh3JRyGkVf0mDBoSHHinY5pc/kZRQc20NT&#10;nm7fc+nup8ks+33P9vtEqeGg2y5BeOr8v/jPfdAKpvOwNpw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vGbHBAAAA3AAAAA8AAAAAAAAAAAAAAAAAmAIAAGRycy9kb3du&#10;cmV2LnhtbFBLBQYAAAAABAAEAPUAAACGAwAAAAA=&#10;" path="m24,r9,5l43,10r5,4l48,24r,10l43,43,33,48r-9,l14,48,9,43,5,34,,24,5,14,9,10,14,5,24,xe" fillcolor="#00a7d1" stroked="f">
                <v:path arrowok="t" o:connecttype="custom" o:connectlocs="24,0;33,5;43,10;48,14;48,24;48,34;43,43;33,48;24,48;14,48;9,43;5,34;0,24;5,14;9,10;14,5;24,0" o:connectangles="0,0,0,0,0,0,0,0,0,0,0,0,0,0,0,0,0"/>
              </v:shape>
              <v:shape id="Freeform 278" o:spid="_x0000_s1306" style="position:absolute;left:841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O8KsYA&#10;AADcAAAADwAAAGRycy9kb3ducmV2LnhtbESPQWvCQBSE70L/w/IKvZmNgWgbXaW0FIUi2FT0+si+&#10;JqHZtyG7TeK/dwuCx2FmvmFWm9E0oqfO1ZYVzKIYBHFhdc2lguP3x/QZhPPIGhvLpOBCDjbrh8kK&#10;M20H/qI+96UIEHYZKqi8bzMpXVGRQRfZljh4P7Yz6IPsSqk7HALcNDKJ47k0WHNYqLClt4qK3/zP&#10;KNgPu745nN4X0p0Ps7T8vKTbba7U0+P4ugThafT38K290wqSxQv8nw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O8Ks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79" o:spid="_x0000_s1307" style="position:absolute;left:1660;top:4394;width:48;height:53;visibility:visible;mso-wrap-style:square;v-text-anchor:top" coordsize="48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cy8IA&#10;AADcAAAADwAAAGRycy9kb3ducmV2LnhtbERPz2vCMBS+C/4P4Qm7yEx1otIZRcYGwk7WuvNb82yL&#10;zUtJom3/++Uw8Pjx/d7ue9OIBzlfW1YwnyUgiAuray4V5Oev1w0IH5A1NpZJwUAe9rvxaIupth2f&#10;6JGFUsQQ9ikqqEJoUyl9UZFBP7MtceSu1hkMEbpSaoddDDeNXCTJShqsOTZU2NJHRcUtuxsFWf5W&#10;XPrf4fve/NSfg5seu+V6qdTLpD+8gwjUh6f4333UChabOD+eiUd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tzLwgAAANwAAAAPAAAAAAAAAAAAAAAAAJgCAABkcnMvZG93&#10;bnJldi54bWxQSwUGAAAAAAQABAD1AAAAhwMAAAAA&#10;" path="m,24l,19,5,10,14,5,24,,34,5r4,5l43,19r5,5l43,34r-5,9l34,48,24,53,14,48,5,43,,34,,24xe" fillcolor="#00a7d1" stroked="f">
                <v:path arrowok="t" o:connecttype="custom" o:connectlocs="0,24;0,19;5,10;14,5;24,0;34,5;38,10;43,19;48,24;43,34;38,43;34,48;24,53;14,48;5,43;0,34;0,24" o:connectangles="0,0,0,0,0,0,0,0,0,0,0,0,0,0,0,0,0"/>
              </v:shape>
              <v:shape id="Freeform 280" o:spid="_x0000_s1308" style="position:absolute;left:9641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KzbMQA&#10;AADcAAAADwAAAGRycy9kb3ducmV2LnhtbESPzYvCMBTE74L/Q3iCN0314Ec1LYsgLHtY8OPg8dk8&#10;27LNS0lSrf71m4UFj8PM/IbZ5r1pxJ2cry0rmE0TEMSF1TWXCs6n/WQFwgdkjY1lUvAkD3k2HGwx&#10;1fbBB7ofQykihH2KCqoQ2lRKX1Rk0E9tSxy9m3UGQ5SulNrhI8JNI+dJspAGa44LFba0q6j4OXZG&#10;wfdVL113Wbzstbyw41f46nit1HjUf2xABOrDO/zf/tQK5qsZ/J2JR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ys2zEAAAA3AAAAA8AAAAAAAAAAAAAAAAAmAIAAGRycy9k&#10;b3ducmV2LnhtbFBLBQYAAAAABAAEAPUAAACJAwAAAAA=&#10;" path="m29,r4,l43,5r5,9l53,24,48,34r-5,4l33,43r-4,5l19,43,9,38,5,34,,24,5,14,9,5,19,,29,xe" fillcolor="#00a7d1" stroked="f">
                <v:path arrowok="t" o:connecttype="custom" o:connectlocs="29,0;33,0;43,5;48,14;53,24;48,34;43,38;33,43;29,48;19,43;9,38;5,34;0,24;5,14;9,5;19,0;29,0" o:connectangles="0,0,0,0,0,0,0,0,0,0,0,0,0,0,0,0,0"/>
              </v:shape>
              <v:shape id="Freeform 281" o:spid="_x0000_s1309" style="position:absolute;left:977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JefMYA&#10;AADcAAAADwAAAGRycy9kb3ducmV2LnhtbESPQWvCQBSE7wX/w/KE3ppNAlZJXYMoRaEUbJT2+si+&#10;JsHs25DdJvHfdwtCj8PMfMOs88m0YqDeNZYVJFEMgri0uuFKweX8+rQC4TyyxtYyKbiRg3wze1hj&#10;pu3IHzQUvhIBwi5DBbX3XSalK2sy6CLbEQfv2/YGfZB9JXWPY4CbVqZx/CwNNhwWauxoV1N5LX6M&#10;gvfxOLSnz/1Suq9TsqjebovDoVDqcT5tX0B4mvx/+N4+agXpKoW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JefMYAAADcAAAADwAAAAAAAAAAAAAAAACYAgAAZHJz&#10;L2Rvd25yZXYueG1sUEsFBgAAAAAEAAQA9QAAAIsDAAAAAA==&#10;" path="m24,r9,5l38,10r5,4l48,24,43,34r-5,9l33,48r-9,l14,48,4,43,,34,,24,,14,4,10,14,5,24,xe" fillcolor="#00a7d1" stroked="f">
                <v:path arrowok="t" o:connecttype="custom" o:connectlocs="24,0;33,5;38,10;43,14;48,24;43,34;38,43;33,48;24,48;14,48;4,43;0,34;0,24;0,14;4,10;14,5;24,0" o:connectangles="0,0,0,0,0,0,0,0,0,0,0,0,0,0,0,0,0"/>
              </v:shape>
              <v:shape id="Freeform 282" o:spid="_x0000_s1310" style="position:absolute;left:851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758YA&#10;AADcAAAADwAAAGRycy9kb3ducmV2LnhtbESPQWvCQBSE70L/w/KE3nSjxTbEbKQoRaEINi3t9ZF9&#10;JsHs25DdJvHfd4WCx2FmvmHSzWga0VPnassKFvMIBHFhdc2lgq/Pt1kMwnlkjY1lUnAlB5vsYZJi&#10;ou3AH9TnvhQBwi5BBZX3bSKlKyoy6Oa2JQ7e2XYGfZBdKXWHQ4CbRi6j6FkarDksVNjStqLikv8a&#10;Bcfh0Den792LdD+nxap8v672+1ypx+n4ugbhafT38H/7oBUs4ye4nQ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7758YAAADcAAAADwAAAAAAAAAAAAAAAACYAgAAZHJz&#10;L2Rvd25yZXYueG1sUEsFBgAAAAAEAAQA9QAAAIsDAAAAAA==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83" o:spid="_x0000_s1311" style="position:absolute;left:1660;top:429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jk8YA&#10;AADcAAAADwAAAGRycy9kb3ducmV2LnhtbESPQWvCQBSE70L/w/KE3nSj1DbEbKQoRaEINi3t9ZF9&#10;JsHs25DdJvHfd4WCx2FmvmHSzWga0VPnassKFvMIBHFhdc2lgq/Pt1kMwnlkjY1lUnAlB5vsYZJi&#10;ou3AH9TnvhQBwi5BBZX3bSKlKyoy6Oa2JQ7e2XYGfZBdKXWHQ4CbRi6j6FkarDksVNjStqLikv8a&#10;Bcfh0Den792LdD+nxap8v672+1ypx+n4ugbhafT38H/7oBUs4ye4nQ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djk8YAAADcAAAADwAAAAAAAAAAAAAAAACYAgAAZHJz&#10;L2Rvd25yZXYueG1sUEsFBgAAAAAEAAQA9QAAAIs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284" o:spid="_x0000_s1312" style="position:absolute;left:974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GCMUA&#10;AADcAAAADwAAAGRycy9kb3ducmV2LnhtbESPQWvCQBSE74L/YXlCb2ajkCqpq4hSFIpgo7TXR/Y1&#10;CWbfhuw2if++Kwg9DjPzDbPaDKYWHbWusqxgFsUgiHOrKy4UXC/v0yUI55E11pZJwZ0cbNbj0QpT&#10;bXv+pC7zhQgQdikqKL1vUildXpJBF9mGOHg/tjXog2wLqVvsA9zUch7Hr9JgxWGhxIZ2JeW37Nco&#10;OPXHrj5/7RfSfZ9nSfFxTw6HTKmXybB9A+Fp8P/hZ/uoFcyXCTzO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8YIxQAAANwAAAAPAAAAAAAAAAAAAAAAAJgCAABkcnMv&#10;ZG93bnJldi54bWxQSwUGAAAAAAQABAD1AAAAigMAAAAA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285" o:spid="_x0000_s1313" style="position:absolute;left:9873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Yf8UA&#10;AADcAAAADwAAAGRycy9kb3ducmV2LnhtbESP3YrCMBSE74V9h3AWvNNUwR+qUZYVURDB7YreHpqz&#10;bdnmpDSxrW9vBMHLYWa+YZbrzpSiodoVlhWMhhEI4tTqgjMF59/tYA7CeWSNpWVScCcH69VHb4mx&#10;ti3/UJP4TAQIuxgV5N5XsZQuzcmgG9qKOHh/tjbog6wzqWtsA9yUchxFU2mw4LCQY0XfOaX/yc0o&#10;OLb7pjxdNjPprqfRJDvcJ7tdolT/s/tagPDU+Xf41d5rBeP5F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Vh/xQAAANwAAAAPAAAAAAAAAAAAAAAAAJgCAABkcnMv&#10;ZG93bnJldi54bWxQSwUGAAAAAAQABAD1AAAAigMAAAAA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286" o:spid="_x0000_s1314" style="position:absolute;left:861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X95MYA&#10;AADcAAAADwAAAGRycy9kb3ducmV2LnhtbESPQWvCQBSE7wX/w/KE3upGIU1IXUUsJUIpaCzt9ZF9&#10;JsHs25DdJvHfdwsFj8PMfMOst5NpxUC9aywrWC4iEMSl1Q1XCj7Pb08pCOeRNbaWScGNHGw3s4c1&#10;ZtqOfKKh8JUIEHYZKqi97zIpXVmTQbewHXHwLrY36IPsK6l7HAPctHIVRc/SYMNhocaO9jWV1+LH&#10;KPgYD0N7/HpNpPs+LuPq/RbneaHU43zavYDwNPl7+L990ApWaQJ/Z8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X95MYAAADcAAAADwAAAAAAAAAAAAAAAACYAgAAZHJz&#10;L2Rvd25yZXYueG1sUEsFBgAAAAAEAAQA9QAAAIsDAAAAAA==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287" o:spid="_x0000_s1315" style="position:absolute;left:1660;top:420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plsEA&#10;AADcAAAADwAAAGRycy9kb3ducmV2LnhtbERPTYvCMBC9C/sfwizsTVMFtVSjyC6isAjaXfQ6NGNb&#10;bCaliW399+YgeHy87+W6N5VoqXGlZQXjUQSCOLO65FzB/992GINwHlljZZkUPMjBevUxWGKibccn&#10;alOfixDCLkEFhfd1IqXLCjLoRrYmDtzVNgZ9gE0udYNdCDeVnETRTBosOTQUWNN3QdktvRsFh27f&#10;Vsfzz1y6y3E8zX8f090uVerrs98sQHjq/Vv8cu+1gkkc1oYz4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6aZbBAAAA3AAAAA8AAAAAAAAAAAAAAAAAmAIAAGRycy9kb3du&#10;cmV2LnhtbFBLBQYAAAAABAAEAPUAAACGAwAAAAA=&#10;" path="m,24l,15,5,10,14,,24,,34,r4,10l43,15r5,9l43,34r-5,9l34,48r-10,l14,48,5,43,,34,,24xe" fillcolor="#00a7d1" stroked="f">
                <v:path arrowok="t" o:connecttype="custom" o:connectlocs="0,24;0,15;5,10;14,0;24,0;34,0;38,10;43,15;48,24;43,34;38,43;34,48;24,48;14,48;5,43;0,34;0,24" o:connectangles="0,0,0,0,0,0,0,0,0,0,0,0,0,0,0,0,0"/>
              </v:shape>
              <v:shape id="Freeform 288" o:spid="_x0000_s1316" style="position:absolute;left:983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bMDcYA&#10;AADcAAAADwAAAGRycy9kb3ducmV2LnhtbESP3WrCQBSE7wt9h+UUelc3Cv6lbkJpKQpS0Ch6e8ie&#10;JqHZsyG7JvHt3YLg5TAz3zCrdDC16Kh1lWUF41EEgji3uuJCwfHw/bYA4TyyxtoyKbiSgzR5flph&#10;rG3Pe+oyX4gAYRejgtL7JpbS5SUZdCPbEAfv17YGfZBtIXWLfYCbWk6iaCYNVhwWSmzos6T8L7sY&#10;BT/9pqt3p6+5dOfdeFpsr9P1OlPq9WX4eAfhafCP8L290QomiyX8nwlHQC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bMDcYAAADcAAAADwAAAAAAAAAAAAAAAACYAgAAZHJz&#10;L2Rvd25yZXYueG1sUEsFBgAAAAAEAAQA9QAAAIsDAAAAAA==&#10;" path="m24,l34,,44,5r4,9l48,24r,10l44,38,34,43,24,48,15,43,5,38,,34,,24,,14,5,5,15,r9,xe" fillcolor="#00a7d1" stroked="f">
                <v:path arrowok="t" o:connecttype="custom" o:connectlocs="24,0;34,0;44,5;48,14;48,24;48,34;44,38;34,43;24,48;15,43;5,38;0,34;0,24;0,14;5,5;15,0;24,0" o:connectangles="0,0,0,0,0,0,0,0,0,0,0,0,0,0,0,0,0"/>
              </v:shape>
              <v:shape id="Freeform 289" o:spid="_x0000_s1317" style="position:absolute;left:996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XzTcMA&#10;AADcAAAADwAAAGRycy9kb3ducmV2LnhtbERPTWvCQBC9F/wPywi9NRuFtDbNKmIpEUpBU7HXITsm&#10;wexsyG6T+O+7h4LHx/vONpNpxUC9aywrWEQxCOLS6oYrBafvj6cVCOeRNbaWScGNHGzWs4cMU21H&#10;PtJQ+EqEEHYpKqi971IpXVmTQRfZjjhwF9sb9AH2ldQ9jiHctHIZx8/SYMOhocaOdjWV1+LXKPga&#10;90N7OL+/SPdzWCTV5y3J80Kpx/m0fQPhafJ38b97rxUsX8P8cCYc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XzTcMAAADcAAAADwAAAAAAAAAAAAAAAACYAgAAZHJzL2Rv&#10;d25yZXYueG1sUEsFBgAAAAAEAAQA9QAAAIgDAAAAAA==&#10;" path="m24,l34,5r10,5l48,14r,10l48,34r-4,9l34,48r-10,l15,48,5,43,,34,,24,,14,5,10,15,5,24,xe" fillcolor="#00a7d1" stroked="f">
                <v:path arrowok="t" o:connecttype="custom" o:connectlocs="24,0;34,5;44,10;48,14;48,24;48,34;44,43;34,48;24,48;15,48;5,43;0,34;0,24;0,14;5,10;15,5;24,0" o:connectangles="0,0,0,0,0,0,0,0,0,0,0,0,0,0,0,0,0"/>
              </v:shape>
              <v:shape id="Freeform 290" o:spid="_x0000_s1318" style="position:absolute;left:870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W1sUA&#10;AADcAAAADwAAAGRycy9kb3ducmV2LnhtbESPQWvCQBSE74L/YXkFb7qJYG2jq4giCiLYtLTXR/aZ&#10;hGbfhuw2if/eFYQeh5n5hlmue1OJlhpXWlYQTyIQxJnVJecKvj734zcQziNrrCyTghs5WK+GgyUm&#10;2nb8QW3qcxEg7BJUUHhfJ1K6rCCDbmJr4uBdbWPQB9nkUjfYBbip5DSKXqXBksNCgTVtC8p+0z+j&#10;4Nwd2+ryvZtL93OJZ/npNjscUqVGL/1mAcJT7//Dz/ZRK5i+x/A4E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VbWxQAAANwAAAAPAAAAAAAAAAAAAAAAAJgCAABkcnMv&#10;ZG93bnJldi54bWxQSwUGAAAAAAQABAD1AAAAigMAAAAA&#10;" path="m24,r9,5l43,10r5,4l48,24r,10l43,43,33,48r-9,l14,48,5,43,,34,,24,,14,5,10,14,5,24,xe" fillcolor="#00a7d1" stroked="f">
                <v:path arrowok="t" o:connecttype="custom" o:connectlocs="24,0;33,5;43,10;48,14;48,24;48,34;43,43;33,48;24,48;14,48;5,43;0,34;0,24;0,14;5,10;14,5;24,0" o:connectangles="0,0,0,0,0,0,0,0,0,0,0,0,0,0,0,0,0"/>
              </v:shape>
              <v:shape id="Freeform 291" o:spid="_x0000_s1319" style="position:absolute;left:1660;top:410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vIocYA&#10;AADcAAAADwAAAGRycy9kb3ducmV2LnhtbESPQWvCQBSE74L/YXkFb7oxYG2jmyAtolAEm5b2+sg+&#10;k9Ds25DdJvHfdwWhx2FmvmG22Wga0VPnassKlosIBHFhdc2lgs+P/fwJhPPIGhvLpOBKDrJ0Otli&#10;ou3A79TnvhQBwi5BBZX3bSKlKyoy6Ba2JQ7exXYGfZBdKXWHQ4CbRsZR9CgN1hwWKmzppaLiJ/81&#10;Ck7DsW/OX69r6b7Py1X5dl0dDrlSs4dxtwHhafT/4Xv7qBXEzzH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vIocYAAADcAAAADwAAAAAAAAAAAAAAAACYAgAAZHJz&#10;L2Rvd25yZXYueG1sUEsFBgAAAAAEAAQA9QAAAIsDAAAAAA==&#10;" path="m,24l,15,5,5,14,,24,,34,r4,5l43,15r5,9l43,34r-5,5l34,48r-10,l14,48,5,39,,34,,24xe" fillcolor="#00a7d1" stroked="f">
                <v:path arrowok="t" o:connecttype="custom" o:connectlocs="0,24;0,15;5,5;14,0;24,0;34,0;38,5;43,15;48,24;43,34;38,39;34,48;24,48;14,48;5,39;0,34;0,24" o:connectangles="0,0,0,0,0,0,0,0,0,0,0,0,0,0,0,0,0"/>
              </v:shape>
              <v:shape id="Freeform 292" o:spid="_x0000_s1320" style="position:absolute;left:9933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tOsUA&#10;AADcAAAADwAAAGRycy9kb3ducmV2LnhtbESPQWvCQBSE70L/w/KE3nSjRavRVcRSFIqgUfT6yD6T&#10;0OzbkN0m8d93C0KPw8x8wyzXnSlFQ7UrLCsYDSMQxKnVBWcKLufPwQyE88gaS8uk4EEO1quX3hJj&#10;bVs+UZP4TAQIuxgV5N5XsZQuzcmgG9qKOHh3Wxv0QdaZ1DW2AW5KOY6iqTRYcFjIsaJtTul38mMU&#10;HNp9Ux6vH+/S3Y6jSfb1mOx2iVKv/W6zAOGp8//hZ3uvFYznb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206xQAAANwAAAAPAAAAAAAAAAAAAAAAAJgCAABkcnMv&#10;ZG93bnJldi54bWxQSwUGAAAAAAQABAD1AAAAigMAAAAA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293" o:spid="_x0000_s1321" style="position:absolute;left:1006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71TsUA&#10;AADcAAAADwAAAGRycy9kb3ducmV2LnhtbESPQWvCQBSE70L/w/KE3nSjVKvRVcRSFIqgUfT6yD6T&#10;0OzbkN0m8d93C0KPw8x8wyzXnSlFQ7UrLCsYDSMQxKnVBWcKLufPwQyE88gaS8uk4EEO1quX3hJj&#10;bVs+UZP4TAQIuxgV5N5XsZQuzcmgG9qKOHh3Wxv0QdaZ1DW2AW5KOY6iqTRYcFjIsaJtTul38mMU&#10;HNp9Ux6vH+/S3Y6jSfb1mOx2iVKv/W6zAOGp8//hZ3uvFYznb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vVO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294" o:spid="_x0000_s1322" style="position:absolute;left:880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Q1cYA&#10;AADcAAAADwAAAGRycy9kb3ducmV2LnhtbESPQWvCQBSE74L/YXkFb7pRSG2jmyAtolAEm5b2+sg+&#10;k9Ds25DdJvHfdwWhx2FmvmG22Wga0VPnassKlosIBHFhdc2lgs+P/fwJhPPIGhvLpOBKDrJ0Otli&#10;ou3A79TnvhQBwi5BBZX3bSKlKyoy6Ba2JQ7exXYGfZBdKXWHQ4CbRq6i6FEarDksVNjSS0XFT/5r&#10;FJyGY9+cv17X0n2fl3H5do0Ph1yp2cO424DwNPr/8L191ApWzzH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JQ1cYAAADcAAAADwAAAAAAAAAAAAAAAACYAgAAZHJz&#10;L2Rvd25yZXYueG1sUEsFBgAAAAAEAAQA9QAAAIsDAAAAAA==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95" o:spid="_x0000_s1323" style="position:absolute;left:1660;top:401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DOosUA&#10;AADcAAAADwAAAGRycy9kb3ducmV2LnhtbESPQWvCQBSE7wX/w/IEb3WjoLapm1AqoiCCTUt7fWRf&#10;k9Ds25Bdk/jvXUHwOMzMN8w6HUwtOmpdZVnBbBqBIM6trrhQ8P21fX4B4TyyxtoyKbiQgzQZPa0x&#10;1rbnT+oyX4gAYRejgtL7JpbS5SUZdFPbEAfvz7YGfZBtIXWLfYCbWs6jaCkNVhwWSmzoo6T8Pzsb&#10;Bcd+39Wnn81Kut/TbFEcLovdLlNqMh7e30B4GvwjfG/vtYL56x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M6ixQAAANwAAAAPAAAAAAAAAAAAAAAAAJgCAABkcnMv&#10;ZG93bnJldi54bWxQSwUGAAAAAAQABAD1AAAAigMAAAAA&#10;" path="m,24l,15,5,5,14,,24,,34,r4,5l43,15r5,9l43,34r-5,5l34,44,24,48,14,44,5,39,,34,,24xe" fillcolor="#00a7d1" stroked="f">
                <v:path arrowok="t" o:connecttype="custom" o:connectlocs="0,24;0,15;5,5;14,0;24,0;34,0;38,5;43,15;48,24;43,34;38,39;34,44;24,48;14,44;5,39;0,34;0,24" o:connectangles="0,0,0,0,0,0,0,0,0,0,0,0,0,0,0,0,0"/>
              </v:shape>
              <v:shape id="Freeform 296" o:spid="_x0000_s1324" style="position:absolute;left:10029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rOcYA&#10;AADcAAAADwAAAGRycy9kb3ducmV2LnhtbESPQWvCQBSE70L/w/IKvZmNgWgbXaW0FIUi2FT0+si+&#10;JqHZtyG7TeK/dwuCx2FmvmFWm9E0oqfO1ZYVzKIYBHFhdc2lguP3x/QZhPPIGhvLpOBCDjbrh8kK&#10;M20H/qI+96UIEHYZKqi8bzMpXVGRQRfZljh4P7Yz6IPsSqk7HALcNDKJ47k0WHNYqLClt4qK3/zP&#10;KNgPu745nN4X0p0Ps7T8vKTbba7U0+P4ugThafT38K290wqSlwX8nw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xrOcYAAADcAAAADwAAAAAAAAAAAAAAAACYAgAAZHJz&#10;L2Rvd25yZXYueG1sUEsFBgAAAAAEAAQA9QAAAIsDAAAAAA==&#10;" path="m24,l34,,44,5r4,9l48,24r,10l44,38,34,43,24,48,15,43,10,38,5,34,,24,5,14,10,5,15,r9,xe" fillcolor="#00a7d1" stroked="f">
                <v:path arrowok="t" o:connecttype="custom" o:connectlocs="24,0;34,0;44,5;48,14;48,24;48,34;44,38;34,43;24,48;15,43;10,38;5,34;0,24;5,14;10,5;15,0;24,0" o:connectangles="0,0,0,0,0,0,0,0,0,0,0,0,0,0,0,0,0"/>
              </v:shape>
              <v:shape id="Freeform 297" o:spid="_x0000_s1325" style="position:absolute;left:10161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P/S8MA&#10;AADcAAAADwAAAGRycy9kb3ducmV2LnhtbERPTWvCQBC9F/wPywi9NRuFtDbNKmIpEUpBU7HXITsm&#10;wexsyG6T+O+7h4LHx/vONpNpxUC9aywrWEQxCOLS6oYrBafvj6cVCOeRNbaWScGNHGzWs4cMU21H&#10;PtJQ+EqEEHYpKqi971IpXVmTQRfZjjhwF9sb9AH2ldQ9jiHctHIZx8/SYMOhocaOdjWV1+LXKPga&#10;90N7OL+/SPdzWCTV5y3J80Kpx/m0fQPhafJ38b97rxUsX8PacCYc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P/S8MAAADcAAAADwAAAAAAAAAAAAAAAACYAgAAZHJzL2Rv&#10;d25yZXYueG1sUEsFBgAAAAAEAAQA9QAAAIg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298" o:spid="_x0000_s1326" style="position:absolute;left:890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9a0MUA&#10;AADcAAAADwAAAGRycy9kb3ducmV2LnhtbESPQWvCQBSE74L/YXmCN90o2DbRVUQRhSLYtLTXR/aZ&#10;BLNvQ3abxH/fFQoeh5n5hlltelOJlhpXWlYwm0YgiDOrS84VfH0eJm8gnEfWWFkmBXdysFkPBytM&#10;tO34g9rU5yJA2CWooPC+TqR0WUEG3dTWxMG72sagD7LJpW6wC3BTyXkUvUiDJYeFAmvaFZTd0l+j&#10;4Nyd2uryvX+V7ucyW+Tv98XxmCo1HvXbJQhPvX+G/9snrWAex/A4E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1rQxQAAANwAAAAPAAAAAAAAAAAAAAAAAJgCAABkcnMv&#10;ZG93bnJldi54bWxQSwUGAAAAAAQABAD1AAAAigMAAAAA&#10;" path="m24,r9,5l43,10r5,4l48,24r,10l43,43,33,48r-9,l14,48,9,43,4,34,,24,4,14,9,10,14,5,24,xe" fillcolor="#00a7d1" stroked="f">
                <v:path arrowok="t" o:connecttype="custom" o:connectlocs="24,0;33,5;43,10;48,14;48,24;48,34;43,43;33,48;24,48;14,48;9,43;4,34;0,24;4,14;9,10;14,5;24,0" o:connectangles="0,0,0,0,0,0,0,0,0,0,0,0,0,0,0,0,0"/>
              </v:shape>
              <v:shape id="Freeform 299" o:spid="_x0000_s1327" style="position:absolute;left:1660;top:3910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5pV8EA&#10;AADc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kU5ocz4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+aVfBAAAA3AAAAA8AAAAAAAAAAAAAAAAAmAIAAGRycy9kb3du&#10;cmV2LnhtbFBLBQYAAAAABAAEAPUAAACGAwAAAAA=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300" o:spid="_x0000_s1328" style="position:absolute;left:10135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LMzMYA&#10;AADcAAAADwAAAGRycy9kb3ducmV2LnhtbESPQWvCQBSE7wX/w/KE3uomLVpJsxGxFAUp2Fja6yP7&#10;TILZtyG7TeK/dwuCx2FmvmHS1Wga0VPnassK4lkEgriwuuZSwffx42kJwnlkjY1lUnAhB6ts8pBi&#10;ou3AX9TnvhQBwi5BBZX3bSKlKyoy6Ga2JQ7eyXYGfZBdKXWHQ4CbRj5H0UIarDksVNjSpqLinP8Z&#10;BZ/Drm8OP++v0v0e4nm5v8y321ypx+m4fgPhafT38K290wpeohj+z4Qj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LMzMYAAADcAAAADwAAAAAAAAAAAAAAAACYAgAAZHJz&#10;L2Rvd25yZXYueG1sUEsFBgAAAAAEAAQA9QAAAIsDAAAAAA==&#10;" path="m24,r9,l38,5r5,9l48,24,43,34r-5,4l33,43r-9,5l14,43,5,38,,34,,24,,14,5,5,14,,24,xe" fillcolor="#00a7d1" stroked="f">
                <v:path arrowok="t" o:connecttype="custom" o:connectlocs="24,0;33,0;38,5;43,14;48,24;43,34;38,38;33,43;24,48;14,43;5,38;0,34;0,24;0,14;5,5;14,0;24,0" o:connectangles="0,0,0,0,0,0,0,0,0,0,0,0,0,0,0,0,0"/>
              </v:shape>
              <v:shape id="Freeform 301" o:spid="_x0000_s1329" style="position:absolute;left:1026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Su8YA&#10;AADcAAAADwAAAGRycy9kb3ducmV2LnhtbESPQWvCQBSE70L/w/IK3sxGi21J3YSiFIUiaFr0+si+&#10;JqHZtyG7JvHfd4WCx2FmvmFW2Wga0VPnassK5lEMgriwuuZSwffXx+wVhPPIGhvLpOBKDrL0YbLC&#10;RNuBj9TnvhQBwi5BBZX3bSKlKyoy6CLbEgfvx3YGfZBdKXWHQ4CbRi7i+FkarDksVNjSuqLiN78Y&#10;Bfth1zeH0+ZFuvNhviw/r8vtNldq+ji+v4HwNPp7+L+90wqe4gX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BSu8YAAADcAAAADwAAAAAAAAAAAAAAAACYAgAAZHJz&#10;L2Rvd25yZXYueG1sUEsFBgAAAAAEAAQA9QAAAIs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02" o:spid="_x0000_s1330" style="position:absolute;left:9000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3IMYA&#10;AADcAAAADwAAAGRycy9kb3ducmV2LnhtbESPQWvCQBSE7wX/w/IKvTUbFbVEN0EsRaEUbCx6fWSf&#10;SWj2bchuk/jvuwWhx2FmvmE22Wga0VPnassKplEMgriwuuZSwdfp7fkFhPPIGhvLpOBGDrJ08rDB&#10;RNuBP6nPfSkChF2CCirv20RKV1Rk0EW2JQ7e1XYGfZBdKXWHQ4CbRs7ieCkN1hwWKmxpV1Hxnf8Y&#10;BR/DoW+O59eVdJfjdFG+3xb7fa7U0+O4XYPwNPr/8L190Arm8Rz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z3IMYAAADcAAAADwAAAAAAAAAAAAAAAACYAgAAZHJz&#10;L2Rvd25yZXYueG1sUEsFBgAAAAAEAAQA9QAAAIsDAAAAAA==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303" o:spid="_x0000_s1331" style="position:absolute;left:1660;top:3814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vVMYA&#10;AADcAAAADwAAAGRycy9kb3ducmV2LnhtbESP3WrCQBSE7wt9h+UUvKsba/0hdRWpFAURNEp7e8ie&#10;JsHs2ZBdk/j2riB4OczMN8xs0ZlSNFS7wrKCQT8CQZxaXXCm4HT8eZ+CcB5ZY2mZFFzJwWL++jLD&#10;WNuWD9QkPhMBwi5GBbn3VSylS3My6Pq2Ig7ev60N+iDrTOoa2wA3pfyIorE0WHBYyLGi75zSc3Ix&#10;Cnbtpin3v6uJdH/7wSjbXkfrdaJU761bfoHw1Pln+NHeaAXD6BPuZ8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VvVMYAAADcAAAADwAAAAAAAAAAAAAAAACYAgAAZHJz&#10;L2Rvd25yZXYueG1sUEsFBgAAAAAEAAQA9QAAAIsDAAAAAA==&#10;" path="m,24l,14,5,9,14,4,24,,34,4r4,5l43,14r5,10l43,33,38,43r-4,5l24,48r-10,l5,43,,33,,24xe" fillcolor="#00a7d1" stroked="f">
                <v:path arrowok="t" o:connecttype="custom" o:connectlocs="0,24;0,14;5,9;14,4;24,0;34,4;38,9;43,14;48,24;43,33;38,43;34,48;24,48;14,48;5,43;0,33;0,24" o:connectangles="0,0,0,0,0,0,0,0,0,0,0,0,0,0,0,0,0"/>
              </v:shape>
              <v:shape id="Freeform 304" o:spid="_x0000_s1332" style="position:absolute;left:10231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nKz8YA&#10;AADcAAAADwAAAGRycy9kb3ducmV2LnhtbESPQWvCQBSE74X+h+UVeqsbW6KSugliKQpS0Fja6yP7&#10;TILZtyG7TeK/dwuCx2FmvmGW2Wga0VPnassKppMIBHFhdc2lgu/j58sChPPIGhvLpOBCDrL08WGJ&#10;ibYDH6jPfSkChF2CCirv20RKV1Rk0E1sSxy8k+0M+iC7UuoOhwA3jXyNopk0WHNYqLCldUXFOf8z&#10;Cr6Gbd/sfz7m0v3up3G5u8SbTa7U89O4egfhafT38K291Qreohj+z4Qj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nKz8YAAADcAAAADwAAAAAAAAAAAAAAAACYAgAAZHJz&#10;L2Rvd25yZXYueG1sUEsFBgAAAAAEAAQA9QAAAIsDAAAAAA==&#10;" path="m24,r9,l43,5r5,9l48,24r,10l43,38,33,43r-9,5l14,43,5,38,,34,,24,,14,5,5,14,,24,xe" fillcolor="#00a7d1" stroked="f">
                <v:path arrowok="t" o:connecttype="custom" o:connectlocs="24,0;33,0;43,5;48,14;48,24;48,34;43,38;33,43;24,48;14,43;5,38;0,34;0,24;0,14;5,5;14,0;24,0" o:connectangles="0,0,0,0,0,0,0,0,0,0,0,0,0,0,0,0,0"/>
              </v:shape>
              <v:shape id="Freeform 305" o:spid="_x0000_s1333" style="position:absolute;left:1035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tUuMYA&#10;AADcAAAADwAAAGRycy9kb3ducmV2LnhtbESPQWvCQBSE74X+h+UVvDUbFW1J3YSiiEIRNC16fWRf&#10;k9Ds25DdJvHfdwuCx2FmvmFW2Wga0VPnassKplEMgriwuuZSwdfn9vkVhPPIGhvLpOBKDrL08WGF&#10;ibYDn6jPfSkChF2CCirv20RKV1Rk0EW2JQ7et+0M+iC7UuoOhwA3jZzF8VIarDksVNjSuqLiJ/81&#10;Cg7Dvm+O582LdJfjdFF+XBe7Xa7U5Gl8fwPhafT38K291wrm8RL+z4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tUuMYAAADcAAAADwAAAAAAAAAAAAAAAACYAgAAZHJz&#10;L2Rvd25yZXYueG1sUEsFBgAAAAAEAAQA9QAAAIs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06" o:spid="_x0000_s1334" style="position:absolute;left:909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xI8UA&#10;AADcAAAADwAAAGRycy9kb3ducmV2LnhtbESPQWvCQBSE7wX/w/IEb3WjYi3RVUpFFIqgqej1kX0m&#10;wezbkF2T+O+7QsHjMDPfMItVZ0rRUO0KywpGwwgEcWp1wZmC0+/m/ROE88gaS8uk4EEOVsve2wJj&#10;bVs+UpP4TAQIuxgV5N5XsZQuzcmgG9qKOHhXWxv0QdaZ1DW2AW5KOY6iD2mw4LCQY0XfOaW35G4U&#10;7NtdUx7O65l0l8Nomv08ptttotSg333NQXjq/Cv8395pBZNoBs8z4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/EjxQAAANwAAAAPAAAAAAAAAAAAAAAAAJgCAABkcnMv&#10;ZG93bnJldi54bWxQSwUGAAAAAAQABAD1AAAAigMAAAAA&#10;" path="m24,l34,5r5,5l44,14r4,10l44,34r-5,9l34,48r-10,l15,48,5,43,,34,,24,,14,5,10,15,5,24,xe" fillcolor="#00a7d1" stroked="f">
                <v:path arrowok="t" o:connecttype="custom" o:connectlocs="24,0;34,5;39,10;44,14;48,24;44,34;39,43;34,48;24,48;15,48;5,43;0,34;0,24;0,14;5,10;15,5;24,0" o:connectangles="0,0,0,0,0,0,0,0,0,0,0,0,0,0,0,0,0"/>
              </v:shape>
              <v:shape id="Freeform 307" o:spid="_x0000_s1335" style="position:absolute;left:1660;top:3718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hlUcEA&#10;AADcAAAADwAAAGRycy9kb3ducmV2LnhtbERPTYvCMBC9C/6HMII3TV1xXapRZEUUZEHrsnsdmrEt&#10;NpPSxLb+e3MQPD7e93LdmVI0VLvCsoLJOAJBnFpdcKbg97IbfYFwHlljaZkUPMjBetXvLTHWtuUz&#10;NYnPRAhhF6OC3PsqltKlORl0Y1sRB+5qa4M+wDqTusY2hJtSfkTRpzRYcGjIsaLvnNJbcjcKftpD&#10;U57+tnPp/k+TWXZ8zPb7RKnhoNssQHjq/Fv8ch+0gmkU1oYz4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IZVHBAAAA3AAAAA8AAAAAAAAAAAAAAAAAmAIAAGRycy9kb3du&#10;cmV2LnhtbFBLBQYAAAAABAAEAPUAAACGAwAAAAA=&#10;" path="m,24l,14,5,5,14,,24,,34,r4,5l43,14r5,10l43,33,38,43r-4,5l24,48r-10,l5,43,,33,,24xe" fillcolor="#00a7d1" stroked="f">
                <v:path arrowok="t" o:connecttype="custom" o:connectlocs="0,24;0,14;5,5;14,0;24,0;34,0;38,5;43,14;48,24;43,33;38,43;34,48;24,48;14,48;5,43;0,33;0,24" o:connectangles="0,0,0,0,0,0,0,0,0,0,0,0,0,0,0,0,0"/>
              </v:shape>
              <v:shape id="Freeform 308" o:spid="_x0000_s1336" style="position:absolute;left:1032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AysUA&#10;AADcAAAADwAAAGRycy9kb3ducmV2LnhtbESPQWvCQBSE70L/w/IK3nRjxaqpq0ilKIigUdrrI/ua&#10;BLNvQ3ZN4r/vCgWPw8x8wyxWnSlFQ7UrLCsYDSMQxKnVBWcKLuevwQyE88gaS8uk4E4OVsuX3gJj&#10;bVs+UZP4TAQIuxgV5N5XsZQuzcmgG9qKOHi/tjbog6wzqWtsA9yU8i2K3qXBgsNCjhV95pRek5tR&#10;cGh3TXn83kyl+zmOJtn+PtluE6X6r936A4Snzj/D/+2dVjCO5vA4E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MDKxQAAANwAAAAPAAAAAAAAAAAAAAAAAJgCAABkcnMv&#10;ZG93bnJldi54bWxQSwUGAAAAAAQABAD1AAAAigMAAAAA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309" o:spid="_x0000_s1337" style="position:absolute;left:1045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f/isIA&#10;AADcAAAADwAAAGRycy9kb3ducmV2LnhtbERPTWvCQBC9C/6HZQRvuknFKtFVpKUolIJG0euQHZNg&#10;djZkt0n8991DwePjfa+3valES40rLSuIpxEI4szqknMFl/PXZAnCeWSNlWVS8CQH281wsMZE245P&#10;1KY+FyGEXYIKCu/rREqXFWTQTW1NHLi7bQz6AJtc6ga7EG4q+RZF79JgyaGhwJo+Csoe6a9R8NMd&#10;2up4/VxIdzvG8/z7Od/vU6XGo363AuGp9y/xv/ugFcziMD+cC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J/+KwgAAANwAAAAPAAAAAAAAAAAAAAAAAJgCAABkcnMvZG93&#10;bnJldi54bWxQSwUGAAAAAAQABAD1AAAAhwMAAAAA&#10;" path="m24,l34,5r9,5l48,14r,10l48,34r-5,9l34,48r-10,l14,48,5,43,,34,,24,,14,5,10,14,5,24,xe" fillcolor="#00a7d1" stroked="f">
                <v:path arrowok="t" o:connecttype="custom" o:connectlocs="24,0;34,5;43,10;48,14;48,24;48,34;43,43;34,48;24,48;14,48;5,43;0,34;0,24;0,14;5,10;14,5;24,0" o:connectangles="0,0,0,0,0,0,0,0,0,0,0,0,0,0,0,0,0"/>
              </v:shape>
              <v:shape id="Freeform 310" o:spid="_x0000_s1338" style="position:absolute;left:9192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aEcYA&#10;AADcAAAADwAAAGRycy9kb3ducmV2LnhtbESPQWvCQBSE7wX/w/KE3uomLVpJsxGxFAUp2Fja6yP7&#10;TILZtyG7TeK/dwuCx2FmvmHS1Wga0VPnassK4lkEgriwuuZSwffx42kJwnlkjY1lUnAhB6ts8pBi&#10;ou3AX9TnvhQBwi5BBZX3bSKlKyoy6Ga2JQ7eyXYGfZBdKXWHQ4CbRj5H0UIarDksVNjSpqLinP8Z&#10;BZ/Drm8OP++v0v0e4nm5v8y321ypx+m4fgPhafT38K290wpe4hj+z4Qj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taEcYAAADcAAAADwAAAAAAAAAAAAAAAACYAgAAZHJz&#10;L2Rvd25yZXYueG1sUEsFBgAAAAAEAAQA9QAAAIsDAAAAAA==&#10;" path="m24,l34,5r9,5l48,14r,10l48,34r-5,9l34,48r-10,l15,48,5,43,,34,,24,,14,5,10,15,5,24,xe" fillcolor="#00a7d1" stroked="f">
                <v:path arrowok="t" o:connecttype="custom" o:connectlocs="24,0;34,5;43,10;48,14;48,24;48,34;43,43;34,48;24,48;15,48;5,43;0,34;0,24;0,14;5,10;15,5;24,0" o:connectangles="0,0,0,0,0,0,0,0,0,0,0,0,0,0,0,0,0"/>
              </v:shape>
              <v:shape id="Freeform 311" o:spid="_x0000_s1339" style="position:absolute;left:1660;top:362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ZsYA&#10;AADcAAAADwAAAGRycy9kb3ducmV2LnhtbESPQWvCQBSE74L/YXlCb7qJxVpiNiJKUSgFG0t7fWSf&#10;STD7NmS3Sfz33UKhx2FmvmHS7Wga0VPnassK4kUEgriwuuZSwcflZf4MwnlkjY1lUnAnB9tsOkkx&#10;0Xbgd+pzX4oAYZeggsr7NpHSFRUZdAvbEgfvajuDPsiulLrDIcBNI5dR9CQN1hwWKmxpX1Fxy7+N&#10;grfh1Dfnz8Nauq9zvCpf76vjMVfqYTbuNiA8jf4//Nc+aQWP8RJ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nEZsYAAADcAAAADwAAAAAAAAAAAAAAAACYAgAAZHJz&#10;L2Rvd25yZXYueG1sUEsFBgAAAAAEAAQA9QAAAIsDAAAAAA==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312" o:spid="_x0000_s1340" style="position:absolute;left:10437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h/cYA&#10;AADcAAAADwAAAGRycy9kb3ducmV2LnhtbESPQWvCQBSE74L/YXlCb7qJYi0xGxFLUSgFG0t7fWSf&#10;STD7NmS3Sfz33UKhx2FmvmHS3Wga0VPnassK4kUEgriwuuZSwcflZf4EwnlkjY1lUnAnB7tsOkkx&#10;0Xbgd+pzX4oAYZeggsr7NpHSFRUZdAvbEgfvajuDPsiulLrDIcBNI5dR9CgN1hwWKmzpUFFxy7+N&#10;grfh1Dfnz+eNdF/neF2+3tfHY67Uw2zcb0F4Gv1/+K990gpW8Qp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Vh/cYAAADcAAAADwAAAAAAAAAAAAAAAACYAgAAZHJz&#10;L2Rvd25yZXYueG1sUEsFBgAAAAAEAAQA9QAAAIsDAAAAAA==&#10;" path="m24,l34,r4,5l43,14r5,10l43,34r-5,4l34,43,24,48,14,43,5,38,,34,,24,,14,5,5,14,,24,xe" fillcolor="#00a7d1" stroked="f">
                <v:path arrowok="t" o:connecttype="custom" o:connectlocs="24,0;34,0;38,5;43,14;48,24;43,34;38,38;34,43;24,48;14,43;5,38;0,34;0,24;0,14;5,5;14,0;24,0" o:connectangles="0,0,0,0,0,0,0,0,0,0,0,0,0,0,0,0,0"/>
              </v:shape>
              <v:shape id="Freeform 313" o:spid="_x0000_s1341" style="position:absolute;left:9288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5icYA&#10;AADcAAAADwAAAGRycy9kb3ducmV2LnhtbESPQWvCQBSE74X+h+UVvDWbtFoldZXSIgoi2Cjt9ZF9&#10;TUKzb0N2TeK/dwXB4zAz3zDz5WBq0VHrKssKkigGQZxbXXGh4HhYPc9AOI+ssbZMCs7kYLl4fJhj&#10;qm3P39RlvhABwi5FBaX3TSqly0sy6CLbEAfvz7YGfZBtIXWLfYCbWr7E8Zs0WHFYKLGhz5Ly/+xk&#10;FOz6TVfvf76m0v3uk0mxPU/W60yp0dPw8Q7C0+Dv4Vt7oxW8JmO4nglH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z5ic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14" o:spid="_x0000_s1342" style="position:absolute;left:1660;top:3526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cEsUA&#10;AADcAAAADwAAAGRycy9kb3ducmV2LnhtbESPQWvCQBSE7wX/w/KE3uomSmxJXaVURKEINhV7fWSf&#10;STD7NmS3Sfz3XUHwOMzMN8xiNZhadNS6yrKCeBKBIM6trrhQcPzZvLyBcB5ZY22ZFFzJwWo5elpg&#10;qm3P39RlvhABwi5FBaX3TSqly0sy6Ca2IQ7e2bYGfZBtIXWLfYCbWk6jaC4NVhwWSmzos6T8kv0Z&#10;Bft+19WH0/pVut9DnBRf12S7zZR6Hg8f7yA8Df4Rvrd3WsEsTuB2Jh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FwSxQAAANwAAAAPAAAAAAAAAAAAAAAAAJgCAABkcnMv&#10;ZG93bnJldi54bWxQSwUGAAAAAAQABAD1AAAAigMAAAAA&#10;" path="m,24l,14,5,5,14,,24,,34,r4,5l43,14r5,10l43,33r-5,5l34,43,24,48,14,43,5,38,,33,,24xe" fillcolor="#00a7d1" stroked="f">
                <v:path arrowok="t" o:connecttype="custom" o:connectlocs="0,24;0,14;5,5;14,0;24,0;34,0;38,5;43,14;48,24;43,33;38,38;34,43;24,48;14,43;5,38;0,33;0,24" o:connectangles="0,0,0,0,0,0,0,0,0,0,0,0,0,0,0,0,0"/>
              </v:shape>
              <v:shape id="Freeform 315" o:spid="_x0000_s1343" style="position:absolute;left:9384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CZcYA&#10;AADcAAAADwAAAGRycy9kb3ducmV2LnhtbESPQWvCQBSE7wX/w/KE3uomLWqJ2YhURKEUbCzt9ZF9&#10;JsHs25Bdk/jv3UKhx2FmvmHS9Wga0VPnassK4lkEgriwuuZSwddp9/QKwnlkjY1lUnAjB+ts8pBi&#10;ou3An9TnvhQBwi5BBZX3bSKlKyoy6Ga2JQ7e2XYGfZBdKXWHQ4CbRj5H0UIarDksVNjSW0XFJb8a&#10;BR/DoW+O39uldD/HeF6+3+b7fa7U43TcrEB4Gv1/+K990Ape4gX8nglH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LCZc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16" o:spid="_x0000_s1344" style="position:absolute;left:1660;top:3425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5n/sUA&#10;AADcAAAADwAAAGRycy9kb3ducmV2LnhtbESPQWvCQBSE74L/YXlCb7pJi1Wiq4ilKBTBRtHrI/tM&#10;gtm3IbtN4r/vCoUeh5n5hlmue1OJlhpXWlYQTyIQxJnVJecKzqfP8RyE88gaK8uk4EEO1qvhYImJ&#10;th1/U5v6XAQIuwQVFN7XiZQuK8igm9iaOHg32xj0QTa51A12AW4q+RpF79JgyWGhwJq2BWX39Mco&#10;OHT7tjpePmbSXY/xNP96THe7VKmXUb9ZgPDU+//wX3uvFbzFM3ie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mf+xQAAANwAAAAPAAAAAAAAAAAAAAAAAJgCAABkcnMv&#10;ZG93bnJldi54bWxQSwUGAAAAAAQABAD1AAAAigMAAAAA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317" o:spid="_x0000_s1345" style="position:absolute;left:948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zjMIA&#10;AADcAAAADwAAAGRycy9kb3ducmV2LnhtbERPTWvCQBC9C/6HZQRvuknFKtFVpKUolIJG0euQHZNg&#10;djZkt0n8991DwePjfa+3valES40rLSuIpxEI4szqknMFl/PXZAnCeWSNlWVS8CQH281wsMZE245P&#10;1KY+FyGEXYIKCu/rREqXFWTQTW1NHLi7bQz6AJtc6ga7EG4q+RZF79JgyaGhwJo+Csoe6a9R8NMd&#10;2up4/VxIdzvG8/z7Od/vU6XGo363AuGp9y/xv/ugFczisDacC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fOMwgAAANwAAAAPAAAAAAAAAAAAAAAAAJgCAABkcnMvZG93&#10;bnJldi54bWxQSwUGAAAAAAQABAD1AAAAhwMAAAAA&#10;" path="m24,r9,5l38,10r5,4l48,24,43,34r-5,9l33,48r-9,l14,48,5,43,,34,,24,,14,5,10,14,5,24,xe" fillcolor="#00a7d1" stroked="f">
                <v:path arrowok="t" o:connecttype="custom" o:connectlocs="24,0;33,5;38,10;43,14;48,24;43,34;38,43;33,48;24,48;14,48;5,43;0,34;0,24;0,14;5,10;14,5;24,0" o:connectangles="0,0,0,0,0,0,0,0,0,0,0,0,0,0,0,0,0"/>
              </v:shape>
              <v:shape id="Freeform 318" o:spid="_x0000_s1346" style="position:absolute;left:1660;top:3329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1WF8YA&#10;AADcAAAADwAAAGRycy9kb3ducmV2LnhtbESPQWvCQBSE70L/w/IK3swmLbaaukppEQURbJT2+si+&#10;JqHZtyG7JvHfu0LB4zAz3zCL1WBq0VHrKssKkigGQZxbXXGh4HRcT2YgnEfWWFsmBRdysFo+jBaY&#10;atvzF3WZL0SAsEtRQel9k0rp8pIMusg2xMH7ta1BH2RbSN1iH+Cmlk9x/CINVhwWSmzoo6T8Lzsb&#10;Bft+29WH789X6X4OybTYXaabTabU+HF4fwPhafD38H97qxU8J3O4nQ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1WF8YAAADcAAAADwAAAAAAAAAAAAAAAACYAgAAZHJz&#10;L2Rvd25yZXYueG1sUEsFBgAAAAAEAAQA9QAAAIsDAAAAAA==&#10;" path="m,24l,15,5,10,14,5,24,,34,5r4,5l43,15r5,9l43,34r-5,9l34,48r-10,l14,48,5,43,,34,,24xe" fillcolor="#00a7d1" stroked="f">
                <v:path arrowok="t" o:connecttype="custom" o:connectlocs="0,24;0,15;5,10;14,5;24,0;34,5;38,10;43,15;48,24;43,34;38,43;34,48;24,48;14,48;5,43;0,34;0,24" o:connectangles="0,0,0,0,0,0,0,0,0,0,0,0,0,0,0,0,0"/>
              </v:shape>
              <v:shape id="Freeform 376" o:spid="_x0000_s1347" style="position:absolute;left:10532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s1N8MA&#10;AADcAAAADwAAAGRycy9kb3ducmV2LnhtbERPy2rCQBTdF/oPwy10VyexWCU6htJSDJSCRtHtJXNN&#10;gpk7ITPN4+87i4LLw3lv0tE0oqfO1ZYVxLMIBHFhdc2lgtPx62UFwnlkjY1lUjCRg3T7+LDBRNuB&#10;D9TnvhQhhF2CCirv20RKV1Rk0M1sSxy4q+0M+gC7UuoOhxBuGjmPojdpsObQUGFLHxUVt/zXKPgZ&#10;sr7Znz+X0l328aL8nha7Xa7U89P4vgbhafR38b870wpe52F+OBOO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s1N8MAAADcAAAADwAAAAAAAAAAAAAAAACYAgAAZHJzL2Rv&#10;d25yZXYueG1sUEsFBgAAAAAEAAQA9QAAAIgDAAAAAA==&#10;" path="m24,r9,l43,5r5,9l48,24r,10l43,38,33,43r-9,5l14,43,9,38,5,34,,24,5,14,9,5,14,,24,xe" fillcolor="#00a7d1" stroked="f">
                <v:path arrowok="t" o:connecttype="custom" o:connectlocs="24,0;33,0;43,5;48,14;48,24;48,34;43,38;33,43;24,48;14,43;9,38;5,34;0,24;5,14;9,5;14,0;24,0" o:connectangles="0,0,0,0,0,0,0,0,0,0,0,0,0,0,0,0,0"/>
              </v:shape>
              <v:shape id="Freeform 377" o:spid="_x0000_s1348" style="position:absolute;left:10628;top:1723;width:52;height:48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y9sYA&#10;AADcAAAADwAAAGRycy9kb3ducmV2LnhtbESPT2vCQBTE74V+h+UJvdWNFv8QXcUWCtqLNfbi7ZF9&#10;ZoPZt2n2VdNv3y0Uehxm5jfMct37Rl2pi3VgA6NhBoq4DLbmysDH8fVxDioKssUmMBn4pgjr1f3d&#10;EnMbbnygayGVShCOORpwIm2udSwdeYzD0BIn7xw6j5JkV2nb4S3BfaPHWTbVHmtOCw5benFUXoov&#10;b+D0PNsXlj43Mzkdju9vbjefyM6Yh0G/WYAS6uU//NfeWgNP4xH8nklH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Vy9sYAAADcAAAADwAAAAAAAAAAAAAAAACYAgAAZHJz&#10;L2Rvd25yZXYueG1sUEsFBgAAAAAEAAQA9QAAAIsDAAAAAA==&#10;" path="m24,r9,l43,5r5,9l52,24,48,34r-5,4l33,43r-9,5l19,43,9,38,4,34,,24,4,14,9,5,19,r5,xe" fillcolor="#00a7d1" stroked="f">
                <v:path arrowok="t" o:connecttype="custom" o:connectlocs="24,0;33,0;43,5;48,14;52,24;48,34;43,38;33,43;24,48;19,43;9,38;4,34;0,24;4,14;9,5;19,0;24,0" o:connectangles="0,0,0,0,0,0,0,0,0,0,0,0,0,0,0,0,0"/>
              </v:shape>
              <v:shape id="Freeform 378" o:spid="_x0000_s1349" style="position:absolute;left:10728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UO28YA&#10;AADcAAAADwAAAGRycy9kb3ducmV2LnhtbESPQWvCQBSE74L/YXlCb7oxxVpiNiJKUSgFG0t7fWSf&#10;STD7NmS3Sfz33UKhx2FmvmHS7Wga0VPnassKlosIBHFhdc2lgo/Ly/wZhPPIGhvLpOBODrbZdJJi&#10;ou3A79TnvhQBwi5BBZX3bSKlKyoy6Ba2JQ7e1XYGfZBdKXWHQ4CbRsZR9CQN1hwWKmxpX1Fxy7+N&#10;grfh1Dfnz8Nauq/zclW+3lfHY67Uw2zcbUB4Gv1/+K990goe4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UO28YAAADcAAAADwAAAAAAAAAAAAAAAACYAgAAZHJz&#10;L2Rvd25yZXYueG1sUEsFBgAAAAAEAAQA9QAAAIsDAAAAAA==&#10;" path="m24,l34,r5,5l44,14r4,10l44,34r-5,4l34,43,24,48,15,43,5,38,,34,,24,,14,5,5,15,r9,xe" fillcolor="#00a7d1" stroked="f">
                <v:path arrowok="t" o:connecttype="custom" o:connectlocs="24,0;34,0;39,5;44,14;48,24;44,34;39,38;34,43;24,48;15,43;5,38;0,34;0,24;0,14;5,5;15,0;24,0" o:connectangles="0,0,0,0,0,0,0,0,0,0,0,0,0,0,0,0,0"/>
              </v:shape>
              <v:shape id="Freeform 379" o:spid="_x0000_s1350" style="position:absolute;left:10824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rQMUA&#10;AADcAAAADwAAAGRycy9kb3ducmV2LnhtbESPQWvCQBSE7wX/w/IEb3Wjoi2pm1AqoiCCTUt7fWRf&#10;k9Ds25Bdk/jvXUHwOMzMN8w6HUwtOmpdZVnBbBqBIM6trrhQ8P21fX4F4TyyxtoyKbiQgzQZPa0x&#10;1rbnT+oyX4gAYRejgtL7JpbS5SUZdFPbEAfvz7YGfZBtIXWLfYCbWs6jaCUNVhwWSmzoo6T8Pzsb&#10;Bcd+39Wnn82LdL+n2bI4XJa7XabUZDy8v4HwNPhH+N7eawWL+QJ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atAxQAAANwAAAAPAAAAAAAAAAAAAAAAAJgCAABkcnMv&#10;ZG93bnJldi54bWxQSwUGAAAAAAQABAD1AAAAigMAAAAA&#10;" path="m24,l34,r5,5l48,14r,10l48,34r-9,4l34,43,24,48,15,43,5,38,,34,,24,,14,5,5,15,r9,xe" fillcolor="#00a7d1" stroked="f">
                <v:path arrowok="t" o:connecttype="custom" o:connectlocs="24,0;34,0;39,5;48,14;48,24;48,34;39,38;34,43;24,48;15,43;5,38;0,34;0,24;0,14;5,5;15,0;24,0" o:connectangles="0,0,0,0,0,0,0,0,0,0,0,0,0,0,0,0,0"/>
              </v:shape>
              <v:shape id="Freeform 380" o:spid="_x0000_s1351" style="position:absolute;left:10920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AzNMUA&#10;AADcAAAADwAAAGRycy9kb3ducmV2LnhtbESPQWvCQBSE70L/w/KE3nSjrVWiq4ilKBRBo+j1kX0m&#10;odm3IbtN4r93hUKPw8x8wyxWnSlFQ7UrLCsYDSMQxKnVBWcKzqevwQyE88gaS8uk4E4OVsuX3gJj&#10;bVs+UpP4TAQIuxgV5N5XsZQuzcmgG9qKOHg3Wxv0QdaZ1DW2AW5KOY6iD2mw4LCQY0WbnNKf5Nco&#10;2Le7pjxcPqfSXQ+jSfZ9n2y3iVKv/W49B+Gp8//hv/ZOK3gbv8P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DM0xQAAANwAAAAPAAAAAAAAAAAAAAAAAJgCAABkcnMv&#10;ZG93bnJldi54bWxQSwUGAAAAAAQABAD1AAAAigMAAAAA&#10;" path="m24,l34,,44,5r4,9l48,24r,10l44,38,34,43,24,48,15,43,10,38,,34,,24,,14,10,5,15,r9,xe" fillcolor="#00a7d1" stroked="f">
                <v:path arrowok="t" o:connecttype="custom" o:connectlocs="24,0;34,0;44,5;48,14;48,24;48,34;44,38;34,43;24,48;15,43;10,38;0,34;0,24;0,14;10,5;15,0;24,0" o:connectangles="0,0,0,0,0,0,0,0,0,0,0,0,0,0,0,0,0"/>
              </v:shape>
              <v:shape id="Freeform 381" o:spid="_x0000_s1352" style="position:absolute;left:11016;top:172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Wr8UA&#10;AADcAAAADwAAAGRycy9kb3ducmV2LnhtbESPQWvCQBSE74X+h+UJ3upGS6qkrlJaioIIGkWvj+xr&#10;Esy+Ddk1if/eFQoeh5n5hpkve1OJlhpXWlYwHkUgiDOrS84VHA+/bzMQziNrrCyTghs5WC5eX+aY&#10;aNvxntrU5yJA2CWooPC+TqR0WUEG3cjWxMH7s41BH2STS91gF+CmkpMo+pAGSw4LBdb0XVB2Sa9G&#10;wbZbt9Xu9DOV7rwbx/nmFq9WqVLDQf/1CcJT75/h//ZaK3ifxP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JavxQAAANwAAAAPAAAAAAAAAAAAAAAAAJgCAABkcnMv&#10;ZG93bnJldi54bWxQSwUGAAAAAAQABAD1AAAAigMAAAAA&#10;" path="m24,l34,r9,5l48,14r,10l48,34r-5,4l34,43,24,48,15,43,10,38,5,34,,24,5,14,10,5,15,r9,xe" fillcolor="#00a7d1" stroked="f">
                <v:path arrowok="t" o:connecttype="custom" o:connectlocs="24,0;34,0;43,5;48,14;48,24;48,34;43,38;34,43;24,48;15,43;10,38;5,34;0,24;5,14;10,5;15,0;24,0" o:connectangles="0,0,0,0,0,0,0,0,0,0,0,0,0,0,0,0,0"/>
              </v:shape>
              <v:shape id="Freeform 382" o:spid="_x0000_s1353" style="position:absolute;left:11112;top:1723;width:53;height:48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7v8MA&#10;AADcAAAADwAAAGRycy9kb3ducmV2LnhtbESPT4vCMBTE78J+h/AW9qbpKlS3a5RFEMSD4J+Dx2fz&#10;bIvNS0lS7frpjSB4HGbmN8x03plaXMn5yrKC70ECgji3uuJCwWG/7E9A+ICssbZMCv7Jw3z20Zti&#10;pu2Nt3TdhUJECPsMFZQhNJmUPi/JoB/Yhjh6Z+sMhihdIbXDW4SbWg6TJJUGK44LJTa0KCm/7Fqj&#10;YHPSY9ce07s9FUd2fA/rln+U+vrs/n5BBOrCO/xqr7SC0TCF55l4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x7v8MAAADcAAAADwAAAAAAAAAAAAAAAACYAgAAZHJzL2Rv&#10;d25yZXYueG1sUEsFBgAAAAAEAAQA9QAAAIgDAAAAAA==&#10;" path="m29,r5,l43,5r5,9l53,24,48,34r-5,4l34,43r-5,5l19,43,10,38,5,34,,24,5,14,10,5,19,,29,xe" fillcolor="#00a7d1" stroked="f">
                <v:path arrowok="t" o:connecttype="custom" o:connectlocs="29,0;34,0;43,5;48,14;53,24;48,34;43,38;34,43;29,48;19,43;10,38;5,34;0,24;5,14;10,5;19,0;29,0" o:connectangles="0,0,0,0,0,0,0,0,0,0,0,0,0,0,0,0,0"/>
              </v:shape>
              <v:oval id="Oval 383" o:spid="_x0000_s1354" style="position:absolute;left:3501;top:1580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QXsUA&#10;AADcAAAADwAAAGRycy9kb3ducmV2LnhtbESPT2vCQBTE74V+h+UJvenGBGJJXSVUpb1qe+ntkX1N&#10;otm3Mbv5o5++Wyj0OMzMb5j1djKNGKhztWUFy0UEgriwuuZSwefHYf4MwnlkjY1lUnAjB9vN48Ma&#10;M21HPtJw8qUIEHYZKqi8bzMpXVGRQbewLXHwvm1n0AfZlVJ3OAa4aWQcRak0WHNYqLCl14qKy6k3&#10;CvLjtOy/htgWSXI353R/frviTqmn2ZS/gPA0+f/wX/tdK0jiFfyeC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25BexQAAANwAAAAPAAAAAAAAAAAAAAAAAJgCAABkcnMv&#10;ZG93bnJldi54bWxQSwUGAAAAAAQABAD1AAAAigMAAAAA&#10;" fillcolor="aqua" stroked="f">
                <o:lock v:ext="edit" aspectratio="t"/>
              </v:oval>
              <v:oval id="Oval 384" o:spid="_x0000_s1355" style="position:absolute;left:3714;top:1601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QELMEA&#10;AADcAAAADwAAAGRycy9kb3ducmV2LnhtbERPu27CMBTdkfoP1q3EBs5DQijFRBG0oivQpdtVfJsE&#10;4usQOyHl6/FQqePReW/yybRipN41lhXEywgEcWl1w5WCr/PHYg3CeWSNrWVS8EsO8u3LbIOZtnc+&#10;0njylQgh7DJUUHvfZVK6siaDbmk74sD92N6gD7CvpO7xHsJNK5MoWkmDDYeGGjva1VReT4NRUByn&#10;ePgeE1um6cNcVu+Xww33Ss1fp+INhKfJ/4v/3J9aQZqEteFMOAJ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EBCzBAAAA3AAAAA8AAAAAAAAAAAAAAAAAmAIAAGRycy9kb3du&#10;cmV2LnhtbFBLBQYAAAAABAAEAPUAAACGAwAAAAA=&#10;" fillcolor="aqua" stroked="f">
                <o:lock v:ext="edit" aspectratio="t"/>
              </v:oval>
              <v:oval id="Oval 385" o:spid="_x0000_s1356" style="position:absolute;left:6056;top:1601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iht8UA&#10;AADcAAAADwAAAGRycy9kb3ducmV2LnhtbESPT2vCQBTE74V+h+UJvenGBIJNXSVUpb1qe+ntkX1N&#10;otm3Mbv5o5++Wyj0OMzMb5j1djKNGKhztWUFy0UEgriwuuZSwefHYb4C4TyyxsYyKbiRg+3m8WGN&#10;mbYjH2k4+VIECLsMFVTet5mUrqjIoFvYljh437Yz6IPsSqk7HAPcNDKOolQarDksVNjSa0XF5dQb&#10;BflxWvZfQ2yLJLmbc7o/v11xp9TTbMpfQHia/H/4r/2uFSTxM/yeC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KG3xQAAANwAAAAPAAAAAAAAAAAAAAAAAJgCAABkcnMv&#10;ZG93bnJldi54bWxQSwUGAAAAAAQABAD1AAAAigMAAAAA&#10;" fillcolor="aqua" stroked="f">
                <o:lock v:ext="edit" aspectratio="t"/>
              </v:oval>
              <v:oval id="Oval 386" o:spid="_x0000_s1357" style="position:absolute;left:8901;top:1601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ue98EA&#10;AADcAAAADwAAAGRycy9kb3ducmV2LnhtbERPPW/CMBDdkfgP1iF1AwciRSjFIFRalTWBhe0UX5PQ&#10;+Bxik4T++npAYnx635vdaBrRU+dqywqWiwgEcWF1zaWC8+lrvgbhPLLGxjIpeJCD3XY62WCq7cAZ&#10;9bkvRQhhl6KCyvs2ldIVFRl0C9sSB+7HdgZ9gF0pdYdDCDeNXEVRIg3WHBoqbOmjouI3vxsF+2xc&#10;3i/9yhZx/Geuyef1+4YHpd5m4/4dhKfRv8RP91EriOMwP5w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rnvfBAAAA3AAAAA8AAAAAAAAAAAAAAAAAmAIAAGRycy9kb3du&#10;cmV2LnhtbFBLBQYAAAAABAAEAPUAAACGAwAAAAA=&#10;" fillcolor="aqua" stroked="f">
                <o:lock v:ext="edit" aspectratio="t"/>
              </v:oval>
              <v:oval id="Oval 387" o:spid="_x0000_s1358" style="position:absolute;left:9441;top:1580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c7bMQA&#10;AADcAAAADwAAAGRycy9kb3ducmV2LnhtbESPT2vCQBTE7wW/w/IEb3XzB0KJrhJsS3uN9eLtkX0m&#10;0ezbmF1j7KfvFgo9DjPzG2a9nUwnRhpca1lBvIxAEFdWt1wrOHy9P7+AcB5ZY2eZFDzIwXYze1pj&#10;ru2dSxr3vhYBwi5HBY33fS6lqxoy6Ja2Jw7eyQ4GfZBDLfWA9wA3nUyiKJMGWw4LDfa0a6i67G9G&#10;QVFO8e04JrZK029zzt7OH1d8VWoxn4oVCE+T/w//tT+1gjSN4fdMO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nO2zEAAAA3AAAAA8AAAAAAAAAAAAAAAAAmAIAAGRycy9k&#10;b3ducmV2LnhtbFBLBQYAAAAABAAEAPUAAACJAwAAAAA=&#10;" fillcolor="aqua" stroked="f">
                <o:lock v:ext="edit" aspectratio="t"/>
              </v:oval>
              <v:shape id="Freeform 388" o:spid="_x0000_s1359" style="position:absolute;left:10539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YBsUA&#10;AADcAAAADwAAAGRycy9kb3ducmV2LnhtbESPQWvCQBSE7wX/w/IEb3Wjoi2pm1AqoiCCTUt7fWRf&#10;k9Ds25Bdk/jvXUHwOMzMN8w6HUwtOmpdZVnBbBqBIM6trrhQ8P21fX4F4TyyxtoyKbiQgzQZPa0x&#10;1rbnT+oyX4gAYRejgtL7JpbS5SUZdFPbEAfvz7YGfZBtIXWLfYCbWs6jaCUNVhwWSmzoo6T8Pzsb&#10;Bcd+39Wnn82LdL+n2bI4XJa7XabUZDy8v4HwNPhH+N7eawWLxRxu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JgG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389" o:spid="_x0000_s1360" style="position:absolute;left:10635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9ncYA&#10;AADcAAAADwAAAGRycy9kb3ducmV2LnhtbESPQWvCQBSE74L/YXlCb7rRYC0xGxFLUSgFG0t7fWSf&#10;STD7NmS3Sfz33UKhx2FmvmHS3Wga0VPnassKlosIBHFhdc2lgo/Ly/wJhPPIGhvLpOBODnbZdJJi&#10;ou3A79TnvhQBwi5BBZX3bSKlKyoy6Ba2JQ7e1XYGfZBdKXWHQ4CbRq6i6FEarDksVNjSoaLiln8b&#10;BW/DqW/On88b6b7Oy3X5el8fj7lSD7NxvwXhafT/4b/2SSuI4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A9ncYAAADcAAAADwAAAAAAAAAAAAAAAACYAgAAZHJz&#10;L2Rvd25yZXYueG1sUEsFBgAAAAAEAAQA9QAAAIsDAAAAAA==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90" o:spid="_x0000_s1361" style="position:absolute;left:10736;top:15483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l6cUA&#10;AADcAAAADwAAAGRycy9kb3ducmV2LnhtbESP3WrCQBSE7wu+w3IK3tWNvy2pq4giCiLYtLS3h+xp&#10;EsyeDdk1iW/vCoKXw8x8w8yXnSlFQ7UrLCsYDiIQxKnVBWcKfr63bx8gnEfWWFomBVdysFz0XuYY&#10;a9vyFzWJz0SAsItRQe59FUvp0pwMuoGtiIP3b2uDPsg6k7rGNsBNKUdRNJMGCw4LOVa0zik9Jxej&#10;4Njum/L0u3mX7u80nGaH63S3S5Tqv3arTxCeOv8MP9p7rWA8nsD9TDg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aXpxQAAANwAAAAPAAAAAAAAAAAAAAAAAJgCAABkcnMv&#10;ZG93bnJldi54bWxQSwUGAAAAAAQABAD1AAAAig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91" o:spid="_x0000_s1362" style="position:absolute;left:1790;top:2172;width:1152;height:13243;visibility:visible;mso-wrap-style:square;v-text-anchor:top" coordsize="1152,13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61sYA&#10;AADcAAAADwAAAGRycy9kb3ducmV2LnhtbESPQWvCQBSE74L/YXlCL1I3VhSbuootFuqlmLTQ62v2&#10;NRvMvg3ZVZN/7wpCj8PMfMOsNp2txZlaXzlWMJ0kIIgLpysuFXx/vT8uQfiArLF2TAp68rBZDwcr&#10;TLW7cEbnPJQiQtinqMCE0KRS+sKQRT9xDXH0/lxrMUTZllK3eIlwW8unJFlIixXHBYMNvRkqjvnJ&#10;KvjJ7P55Mf+c9vWBcjPe9b+vRa/Uw6jbvoAI1IX/8L39oRXMZnO4nY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p61sYAAADcAAAADwAAAAAAAAAAAAAAAACYAgAAZHJz&#10;L2Rvd25yZXYueG1sUEsFBgAAAAAEAAQA9QAAAIsDAAAAAA==&#10;" path="m,1140l,13524r1152,l1146,,,1140xe" fillcolor="#9cf" stroked="f">
                <v:fill color2="#edffff" focus="100%" type="gradient"/>
                <v:path arrowok="t" o:connecttype="custom" o:connectlocs="0,1116;0,13243;1152,13243;1146,0;0,1116" o:connectangles="0,0,0,0,0"/>
              </v:shape>
              <v:shape id="Freeform 392" o:spid="_x0000_s1363" style="position:absolute;left:10839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eBcUA&#10;AADcAAAADwAAAGRycy9kb3ducmV2LnhtbESPQWvCQBSE74L/YXmCN92oaEvqJpSKKEjBpqW9PrKv&#10;SWj2bciuSfz3rlDwOMzMN8w2HUwtOmpdZVnBYh6BIM6trrhQ8PW5nz2DcB5ZY22ZFFzJQZqMR1uM&#10;te35g7rMFyJA2MWooPS+iaV0eUkG3dw2xMH7ta1BH2RbSN1iH+Cmlsso2kiDFYeFEht6Kyn/yy5G&#10;wXt/7Orz9+5Jup/zYl2cruvDIVNqOhleX0B4Gvwj/N8+agWr1Qb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54FxQAAANwAAAAPAAAAAAAAAAAAAAAAAJgCAABkcnMv&#10;ZG93bnJldi54bWxQSwUGAAAAAAQABAD1AAAAigMAAAAA&#10;" path="m24,l34,5r10,5l48,14r,10l48,34r-4,9l34,48r-10,l15,48,5,43,,34,,24,,14,5,10,15,5,24,xe" fillcolor="#00a7d1" stroked="f">
                <v:path arrowok="t" o:connecttype="custom" o:connectlocs="24,0;34,5;44,10;48,14;48,24;48,34;44,43;34,48;24,48;15,48;5,43;0,34;0,24;0,14;5,10;15,5;24,0" o:connectangles="0,0,0,0,0,0,0,0,0,0,0,0,0,0,0,0,0"/>
              </v:shape>
              <v:shape id="Freeform 393" o:spid="_x0000_s1364" style="position:absolute;left:10935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s7nsUA&#10;AADcAAAADwAAAGRycy9kb3ducmV2LnhtbESPQWvCQBSE7wX/w/IK3upGRVNSVxFFFKSgsbTXR/Y1&#10;Cc2+Ddk1if/eLQgeh5n5hlmselOJlhpXWlYwHkUgiDOrS84VfF12b+8gnEfWWFkmBTdysFoOXhaY&#10;aNvxmdrU5yJA2CWooPC+TqR0WUEG3cjWxMH7tY1BH2STS91gF+CmkpMomkuDJYeFAmvaFJT9pVej&#10;4LM7tNXpextL93Maz/Ljbbbfp0oNX/v1BwhPvX+GH+2DVjCdxvB/Jhw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ezuexQAAANwAAAAPAAAAAAAAAAAAAAAAAJgCAABkcnMv&#10;ZG93bnJldi54bWxQSwUGAAAAAAQABAD1AAAAigMAAAAA&#10;" path="m24,l34,5r10,5l48,14r,10l48,34r-4,9l34,48r-10,l15,48,10,43,5,34,,24,5,14r5,-4l15,5,24,xe" fillcolor="#00a7d1" stroked="f">
                <v:path arrowok="t" o:connecttype="custom" o:connectlocs="24,0;34,5;44,10;48,14;48,24;48,34;44,43;34,48;24,48;15,48;10,43;5,34;0,24;5,14;10,10;15,5;24,0" o:connectangles="0,0,0,0,0,0,0,0,0,0,0,0,0,0,0,0,0"/>
              </v:shape>
              <v:shape id="Freeform 394" o:spid="_x0000_s1365" style="position:absolute;left:11031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Sv7MIA&#10;AADcAAAADwAAAGRycy9kb3ducmV2LnhtbERPTYvCMBC9C/6HMII3TVV0l65RRBEFEdyuuNehmW3L&#10;NpPSxLb+e3MQPD7e93LdmVI0VLvCsoLJOAJBnFpdcKbg+rMffYJwHlljaZkUPMjBetXvLTHWtuVv&#10;ahKfiRDCLkYFufdVLKVLczLoxrYiDtyfrQ36AOtM6hrbEG5KOY2ihTRYcGjIsaJtTul/cjcKzu2x&#10;KS+33Yd0v5fJPDs95odDotRw0G2+QHjq/Fv8ch+1gtksrA1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5K/swgAAANwAAAAPAAAAAAAAAAAAAAAAAJgCAABkcnMvZG93&#10;bnJldi54bWxQSwUGAAAAAAQABAD1AAAAhwMAAAAA&#10;" path="m24,l34,5r9,5l48,14r,10l48,34r-5,9l34,48r-10,l15,48,10,43,5,34,,24,5,14r5,-4l15,5,24,xe" fillcolor="#00a7d1" stroked="f">
                <v:path arrowok="t" o:connecttype="custom" o:connectlocs="24,0;34,5;43,10;48,14;48,24;48,34;43,43;34,48;24,48;15,48;10,43;5,34;0,24;5,14;10,10;15,5;24,0" o:connectangles="0,0,0,0,0,0,0,0,0,0,0,0,0,0,0,0,0"/>
              </v:shape>
              <v:shape id="Freeform 395" o:spid="_x0000_s1366" style="position:absolute;left:11132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gKd8YA&#10;AADcAAAADwAAAGRycy9kb3ducmV2LnhtbESPQWvCQBSE70L/w/IKvekmim1N3Yi0iIIINoq9PrKv&#10;SWj2bchuk/jvXaHQ4zAz3zDL1WBq0VHrKssK4kkEgji3uuJCwfm0Gb+CcB5ZY22ZFFzJwSp9GC0x&#10;0bbnT+oyX4gAYZeggtL7JpHS5SUZdBPbEAfv27YGfZBtIXWLfYCbWk6j6FkarDgslNjQe0n5T/Zr&#10;FBz6XVcfLx8v0n0d43mxv86320ypp8dh/QbC0+D/w3/tnVYwmy3gfiYcAZn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gKd8YAAADcAAAADwAAAAAAAAAAAAAAAACYAgAAZHJz&#10;L2Rvd25yZXYueG1sUEsFBgAAAAAEAAQA9QAAAIsDAAAAAA==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shape id="Freeform 396" o:spid="_x0000_s1367" style="position:absolute;left:11228;top:15482;width:48;height:4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TQl8IA&#10;AADcAAAADwAAAGRycy9kb3ducmV2LnhtbERPy2rCQBTdF/yH4Qrd1YlaH0RHEaUoFEGj6PaSuSbB&#10;zJ2QmSbx7zuLQpeH816uO1OKhmpXWFYwHEQgiFOrC84UXC9fH3MQziNrLC2Tghc5WK96b0uMtW35&#10;TE3iMxFC2MWoIPe+iqV0aU4G3cBWxIF72NqgD7DOpK6xDeGmlKMomkqDBYeGHCva5pQ+kx+j4Nge&#10;mvJ0282ku5+Gk+z7NdnvE6Xe+91mAcJT5//Ff+6DVjD+DPPDmXA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NCXwgAAANwAAAAPAAAAAAAAAAAAAAAAAJgCAABkcnMvZG93&#10;bnJldi54bWxQSwUGAAAAAAQABAD1AAAAhwMAAAAA&#10;" path="m24,l34,5r4,5l43,14r5,10l43,34r-5,9l34,48r-10,l14,48,5,43,,34,,24,,14,5,10,14,5,24,xe" fillcolor="#00a7d1" stroked="f">
                <v:path arrowok="t" o:connecttype="custom" o:connectlocs="24,0;34,5;38,10;43,14;48,24;43,34;38,43;34,48;24,48;14,48;5,43;0,34;0,24;0,14;5,10;14,5;24,0" o:connectangles="0,0,0,0,0,0,0,0,0,0,0,0,0,0,0,0,0"/>
              </v:shape>
              <v:group id="Group 397" o:spid="_x0000_s1368" style="position:absolute;left:1323;top:456;width:144;height:144" coordorigin="1296,432" coordsize="14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<v:line id="Line 398" o:spid="_x0000_s1369" style="position:absolute;visibility:visible;mso-wrap-style:square" from="1296,432" to="1296,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UKQcQAAADcAAAADwAAAGRycy9kb3ducmV2LnhtbESP3WrCQBSE7wu+w3IE7+qJP9SSuooY&#10;CmIvirYPcMgek2D2bMhu19in7xYKvRxm5htmvR1sqyL3vnGiYTbNQLGUzjRSafj8eH18BuUDiaHW&#10;CWu4s4ftZvSwpty4m5w4nkOlEkR8ThrqELoc0Zc1W/JT17Ek7+J6SyHJvkLT0y3BbYvzLHtCS42k&#10;hZo63tdcXs9fVsN7xCMv0McCV2Ggt+/ieoiF1pPxsHsBFXgI/+G/9sFoWCzn8HsmHQH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pQpBxAAAANwAAAAPAAAAAAAAAAAA&#10;AAAAAKECAABkcnMvZG93bnJldi54bWxQSwUGAAAAAAQABAD5AAAAkgMAAAAA&#10;" strokecolor="silver"/>
                <v:line id="Line 399" o:spid="_x0000_s1370" style="position:absolute;rotation:-5872164fd;visibility:visible;mso-wrap-style:square" from="1367,361" to="136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RJOcMAAADcAAAADwAAAGRycy9kb3ducmV2LnhtbESPW4vCMBSE34X9D+Es+KapF2SpRpHF&#10;ioLoens/NGfb7jYnpYla/70RBB+HmfmGmcwaU4or1a6wrKDXjUAQp1YXnCk4HZPOFwjnkTWWlknB&#10;nRzMph+tCcba3nhP14PPRICwi1FB7n0VS+nSnAy6rq2Ig/dra4M+yDqTusZbgJtS9qNoJA0WHBZy&#10;rOg7p/T/cDEK/nY/O6Zk7TWb5XZR2GS/yc5KtT+b+RiEp8a/w6/2SisYDAfwPBOOgJ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USTnDAAAA3AAAAA8AAAAAAAAAAAAA&#10;AAAAoQIAAGRycy9kb3ducmV2LnhtbFBLBQYAAAAABAAEAPkAAACRAwAAAAA=&#10;" strokecolor="silver"/>
              </v:group>
              <v:group id="Group 400" o:spid="_x0000_s1371" style="position:absolute;left:1323;top:15989;width:144;height:144;rotation:-90" coordorigin="1296,432" coordsize="14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0GESxgAAANwA&#10;AAAPAAAAAAAAAAAAAAAAAKoCAABkcnMvZG93bnJldi54bWxQSwUGAAAAAAQABAD6AAAAnQMAAAAA&#10;">
                <v:line id="Line 401" o:spid="_x0000_s1372" style="position:absolute;visibility:visible;mso-wrap-style:square" from="1296,432" to="1296,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ySNcUAAADcAAAADwAAAGRycy9kb3ducmV2LnhtbESPzWrDMBCE74W8g9hAb8m6+WmLGyWE&#10;mEJID6VpH2CxtraJtTKWorh9+ihQ6HGYmW+Y1WawrYrc+8aJhodpBoqldKaRSsPX5+vkGZQPJIZa&#10;J6zhhz1s1qO7FeXGXeSD4zFUKkHE56ShDqHLEX1ZsyU/dR1L8r5dbykk2VdoerokuG1xlmWPaKmR&#10;tFBTx7uay9PxbDW8RzzwHH0s8CkM9PZbnPax0Pp+PGxfQAUewn/4r703GuaLJdzOpCOA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ySNcUAAADcAAAADwAAAAAAAAAA&#10;AAAAAAChAgAAZHJzL2Rvd25yZXYueG1sUEsFBgAAAAAEAAQA+QAAAJMDAAAAAA==&#10;" strokecolor="silver"/>
                <v:line id="Line 402" o:spid="_x0000_s1373" style="position:absolute;rotation:-5872164fd;visibility:visible;mso-wrap-style:square" from="1367,361" to="136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PqocMAAADcAAAADwAAAGRycy9kb3ducmV2LnhtbESPW4vCMBSE34X9D+Es+KapF2SpRpHF&#10;ioLoens/NGfb7jYnpYla/70RBB+HmfmGmcwaU4or1a6wrKDXjUAQp1YXnCk4HZPOFwjnkTWWlknB&#10;nRzMph+tCcba3nhP14PPRICwi1FB7n0VS+nSnAy6rq2Ig/dra4M+yDqTusZbgJtS9qNoJA0WHBZy&#10;rOg7p/T/cDEK/nY/O6Zk7TWb5XZR2GS/yc5KtT+b+RiEp8a/w6/2SisYDEfwPBOOgJ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j6qHDAAAA3AAAAA8AAAAAAAAAAAAA&#10;AAAAoQIAAGRycy9kb3ducmV2LnhtbFBLBQYAAAAABAAEAPkAAACRAwAAAAA=&#10;" strokecolor="silver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3" o:spid="_x0000_s1374" type="#_x0000_t75" alt="logo EP NOVÉ střední" style="position:absolute;left:1701;top:601;width:1278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jQUjHAAAA3AAAAA8AAABkcnMvZG93bnJldi54bWxEj91qwkAUhO+FvsNyCr1rNlVpJWaVUloQ&#10;BaX+gXeH7DEJZs+G7CbGPn23UPBymJlvmHTem0p01LjSsoKXKAZBnFldcq5gv/t6noBwHlljZZkU&#10;3MjBfPYwSDHR9srf1G19LgKEXYIKCu/rREqXFWTQRbYmDt7ZNgZ9kE0udYPXADeVHMbxqzRYclgo&#10;sKaPgrLLtjUKDvH69rMsj5+jSztcrU/6PPF2o9TTY/8+BeGp9/fwf3uhFYzGb/B3JhwBOfs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9jQUjHAAAA3AAAAA8AAAAAAAAAAAAA&#10;AAAAnwIAAGRycy9kb3ducmV2LnhtbFBLBQYAAAAABAAEAPcAAACTAwAAAAA=&#10;">
                <v:imagedata r:id="rId2" o:title="logo EP NOVÉ střední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1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cff,#edff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53"/>
    <w:rsid w:val="000103D7"/>
    <w:rsid w:val="000133D6"/>
    <w:rsid w:val="000169DB"/>
    <w:rsid w:val="00021EB4"/>
    <w:rsid w:val="0003333C"/>
    <w:rsid w:val="000379D5"/>
    <w:rsid w:val="00041062"/>
    <w:rsid w:val="00042266"/>
    <w:rsid w:val="0005041E"/>
    <w:rsid w:val="0006055D"/>
    <w:rsid w:val="00091D3C"/>
    <w:rsid w:val="000E3E68"/>
    <w:rsid w:val="00102A1F"/>
    <w:rsid w:val="00115B81"/>
    <w:rsid w:val="00123777"/>
    <w:rsid w:val="00132288"/>
    <w:rsid w:val="001379B5"/>
    <w:rsid w:val="00164313"/>
    <w:rsid w:val="00184B7D"/>
    <w:rsid w:val="00196348"/>
    <w:rsid w:val="001A6950"/>
    <w:rsid w:val="001A7C68"/>
    <w:rsid w:val="001D12E9"/>
    <w:rsid w:val="001D264D"/>
    <w:rsid w:val="001E04CA"/>
    <w:rsid w:val="001E3501"/>
    <w:rsid w:val="001F5120"/>
    <w:rsid w:val="001F7B6F"/>
    <w:rsid w:val="00233A62"/>
    <w:rsid w:val="002361D5"/>
    <w:rsid w:val="0025143A"/>
    <w:rsid w:val="0026049B"/>
    <w:rsid w:val="00270397"/>
    <w:rsid w:val="0027619F"/>
    <w:rsid w:val="0028107F"/>
    <w:rsid w:val="00282148"/>
    <w:rsid w:val="002B01F9"/>
    <w:rsid w:val="002B5648"/>
    <w:rsid w:val="002C0C9F"/>
    <w:rsid w:val="003120F7"/>
    <w:rsid w:val="003153E4"/>
    <w:rsid w:val="00324757"/>
    <w:rsid w:val="003420F6"/>
    <w:rsid w:val="00350524"/>
    <w:rsid w:val="00351EDC"/>
    <w:rsid w:val="00366ACE"/>
    <w:rsid w:val="00367B0E"/>
    <w:rsid w:val="00371A76"/>
    <w:rsid w:val="003750A3"/>
    <w:rsid w:val="00382E35"/>
    <w:rsid w:val="00383E78"/>
    <w:rsid w:val="00393554"/>
    <w:rsid w:val="00396704"/>
    <w:rsid w:val="003A7E83"/>
    <w:rsid w:val="003C239E"/>
    <w:rsid w:val="003C7FE8"/>
    <w:rsid w:val="003F5C11"/>
    <w:rsid w:val="0041542E"/>
    <w:rsid w:val="00427A6B"/>
    <w:rsid w:val="00434418"/>
    <w:rsid w:val="004353F6"/>
    <w:rsid w:val="00440675"/>
    <w:rsid w:val="004411F6"/>
    <w:rsid w:val="00471CF4"/>
    <w:rsid w:val="004A1F96"/>
    <w:rsid w:val="004B5CF5"/>
    <w:rsid w:val="004C4317"/>
    <w:rsid w:val="004D0082"/>
    <w:rsid w:val="004D7553"/>
    <w:rsid w:val="004E3296"/>
    <w:rsid w:val="00501494"/>
    <w:rsid w:val="00504AE9"/>
    <w:rsid w:val="00525CBB"/>
    <w:rsid w:val="005379DB"/>
    <w:rsid w:val="005525ED"/>
    <w:rsid w:val="00572F36"/>
    <w:rsid w:val="005B06DB"/>
    <w:rsid w:val="005B7034"/>
    <w:rsid w:val="005F4D07"/>
    <w:rsid w:val="005F736F"/>
    <w:rsid w:val="006036AB"/>
    <w:rsid w:val="006045A9"/>
    <w:rsid w:val="006179B0"/>
    <w:rsid w:val="0063393B"/>
    <w:rsid w:val="00633C44"/>
    <w:rsid w:val="0065244F"/>
    <w:rsid w:val="006607EE"/>
    <w:rsid w:val="006627A8"/>
    <w:rsid w:val="006726C3"/>
    <w:rsid w:val="00677A3F"/>
    <w:rsid w:val="00684CCB"/>
    <w:rsid w:val="006867DC"/>
    <w:rsid w:val="006A3CCF"/>
    <w:rsid w:val="006B1EE8"/>
    <w:rsid w:val="006E77BE"/>
    <w:rsid w:val="006F5000"/>
    <w:rsid w:val="0074624F"/>
    <w:rsid w:val="00747781"/>
    <w:rsid w:val="007764AC"/>
    <w:rsid w:val="007765CB"/>
    <w:rsid w:val="00797CDB"/>
    <w:rsid w:val="007C2181"/>
    <w:rsid w:val="007D34E6"/>
    <w:rsid w:val="007D392D"/>
    <w:rsid w:val="007E079B"/>
    <w:rsid w:val="007E1DDC"/>
    <w:rsid w:val="007F6AB6"/>
    <w:rsid w:val="007F7793"/>
    <w:rsid w:val="00803213"/>
    <w:rsid w:val="00807103"/>
    <w:rsid w:val="0082363C"/>
    <w:rsid w:val="00832D87"/>
    <w:rsid w:val="0083546E"/>
    <w:rsid w:val="0084516F"/>
    <w:rsid w:val="008564E7"/>
    <w:rsid w:val="0089206A"/>
    <w:rsid w:val="008A71E3"/>
    <w:rsid w:val="008E3292"/>
    <w:rsid w:val="008E497D"/>
    <w:rsid w:val="008F2E3E"/>
    <w:rsid w:val="009061AE"/>
    <w:rsid w:val="0092311A"/>
    <w:rsid w:val="00930212"/>
    <w:rsid w:val="0093386A"/>
    <w:rsid w:val="00940F59"/>
    <w:rsid w:val="00942B6C"/>
    <w:rsid w:val="009729C4"/>
    <w:rsid w:val="00993AE5"/>
    <w:rsid w:val="009A38E4"/>
    <w:rsid w:val="009A52C0"/>
    <w:rsid w:val="009B2341"/>
    <w:rsid w:val="009C76D7"/>
    <w:rsid w:val="009D487E"/>
    <w:rsid w:val="00A03442"/>
    <w:rsid w:val="00A2036D"/>
    <w:rsid w:val="00A25448"/>
    <w:rsid w:val="00A44122"/>
    <w:rsid w:val="00A44868"/>
    <w:rsid w:val="00A45D02"/>
    <w:rsid w:val="00A54883"/>
    <w:rsid w:val="00A634C4"/>
    <w:rsid w:val="00A708E9"/>
    <w:rsid w:val="00AB7EFD"/>
    <w:rsid w:val="00AD595C"/>
    <w:rsid w:val="00AE2BE3"/>
    <w:rsid w:val="00AF612C"/>
    <w:rsid w:val="00B27020"/>
    <w:rsid w:val="00B37362"/>
    <w:rsid w:val="00B41B9A"/>
    <w:rsid w:val="00B71181"/>
    <w:rsid w:val="00BA265A"/>
    <w:rsid w:val="00BC1671"/>
    <w:rsid w:val="00BC2766"/>
    <w:rsid w:val="00BE7DD3"/>
    <w:rsid w:val="00BF6B68"/>
    <w:rsid w:val="00C05F07"/>
    <w:rsid w:val="00C25534"/>
    <w:rsid w:val="00C4402B"/>
    <w:rsid w:val="00C55333"/>
    <w:rsid w:val="00C766C4"/>
    <w:rsid w:val="00C83734"/>
    <w:rsid w:val="00CA27BC"/>
    <w:rsid w:val="00CD33D3"/>
    <w:rsid w:val="00CE5956"/>
    <w:rsid w:val="00CF28A0"/>
    <w:rsid w:val="00CF5467"/>
    <w:rsid w:val="00CF6852"/>
    <w:rsid w:val="00D036CD"/>
    <w:rsid w:val="00D06679"/>
    <w:rsid w:val="00D13D8E"/>
    <w:rsid w:val="00D16435"/>
    <w:rsid w:val="00D43361"/>
    <w:rsid w:val="00D57C13"/>
    <w:rsid w:val="00D65095"/>
    <w:rsid w:val="00D72426"/>
    <w:rsid w:val="00D75786"/>
    <w:rsid w:val="00D9513F"/>
    <w:rsid w:val="00DA0AE2"/>
    <w:rsid w:val="00DC0BB2"/>
    <w:rsid w:val="00DC79C3"/>
    <w:rsid w:val="00DD4329"/>
    <w:rsid w:val="00DD59EF"/>
    <w:rsid w:val="00DF5658"/>
    <w:rsid w:val="00DF6D4D"/>
    <w:rsid w:val="00E17429"/>
    <w:rsid w:val="00E22AC5"/>
    <w:rsid w:val="00E408D6"/>
    <w:rsid w:val="00E40926"/>
    <w:rsid w:val="00E41F1D"/>
    <w:rsid w:val="00E43FEC"/>
    <w:rsid w:val="00E55EF7"/>
    <w:rsid w:val="00E67B0B"/>
    <w:rsid w:val="00E741B2"/>
    <w:rsid w:val="00E813F9"/>
    <w:rsid w:val="00E86B9E"/>
    <w:rsid w:val="00E9043B"/>
    <w:rsid w:val="00E92A8F"/>
    <w:rsid w:val="00EB4EB1"/>
    <w:rsid w:val="00EB6171"/>
    <w:rsid w:val="00EB6CFA"/>
    <w:rsid w:val="00EC1774"/>
    <w:rsid w:val="00EC204F"/>
    <w:rsid w:val="00ED232A"/>
    <w:rsid w:val="00ED3B77"/>
    <w:rsid w:val="00EE3924"/>
    <w:rsid w:val="00F45DFC"/>
    <w:rsid w:val="00F634AA"/>
    <w:rsid w:val="00F65CAD"/>
    <w:rsid w:val="00F900B0"/>
    <w:rsid w:val="00FB0D7E"/>
    <w:rsid w:val="00FD47FC"/>
    <w:rsid w:val="00FE1973"/>
    <w:rsid w:val="00FE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07F"/>
  </w:style>
  <w:style w:type="paragraph" w:styleId="Nadpis1">
    <w:name w:val="heading 1"/>
    <w:basedOn w:val="Normln"/>
    <w:next w:val="Normln"/>
    <w:qFormat/>
    <w:rsid w:val="0028107F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28107F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28107F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28107F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28107F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28107F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28107F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28107F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28107F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28107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8107F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07F"/>
  </w:style>
  <w:style w:type="paragraph" w:styleId="Nadpis1">
    <w:name w:val="heading 1"/>
    <w:basedOn w:val="Normln"/>
    <w:next w:val="Normln"/>
    <w:qFormat/>
    <w:rsid w:val="0028107F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28107F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28107F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28107F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28107F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28107F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28107F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28107F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28107F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28107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8107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\2014\Valmez%20PWO%20Unitools\Podklady\dwg\27BE66S1%20(seznam)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27BE66S1 (seznam)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NOTEBOOK</cp:lastModifiedBy>
  <cp:revision>9</cp:revision>
  <cp:lastPrinted>2015-02-04T12:57:00Z</cp:lastPrinted>
  <dcterms:created xsi:type="dcterms:W3CDTF">2016-04-13T06:42:00Z</dcterms:created>
  <dcterms:modified xsi:type="dcterms:W3CDTF">2016-05-31T07:40:00Z</dcterms:modified>
</cp:coreProperties>
</file>